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84" w:rsidRDefault="00AA7E84" w:rsidP="00861C12">
      <w:pPr>
        <w:rPr>
          <w:rFonts w:ascii="Palatino Linotype" w:hAnsi="Palatino Linotype"/>
        </w:rPr>
      </w:pPr>
    </w:p>
    <w:p w:rsidR="00AA7E84" w:rsidRPr="00FC6B34" w:rsidRDefault="001469EC" w:rsidP="00AA7E84">
      <w:pPr>
        <w:jc w:val="both"/>
        <w:rPr>
          <w:rFonts w:ascii="Arial" w:hAnsi="Arial" w:cs="Arial"/>
          <w:sz w:val="22"/>
          <w:szCs w:val="22"/>
        </w:rPr>
      </w:pPr>
      <w:r>
        <w:rPr>
          <w:rFonts w:ascii="Arial" w:hAnsi="Arial" w:cs="Arial"/>
          <w:sz w:val="22"/>
          <w:szCs w:val="22"/>
        </w:rPr>
        <w:t>6</w:t>
      </w:r>
      <w:r w:rsidR="00AA7E84" w:rsidRPr="00FC6B34">
        <w:rPr>
          <w:rFonts w:ascii="Arial" w:hAnsi="Arial" w:cs="Arial"/>
          <w:sz w:val="22"/>
          <w:szCs w:val="22"/>
          <w:vertAlign w:val="superscript"/>
        </w:rPr>
        <w:t>th</w:t>
      </w:r>
      <w:r w:rsidR="00AA7E84" w:rsidRPr="00FC6B34">
        <w:rPr>
          <w:rFonts w:ascii="Arial" w:hAnsi="Arial" w:cs="Arial"/>
          <w:sz w:val="22"/>
          <w:szCs w:val="22"/>
        </w:rPr>
        <w:t xml:space="preserve"> December, 2016</w:t>
      </w:r>
    </w:p>
    <w:p w:rsidR="00AA7E84" w:rsidRPr="00FC6B34" w:rsidRDefault="00AA7E84" w:rsidP="00AA7E84">
      <w:pPr>
        <w:jc w:val="both"/>
        <w:rPr>
          <w:rFonts w:ascii="Arial" w:hAnsi="Arial" w:cs="Arial"/>
          <w:b/>
          <w:sz w:val="28"/>
          <w:szCs w:val="28"/>
        </w:rPr>
      </w:pPr>
    </w:p>
    <w:p w:rsidR="00AA7E84" w:rsidRPr="00FC6B34" w:rsidRDefault="00AA7E84" w:rsidP="00AA7E84">
      <w:pPr>
        <w:jc w:val="center"/>
        <w:rPr>
          <w:rFonts w:ascii="Arial" w:hAnsi="Arial" w:cs="Arial"/>
          <w:b/>
          <w:sz w:val="28"/>
          <w:szCs w:val="28"/>
        </w:rPr>
      </w:pPr>
    </w:p>
    <w:p w:rsidR="00AA7E84" w:rsidRPr="00FC6B34" w:rsidRDefault="00AA7E84" w:rsidP="00AA7E84">
      <w:pPr>
        <w:jc w:val="center"/>
        <w:rPr>
          <w:rFonts w:ascii="Arial" w:hAnsi="Arial" w:cs="Arial"/>
          <w:b/>
          <w:sz w:val="36"/>
          <w:szCs w:val="36"/>
          <w:u w:val="single"/>
        </w:rPr>
      </w:pPr>
      <w:r w:rsidRPr="00FC6B34">
        <w:rPr>
          <w:rFonts w:ascii="Arial" w:hAnsi="Arial" w:cs="Arial"/>
          <w:b/>
          <w:sz w:val="36"/>
          <w:szCs w:val="36"/>
          <w:u w:val="single"/>
        </w:rPr>
        <w:t>Australia Day Parade</w:t>
      </w:r>
      <w:r w:rsidR="00FC6B34" w:rsidRPr="00FC6B34">
        <w:rPr>
          <w:rFonts w:ascii="Arial" w:hAnsi="Arial" w:cs="Arial"/>
          <w:b/>
          <w:sz w:val="36"/>
          <w:szCs w:val="36"/>
          <w:u w:val="single"/>
        </w:rPr>
        <w:t xml:space="preserve"> 2017</w:t>
      </w:r>
    </w:p>
    <w:p w:rsidR="00AA7E84" w:rsidRPr="00FC6B34" w:rsidRDefault="00AA7E84" w:rsidP="00AA7E84">
      <w:pPr>
        <w:jc w:val="center"/>
        <w:rPr>
          <w:rFonts w:ascii="Arial" w:hAnsi="Arial" w:cs="Arial"/>
          <w:b/>
          <w:sz w:val="36"/>
          <w:szCs w:val="36"/>
          <w:u w:val="single"/>
        </w:rPr>
      </w:pPr>
    </w:p>
    <w:p w:rsidR="00AA7E84" w:rsidRPr="00FC6B34" w:rsidRDefault="00AA7E84" w:rsidP="00AA7E84">
      <w:pPr>
        <w:jc w:val="center"/>
        <w:rPr>
          <w:rFonts w:ascii="Arial" w:hAnsi="Arial" w:cs="Arial"/>
          <w:b/>
        </w:rPr>
      </w:pPr>
    </w:p>
    <w:p w:rsidR="00AA7E84" w:rsidRPr="00FC6B34" w:rsidRDefault="00AA7E84" w:rsidP="00AA7E84">
      <w:pPr>
        <w:jc w:val="both"/>
        <w:rPr>
          <w:rFonts w:ascii="Arial" w:hAnsi="Arial" w:cs="Arial"/>
          <w:sz w:val="22"/>
          <w:szCs w:val="22"/>
        </w:rPr>
      </w:pPr>
    </w:p>
    <w:p w:rsidR="00AA7E84" w:rsidRPr="00FC6B34" w:rsidRDefault="00AA7E84" w:rsidP="00AA7E84">
      <w:pPr>
        <w:jc w:val="both"/>
        <w:rPr>
          <w:rFonts w:ascii="Arial" w:hAnsi="Arial" w:cs="Arial"/>
          <w:sz w:val="22"/>
          <w:szCs w:val="22"/>
        </w:rPr>
      </w:pPr>
      <w:r w:rsidRPr="00FC6B34">
        <w:rPr>
          <w:rFonts w:ascii="Arial" w:hAnsi="Arial" w:cs="Arial"/>
          <w:sz w:val="22"/>
          <w:szCs w:val="22"/>
        </w:rPr>
        <w:t>Spring Farm Public School ha</w:t>
      </w:r>
      <w:r w:rsidR="00FC6B34">
        <w:rPr>
          <w:rFonts w:ascii="Arial" w:hAnsi="Arial" w:cs="Arial"/>
          <w:sz w:val="22"/>
          <w:szCs w:val="22"/>
        </w:rPr>
        <w:t>s</w:t>
      </w:r>
      <w:r w:rsidRPr="00FC6B34">
        <w:rPr>
          <w:rFonts w:ascii="Arial" w:hAnsi="Arial" w:cs="Arial"/>
          <w:sz w:val="22"/>
          <w:szCs w:val="22"/>
        </w:rPr>
        <w:t xml:space="preserve"> been invited to take part in the Australia Day Parade in Camden.</w:t>
      </w:r>
    </w:p>
    <w:p w:rsidR="00AA7E84" w:rsidRPr="00FC6B34" w:rsidRDefault="00AA7E84" w:rsidP="00AA7E84">
      <w:pPr>
        <w:jc w:val="both"/>
        <w:rPr>
          <w:rFonts w:ascii="Arial" w:hAnsi="Arial" w:cs="Arial"/>
          <w:sz w:val="22"/>
          <w:szCs w:val="22"/>
        </w:rPr>
      </w:pPr>
    </w:p>
    <w:p w:rsidR="003021D7" w:rsidRDefault="00AA7E84" w:rsidP="00AA7E84">
      <w:pPr>
        <w:jc w:val="both"/>
        <w:rPr>
          <w:rFonts w:ascii="Arial" w:hAnsi="Arial" w:cs="Arial"/>
          <w:sz w:val="22"/>
          <w:szCs w:val="22"/>
        </w:rPr>
      </w:pPr>
      <w:r w:rsidRPr="00FC6B34">
        <w:rPr>
          <w:rFonts w:ascii="Arial" w:hAnsi="Arial" w:cs="Arial"/>
          <w:sz w:val="22"/>
          <w:szCs w:val="22"/>
        </w:rPr>
        <w:t>The Parade starts at 11.15am at Onslow Oval in Camden on Thursday 26</w:t>
      </w:r>
      <w:r w:rsidRPr="00FC6B34">
        <w:rPr>
          <w:rFonts w:ascii="Arial" w:hAnsi="Arial" w:cs="Arial"/>
          <w:sz w:val="22"/>
          <w:szCs w:val="22"/>
          <w:vertAlign w:val="superscript"/>
        </w:rPr>
        <w:t>th</w:t>
      </w:r>
      <w:r w:rsidRPr="00FC6B34">
        <w:rPr>
          <w:rFonts w:ascii="Arial" w:hAnsi="Arial" w:cs="Arial"/>
          <w:sz w:val="22"/>
          <w:szCs w:val="22"/>
        </w:rPr>
        <w:t xml:space="preserve"> January, 2016.  You w</w:t>
      </w:r>
      <w:r w:rsidR="0024396F" w:rsidRPr="00FC6B34">
        <w:rPr>
          <w:rFonts w:ascii="Arial" w:hAnsi="Arial" w:cs="Arial"/>
          <w:sz w:val="22"/>
          <w:szCs w:val="22"/>
        </w:rPr>
        <w:t>ill need to take your child to the</w:t>
      </w:r>
      <w:r w:rsidRPr="00FC6B34">
        <w:rPr>
          <w:rFonts w:ascii="Arial" w:hAnsi="Arial" w:cs="Arial"/>
          <w:sz w:val="22"/>
          <w:szCs w:val="22"/>
        </w:rPr>
        <w:t xml:space="preserve"> meeting point at 10.45am directly acro</w:t>
      </w:r>
      <w:r w:rsidR="0024396F" w:rsidRPr="00FC6B34">
        <w:rPr>
          <w:rFonts w:ascii="Arial" w:hAnsi="Arial" w:cs="Arial"/>
          <w:sz w:val="22"/>
          <w:szCs w:val="22"/>
        </w:rPr>
        <w:t xml:space="preserve">ss from the tennis courts. </w:t>
      </w:r>
      <w:r w:rsidRPr="00FC6B34">
        <w:rPr>
          <w:rFonts w:ascii="Arial" w:hAnsi="Arial" w:cs="Arial"/>
          <w:sz w:val="22"/>
          <w:szCs w:val="22"/>
        </w:rPr>
        <w:t>Once your child</w:t>
      </w:r>
      <w:r w:rsidR="003021D7">
        <w:rPr>
          <w:rFonts w:ascii="Arial" w:hAnsi="Arial" w:cs="Arial"/>
          <w:sz w:val="22"/>
          <w:szCs w:val="22"/>
        </w:rPr>
        <w:t xml:space="preserve"> / </w:t>
      </w:r>
      <w:r w:rsidRPr="00FC6B34">
        <w:rPr>
          <w:rFonts w:ascii="Arial" w:hAnsi="Arial" w:cs="Arial"/>
          <w:sz w:val="22"/>
          <w:szCs w:val="22"/>
        </w:rPr>
        <w:t xml:space="preserve">children complete the parade, </w:t>
      </w:r>
      <w:r w:rsidR="00FC6B34">
        <w:rPr>
          <w:rFonts w:ascii="Arial" w:hAnsi="Arial" w:cs="Arial"/>
          <w:sz w:val="22"/>
          <w:szCs w:val="22"/>
        </w:rPr>
        <w:t xml:space="preserve">you will need to be available to pick them up </w:t>
      </w:r>
      <w:r w:rsidR="003021D7">
        <w:rPr>
          <w:rFonts w:ascii="Arial" w:hAnsi="Arial" w:cs="Arial"/>
          <w:sz w:val="22"/>
          <w:szCs w:val="22"/>
        </w:rPr>
        <w:t xml:space="preserve">immediately after it is </w:t>
      </w:r>
      <w:r w:rsidR="00FC6B34">
        <w:rPr>
          <w:rFonts w:ascii="Arial" w:hAnsi="Arial" w:cs="Arial"/>
          <w:sz w:val="22"/>
          <w:szCs w:val="22"/>
        </w:rPr>
        <w:t xml:space="preserve">finished, as there will </w:t>
      </w:r>
      <w:r w:rsidR="0024396F" w:rsidRPr="00FC6B34">
        <w:rPr>
          <w:rFonts w:ascii="Arial" w:hAnsi="Arial" w:cs="Arial"/>
          <w:sz w:val="22"/>
          <w:szCs w:val="22"/>
        </w:rPr>
        <w:t>be limited teacher supervision.</w:t>
      </w:r>
    </w:p>
    <w:p w:rsidR="003021D7" w:rsidRDefault="003021D7" w:rsidP="00AA7E84">
      <w:pPr>
        <w:jc w:val="both"/>
        <w:rPr>
          <w:rFonts w:ascii="Arial" w:hAnsi="Arial" w:cs="Arial"/>
          <w:sz w:val="22"/>
          <w:szCs w:val="22"/>
        </w:rPr>
      </w:pPr>
    </w:p>
    <w:p w:rsidR="00AA7E84" w:rsidRPr="00FC6B34" w:rsidRDefault="0024396F" w:rsidP="00AA7E84">
      <w:pPr>
        <w:jc w:val="both"/>
        <w:rPr>
          <w:rFonts w:ascii="Arial" w:hAnsi="Arial" w:cs="Arial"/>
          <w:sz w:val="22"/>
          <w:szCs w:val="22"/>
        </w:rPr>
      </w:pPr>
      <w:r w:rsidRPr="00FC6B34">
        <w:rPr>
          <w:rFonts w:ascii="Arial" w:hAnsi="Arial" w:cs="Arial"/>
          <w:sz w:val="22"/>
          <w:szCs w:val="22"/>
        </w:rPr>
        <w:t xml:space="preserve">All students </w:t>
      </w:r>
      <w:r w:rsidR="00AA7E84" w:rsidRPr="00FC6B34">
        <w:rPr>
          <w:rFonts w:ascii="Arial" w:hAnsi="Arial" w:cs="Arial"/>
          <w:sz w:val="22"/>
          <w:szCs w:val="22"/>
        </w:rPr>
        <w:t>are required to wear full school uniform</w:t>
      </w:r>
      <w:r w:rsidR="003021D7">
        <w:rPr>
          <w:rFonts w:ascii="Arial" w:hAnsi="Arial" w:cs="Arial"/>
          <w:sz w:val="22"/>
          <w:szCs w:val="22"/>
        </w:rPr>
        <w:t xml:space="preserve">, and </w:t>
      </w:r>
      <w:r w:rsidR="001469EC">
        <w:rPr>
          <w:rFonts w:ascii="Arial" w:hAnsi="Arial" w:cs="Arial"/>
          <w:sz w:val="22"/>
          <w:szCs w:val="22"/>
        </w:rPr>
        <w:t>due to OHS Regulations, only enrolled students from our school can march in the parade.</w:t>
      </w:r>
    </w:p>
    <w:p w:rsidR="00AA7E84" w:rsidRPr="00FC6B34" w:rsidRDefault="00AA7E84" w:rsidP="00AA7E84">
      <w:pPr>
        <w:jc w:val="both"/>
        <w:rPr>
          <w:rFonts w:ascii="Arial" w:hAnsi="Arial" w:cs="Arial"/>
          <w:sz w:val="22"/>
          <w:szCs w:val="22"/>
        </w:rPr>
      </w:pPr>
    </w:p>
    <w:p w:rsidR="00AA7E84" w:rsidRPr="00FC6B34" w:rsidRDefault="00AA7E84" w:rsidP="00AA7E84">
      <w:pPr>
        <w:jc w:val="both"/>
        <w:rPr>
          <w:rFonts w:ascii="Arial" w:hAnsi="Arial" w:cs="Arial"/>
          <w:sz w:val="22"/>
          <w:szCs w:val="22"/>
        </w:rPr>
      </w:pPr>
      <w:r w:rsidRPr="00FC6B34">
        <w:rPr>
          <w:rFonts w:ascii="Arial" w:hAnsi="Arial" w:cs="Arial"/>
          <w:sz w:val="22"/>
          <w:szCs w:val="22"/>
        </w:rPr>
        <w:t xml:space="preserve">There </w:t>
      </w:r>
      <w:r w:rsidR="003021D7">
        <w:rPr>
          <w:rFonts w:ascii="Arial" w:hAnsi="Arial" w:cs="Arial"/>
          <w:sz w:val="22"/>
          <w:szCs w:val="22"/>
        </w:rPr>
        <w:t xml:space="preserve">will be a </w:t>
      </w:r>
      <w:r w:rsidRPr="00FC6B34">
        <w:rPr>
          <w:rFonts w:ascii="Arial" w:hAnsi="Arial" w:cs="Arial"/>
          <w:sz w:val="22"/>
          <w:szCs w:val="22"/>
        </w:rPr>
        <w:t>BBQ provided by the Macarthur Lions after the parade</w:t>
      </w:r>
      <w:r w:rsidR="003021D7">
        <w:rPr>
          <w:rFonts w:ascii="Arial" w:hAnsi="Arial" w:cs="Arial"/>
          <w:sz w:val="22"/>
          <w:szCs w:val="22"/>
        </w:rPr>
        <w:t>, please indicate on the form below if you would like to attend this free event</w:t>
      </w:r>
      <w:r w:rsidR="001469EC">
        <w:rPr>
          <w:rFonts w:ascii="Arial" w:hAnsi="Arial" w:cs="Arial"/>
          <w:sz w:val="22"/>
          <w:szCs w:val="22"/>
        </w:rPr>
        <w:t>, for catering purposes</w:t>
      </w:r>
      <w:bookmarkStart w:id="0" w:name="_GoBack"/>
      <w:bookmarkEnd w:id="0"/>
      <w:r w:rsidRPr="00FC6B34">
        <w:rPr>
          <w:rFonts w:ascii="Arial" w:hAnsi="Arial" w:cs="Arial"/>
          <w:sz w:val="22"/>
          <w:szCs w:val="22"/>
        </w:rPr>
        <w:t>.</w:t>
      </w:r>
    </w:p>
    <w:p w:rsidR="00AA7E84" w:rsidRPr="00FC6B34" w:rsidRDefault="00AA7E84" w:rsidP="00AA7E84">
      <w:pPr>
        <w:jc w:val="both"/>
        <w:rPr>
          <w:rFonts w:ascii="Arial" w:hAnsi="Arial" w:cs="Arial"/>
          <w:sz w:val="22"/>
          <w:szCs w:val="22"/>
        </w:rPr>
      </w:pPr>
    </w:p>
    <w:p w:rsidR="00AA7E84" w:rsidRPr="00FC6B34" w:rsidRDefault="00AA7E84" w:rsidP="00AA7E84">
      <w:pPr>
        <w:jc w:val="both"/>
        <w:rPr>
          <w:rFonts w:ascii="Arial" w:hAnsi="Arial" w:cs="Arial"/>
          <w:sz w:val="22"/>
          <w:szCs w:val="22"/>
        </w:rPr>
      </w:pPr>
      <w:r w:rsidRPr="00FC6B34">
        <w:rPr>
          <w:rFonts w:ascii="Arial" w:hAnsi="Arial" w:cs="Arial"/>
          <w:sz w:val="22"/>
          <w:szCs w:val="22"/>
        </w:rPr>
        <w:t>We are aware that it is difficult to commit to something so far ahead of time but if you are interested please fill in the following reply slip and return to the school office by Friday 1</w:t>
      </w:r>
      <w:r w:rsidR="00FC6B34">
        <w:rPr>
          <w:rFonts w:ascii="Arial" w:hAnsi="Arial" w:cs="Arial"/>
          <w:sz w:val="22"/>
          <w:szCs w:val="22"/>
        </w:rPr>
        <w:t>6</w:t>
      </w:r>
      <w:r w:rsidRPr="00FC6B34">
        <w:rPr>
          <w:rFonts w:ascii="Arial" w:hAnsi="Arial" w:cs="Arial"/>
          <w:sz w:val="22"/>
          <w:szCs w:val="22"/>
          <w:vertAlign w:val="superscript"/>
        </w:rPr>
        <w:t>th</w:t>
      </w:r>
      <w:r w:rsidRPr="00FC6B34">
        <w:rPr>
          <w:rFonts w:ascii="Arial" w:hAnsi="Arial" w:cs="Arial"/>
          <w:sz w:val="22"/>
          <w:szCs w:val="22"/>
        </w:rPr>
        <w:t xml:space="preserve"> December. We will send a reminder via the Skoolbag app a week before the parade.</w:t>
      </w:r>
    </w:p>
    <w:p w:rsidR="00AA7E84" w:rsidRPr="00FC6B34" w:rsidRDefault="00AA7E84" w:rsidP="00AA7E84">
      <w:pPr>
        <w:jc w:val="both"/>
        <w:rPr>
          <w:rFonts w:ascii="Arial" w:hAnsi="Arial" w:cs="Arial"/>
          <w:sz w:val="22"/>
          <w:szCs w:val="22"/>
        </w:rPr>
      </w:pPr>
    </w:p>
    <w:p w:rsidR="00AA7E84" w:rsidRPr="00FC6B34" w:rsidRDefault="00AA7E84" w:rsidP="00AA7E84">
      <w:pPr>
        <w:jc w:val="both"/>
        <w:rPr>
          <w:rFonts w:ascii="Arial" w:hAnsi="Arial" w:cs="Arial"/>
          <w:sz w:val="22"/>
          <w:szCs w:val="22"/>
        </w:rPr>
      </w:pPr>
    </w:p>
    <w:p w:rsidR="00FC6B34" w:rsidRDefault="001337FD" w:rsidP="00AA7E84">
      <w:pPr>
        <w:jc w:val="both"/>
        <w:rPr>
          <w:rFonts w:ascii="Arial" w:hAnsi="Arial" w:cs="Arial"/>
          <w:sz w:val="22"/>
          <w:szCs w:val="22"/>
        </w:rPr>
      </w:pPr>
      <w:r>
        <w:rPr>
          <w:rFonts w:ascii="Arial" w:hAnsi="Arial" w:cs="Arial"/>
          <w:sz w:val="22"/>
          <w:szCs w:val="22"/>
        </w:rPr>
        <w:t>Regards</w:t>
      </w:r>
    </w:p>
    <w:p w:rsidR="00AA7E84" w:rsidRPr="00AA7E84" w:rsidRDefault="00AA7E84" w:rsidP="00AA7E84">
      <w:pPr>
        <w:jc w:val="both"/>
        <w:rPr>
          <w:rFonts w:ascii="Arial" w:hAnsi="Arial" w:cs="Arial"/>
          <w:sz w:val="22"/>
          <w:szCs w:val="22"/>
        </w:rPr>
      </w:pP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p>
    <w:p w:rsidR="00AA7E84" w:rsidRPr="00AA7E84" w:rsidRDefault="00AA7E84" w:rsidP="00AA7E84">
      <w:pPr>
        <w:jc w:val="both"/>
        <w:rPr>
          <w:rFonts w:ascii="Arial" w:hAnsi="Arial" w:cs="Arial"/>
          <w:sz w:val="22"/>
          <w:szCs w:val="22"/>
        </w:rPr>
      </w:pPr>
      <w:r w:rsidRPr="00AA7E84">
        <w:rPr>
          <w:rFonts w:ascii="Arial" w:hAnsi="Arial" w:cs="Arial"/>
          <w:sz w:val="22"/>
          <w:szCs w:val="22"/>
        </w:rPr>
        <w:t>Mr Donovan Jance</w:t>
      </w:r>
    </w:p>
    <w:p w:rsidR="00AA7E84" w:rsidRPr="00AA7E84" w:rsidRDefault="00AA7E84" w:rsidP="00AA7E84">
      <w:pPr>
        <w:jc w:val="both"/>
        <w:rPr>
          <w:rFonts w:ascii="Arial" w:hAnsi="Arial" w:cs="Arial"/>
          <w:sz w:val="22"/>
          <w:szCs w:val="22"/>
        </w:rPr>
      </w:pPr>
      <w:r w:rsidRPr="00AA7E84">
        <w:rPr>
          <w:rFonts w:ascii="Arial" w:hAnsi="Arial" w:cs="Arial"/>
          <w:sz w:val="22"/>
          <w:szCs w:val="22"/>
        </w:rPr>
        <w:t>Principal</w:t>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t xml:space="preserve">           </w:t>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r w:rsidRPr="00AA7E84">
        <w:rPr>
          <w:rFonts w:ascii="Arial" w:hAnsi="Arial" w:cs="Arial"/>
          <w:sz w:val="22"/>
          <w:szCs w:val="22"/>
        </w:rPr>
        <w:tab/>
      </w:r>
    </w:p>
    <w:p w:rsidR="00AA7E84" w:rsidRPr="00AA7E84" w:rsidRDefault="00AA7E84" w:rsidP="00AA7E84">
      <w:pPr>
        <w:jc w:val="both"/>
        <w:rPr>
          <w:rFonts w:ascii="Arial" w:hAnsi="Arial" w:cs="Arial"/>
          <w:sz w:val="22"/>
          <w:szCs w:val="22"/>
        </w:rPr>
      </w:pPr>
      <w:r w:rsidRPr="00AA7E84">
        <w:rPr>
          <w:rFonts w:ascii="Arial" w:hAnsi="Arial" w:cs="Arial"/>
          <w:sz w:val="22"/>
          <w:szCs w:val="22"/>
        </w:rPr>
        <w:t xml:space="preserve"> ………………………………………………………………………………………………………….</w:t>
      </w:r>
      <w:r w:rsidR="00FC6B34">
        <w:rPr>
          <w:rFonts w:ascii="Arial" w:hAnsi="Arial" w:cs="Arial"/>
          <w:sz w:val="22"/>
          <w:szCs w:val="22"/>
        </w:rPr>
        <w:t>.......................</w:t>
      </w:r>
      <w:r w:rsidRPr="00AA7E84">
        <w:rPr>
          <w:rFonts w:ascii="Arial" w:hAnsi="Arial" w:cs="Arial"/>
          <w:sz w:val="22"/>
          <w:szCs w:val="22"/>
        </w:rPr>
        <w:t>…</w:t>
      </w:r>
      <w:r w:rsidR="001337FD">
        <w:rPr>
          <w:rFonts w:ascii="Arial" w:hAnsi="Arial" w:cs="Arial"/>
          <w:sz w:val="22"/>
          <w:szCs w:val="22"/>
        </w:rPr>
        <w:t>...</w:t>
      </w:r>
    </w:p>
    <w:p w:rsidR="00AA7E84" w:rsidRPr="00AA7E84" w:rsidRDefault="00AA7E84" w:rsidP="00AA7E84">
      <w:pPr>
        <w:jc w:val="center"/>
        <w:rPr>
          <w:rFonts w:ascii="Arial" w:hAnsi="Arial" w:cs="Arial"/>
          <w:b/>
        </w:rPr>
      </w:pPr>
      <w:r w:rsidRPr="00AA7E84">
        <w:rPr>
          <w:rFonts w:ascii="Arial" w:hAnsi="Arial" w:cs="Arial"/>
          <w:b/>
        </w:rPr>
        <w:t>Australia Day Parade</w:t>
      </w:r>
    </w:p>
    <w:p w:rsidR="00AA7E84" w:rsidRPr="00AA7E84" w:rsidRDefault="00AA7E84" w:rsidP="00AA7E84">
      <w:pPr>
        <w:jc w:val="center"/>
        <w:rPr>
          <w:rFonts w:ascii="Arial" w:hAnsi="Arial" w:cs="Arial"/>
          <w:b/>
          <w:sz w:val="22"/>
          <w:szCs w:val="22"/>
        </w:rPr>
      </w:pPr>
      <w:r w:rsidRPr="00AA7E84">
        <w:rPr>
          <w:rFonts w:ascii="Arial" w:hAnsi="Arial" w:cs="Arial"/>
          <w:sz w:val="22"/>
          <w:szCs w:val="22"/>
        </w:rPr>
        <w:t>Thursday 26</w:t>
      </w:r>
      <w:r w:rsidRPr="00AA7E84">
        <w:rPr>
          <w:rFonts w:ascii="Arial" w:hAnsi="Arial" w:cs="Arial"/>
          <w:sz w:val="22"/>
          <w:szCs w:val="22"/>
          <w:vertAlign w:val="superscript"/>
        </w:rPr>
        <w:t>th</w:t>
      </w:r>
      <w:r w:rsidRPr="00AA7E84">
        <w:rPr>
          <w:rFonts w:ascii="Arial" w:hAnsi="Arial" w:cs="Arial"/>
          <w:sz w:val="22"/>
          <w:szCs w:val="22"/>
        </w:rPr>
        <w:t xml:space="preserve"> January, 2017</w:t>
      </w:r>
    </w:p>
    <w:p w:rsidR="00AA7E84" w:rsidRPr="00AA7E84" w:rsidRDefault="00AA7E84" w:rsidP="00AA7E84">
      <w:pPr>
        <w:jc w:val="center"/>
        <w:rPr>
          <w:rFonts w:ascii="Arial" w:hAnsi="Arial" w:cs="Arial"/>
          <w:sz w:val="22"/>
          <w:szCs w:val="22"/>
        </w:rPr>
      </w:pPr>
      <w:r w:rsidRPr="00AA7E84">
        <w:rPr>
          <w:rFonts w:ascii="Arial" w:hAnsi="Arial" w:cs="Arial"/>
          <w:sz w:val="22"/>
          <w:szCs w:val="22"/>
        </w:rPr>
        <w:t>(Reply Slip)</w:t>
      </w:r>
    </w:p>
    <w:p w:rsidR="00AA7E84" w:rsidRPr="00AA7E84" w:rsidRDefault="00AA7E84" w:rsidP="00AA7E84">
      <w:pPr>
        <w:jc w:val="center"/>
        <w:rPr>
          <w:rFonts w:ascii="Arial" w:hAnsi="Arial" w:cs="Arial"/>
        </w:rPr>
      </w:pPr>
    </w:p>
    <w:p w:rsidR="003021D7" w:rsidRDefault="001469EC" w:rsidP="00AA7E84">
      <w:pPr>
        <w:jc w:val="both"/>
        <w:rPr>
          <w:rFonts w:ascii="Arial" w:hAnsi="Arial" w:cs="Arial"/>
          <w:sz w:val="22"/>
          <w:szCs w:val="22"/>
        </w:rPr>
      </w:pPr>
      <w:r>
        <w:rPr>
          <w:rFonts w:ascii="Arial" w:hAnsi="Arial" w:cs="Arial"/>
          <w:noProof/>
          <w:sz w:val="36"/>
          <w:szCs w:val="36"/>
        </w:rPr>
        <mc:AlternateContent>
          <mc:Choice Requires="wps">
            <w:drawing>
              <wp:anchor distT="0" distB="0" distL="114300" distR="114300" simplePos="0" relativeHeight="251658240" behindDoc="0" locked="0" layoutInCell="1" allowOverlap="1">
                <wp:simplePos x="0" y="0"/>
                <wp:positionH relativeFrom="column">
                  <wp:posOffset>133350</wp:posOffset>
                </wp:positionH>
                <wp:positionV relativeFrom="paragraph">
                  <wp:posOffset>80010</wp:posOffset>
                </wp:positionV>
                <wp:extent cx="190500" cy="266700"/>
                <wp:effectExtent l="9525" t="6350" r="9525" b="12700"/>
                <wp:wrapNone/>
                <wp:docPr id="5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5pt;margin-top:6.3pt;width:1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"/>
            </w:pict>
          </mc:Fallback>
        </mc:AlternateContent>
      </w:r>
    </w:p>
    <w:p w:rsidR="00AA7E84" w:rsidRPr="00AA7E84" w:rsidRDefault="003021D7" w:rsidP="003021D7">
      <w:pPr>
        <w:ind w:firstLine="720"/>
        <w:jc w:val="both"/>
        <w:rPr>
          <w:rFonts w:ascii="Arial" w:hAnsi="Arial" w:cs="Arial"/>
          <w:sz w:val="22"/>
          <w:szCs w:val="22"/>
        </w:rPr>
      </w:pPr>
      <w:r>
        <w:rPr>
          <w:rFonts w:ascii="Arial" w:hAnsi="Arial" w:cs="Arial"/>
          <w:sz w:val="22"/>
          <w:szCs w:val="22"/>
        </w:rPr>
        <w:t>W</w:t>
      </w:r>
      <w:r w:rsidR="00AA7E84" w:rsidRPr="00AA7E84">
        <w:rPr>
          <w:rFonts w:ascii="Arial" w:hAnsi="Arial" w:cs="Arial"/>
          <w:sz w:val="22"/>
          <w:szCs w:val="22"/>
        </w:rPr>
        <w:t>e would like to attend the Australia Day Parade in Camden on Thursday 26</w:t>
      </w:r>
      <w:r w:rsidR="00AA7E84" w:rsidRPr="00AA7E84">
        <w:rPr>
          <w:rFonts w:ascii="Arial" w:hAnsi="Arial" w:cs="Arial"/>
          <w:sz w:val="22"/>
          <w:szCs w:val="22"/>
          <w:vertAlign w:val="superscript"/>
        </w:rPr>
        <w:t>th</w:t>
      </w:r>
      <w:r w:rsidR="00AA7E84" w:rsidRPr="00AA7E84">
        <w:rPr>
          <w:rFonts w:ascii="Arial" w:hAnsi="Arial" w:cs="Arial"/>
          <w:sz w:val="22"/>
          <w:szCs w:val="22"/>
        </w:rPr>
        <w:t xml:space="preserve"> January, 2017</w:t>
      </w:r>
    </w:p>
    <w:p w:rsidR="00AA7E84" w:rsidRPr="00AA7E84" w:rsidRDefault="00AA7E84" w:rsidP="00AA7E84">
      <w:pPr>
        <w:jc w:val="center"/>
        <w:rPr>
          <w:rFonts w:ascii="Arial" w:hAnsi="Arial" w:cs="Arial"/>
        </w:rPr>
      </w:pPr>
    </w:p>
    <w:p w:rsidR="00AA7E84" w:rsidRPr="00AA7E84" w:rsidRDefault="00AA7E84" w:rsidP="00AA7E84">
      <w:pPr>
        <w:jc w:val="both"/>
        <w:rPr>
          <w:rFonts w:ascii="Arial" w:hAnsi="Arial" w:cs="Arial"/>
          <w:sz w:val="22"/>
          <w:szCs w:val="22"/>
        </w:rPr>
      </w:pPr>
    </w:p>
    <w:p w:rsidR="00AA7E84" w:rsidRPr="00AA7E84" w:rsidRDefault="00AA7E84" w:rsidP="00AA7E84">
      <w:pPr>
        <w:jc w:val="both"/>
        <w:rPr>
          <w:rFonts w:ascii="Arial" w:hAnsi="Arial" w:cs="Arial"/>
          <w:sz w:val="22"/>
          <w:szCs w:val="22"/>
        </w:rPr>
      </w:pPr>
      <w:r w:rsidRPr="00AA7E84">
        <w:rPr>
          <w:rFonts w:ascii="Arial" w:hAnsi="Arial" w:cs="Arial"/>
          <w:sz w:val="22"/>
          <w:szCs w:val="22"/>
        </w:rPr>
        <w:t>Child</w:t>
      </w:r>
      <w:r w:rsidR="003021D7">
        <w:rPr>
          <w:rFonts w:ascii="Arial" w:hAnsi="Arial" w:cs="Arial"/>
          <w:sz w:val="22"/>
          <w:szCs w:val="22"/>
        </w:rPr>
        <w:t>/ Children’s</w:t>
      </w:r>
      <w:r w:rsidRPr="00AA7E84">
        <w:rPr>
          <w:rFonts w:ascii="Arial" w:hAnsi="Arial" w:cs="Arial"/>
          <w:sz w:val="22"/>
          <w:szCs w:val="22"/>
        </w:rPr>
        <w:t xml:space="preserve"> Name:________________________</w:t>
      </w:r>
      <w:r w:rsidR="00FC6B34">
        <w:rPr>
          <w:rFonts w:ascii="Arial" w:hAnsi="Arial" w:cs="Arial"/>
          <w:sz w:val="22"/>
          <w:szCs w:val="22"/>
        </w:rPr>
        <w:t>________________</w:t>
      </w:r>
      <w:r w:rsidR="003021D7">
        <w:rPr>
          <w:rFonts w:ascii="Arial" w:hAnsi="Arial" w:cs="Arial"/>
          <w:sz w:val="22"/>
          <w:szCs w:val="22"/>
        </w:rPr>
        <w:t>________</w:t>
      </w:r>
      <w:r w:rsidR="00FC6B34">
        <w:rPr>
          <w:rFonts w:ascii="Arial" w:hAnsi="Arial" w:cs="Arial"/>
          <w:sz w:val="22"/>
          <w:szCs w:val="22"/>
        </w:rPr>
        <w:t>Class</w:t>
      </w:r>
      <w:r w:rsidRPr="00AA7E84">
        <w:rPr>
          <w:rFonts w:ascii="Arial" w:hAnsi="Arial" w:cs="Arial"/>
          <w:sz w:val="22"/>
          <w:szCs w:val="22"/>
        </w:rPr>
        <w:t>____________</w:t>
      </w:r>
    </w:p>
    <w:p w:rsidR="00AA7E84" w:rsidRPr="00AA7E84" w:rsidRDefault="00AA7E84" w:rsidP="00AA7E84">
      <w:pPr>
        <w:jc w:val="both"/>
        <w:rPr>
          <w:rFonts w:ascii="Arial" w:hAnsi="Arial" w:cs="Arial"/>
          <w:sz w:val="22"/>
          <w:szCs w:val="22"/>
        </w:rPr>
      </w:pPr>
    </w:p>
    <w:p w:rsidR="00AA7E84" w:rsidRPr="00AA7E84" w:rsidRDefault="00FC6B34" w:rsidP="00AA7E84">
      <w:pPr>
        <w:jc w:val="both"/>
        <w:rPr>
          <w:rFonts w:ascii="Arial" w:hAnsi="Arial" w:cs="Arial"/>
          <w:sz w:val="22"/>
          <w:szCs w:val="22"/>
        </w:rPr>
      </w:pPr>
      <w:r>
        <w:rPr>
          <w:rFonts w:ascii="Arial" w:hAnsi="Arial" w:cs="Arial"/>
          <w:sz w:val="22"/>
          <w:szCs w:val="22"/>
        </w:rPr>
        <w:t>Parent’s</w:t>
      </w:r>
      <w:r w:rsidR="00AA7E84" w:rsidRPr="00AA7E84">
        <w:rPr>
          <w:rFonts w:ascii="Arial" w:hAnsi="Arial" w:cs="Arial"/>
          <w:sz w:val="22"/>
          <w:szCs w:val="22"/>
        </w:rPr>
        <w:t xml:space="preserve"> Name:______________________________________</w:t>
      </w:r>
    </w:p>
    <w:p w:rsidR="00AA7E84" w:rsidRPr="00AA7E84" w:rsidRDefault="00AA7E84" w:rsidP="00AA7E84">
      <w:pPr>
        <w:jc w:val="both"/>
        <w:rPr>
          <w:rFonts w:ascii="Arial" w:hAnsi="Arial" w:cs="Arial"/>
          <w:sz w:val="22"/>
          <w:szCs w:val="22"/>
        </w:rPr>
      </w:pPr>
    </w:p>
    <w:p w:rsidR="00AA7E84" w:rsidRPr="00AA7E84" w:rsidRDefault="00AA7E84" w:rsidP="00AA7E84">
      <w:pPr>
        <w:jc w:val="both"/>
        <w:rPr>
          <w:rFonts w:ascii="Arial" w:hAnsi="Arial" w:cs="Arial"/>
          <w:sz w:val="22"/>
          <w:szCs w:val="22"/>
        </w:rPr>
      </w:pPr>
      <w:r w:rsidRPr="00AA7E84">
        <w:rPr>
          <w:rFonts w:ascii="Arial" w:hAnsi="Arial" w:cs="Arial"/>
          <w:sz w:val="22"/>
          <w:szCs w:val="22"/>
        </w:rPr>
        <w:t>Mobile Phone Number:_______________________________</w:t>
      </w:r>
    </w:p>
    <w:p w:rsidR="00AA7E84" w:rsidRPr="00AA7E84" w:rsidRDefault="00AA7E84" w:rsidP="00AA7E84">
      <w:pPr>
        <w:jc w:val="both"/>
        <w:rPr>
          <w:rFonts w:ascii="Arial" w:hAnsi="Arial" w:cs="Arial"/>
          <w:sz w:val="22"/>
          <w:szCs w:val="22"/>
        </w:rPr>
      </w:pPr>
    </w:p>
    <w:p w:rsidR="00AA7E84" w:rsidRPr="003021D7" w:rsidRDefault="00AA7E84" w:rsidP="00FC6B34">
      <w:pPr>
        <w:jc w:val="both"/>
        <w:rPr>
          <w:rFonts w:ascii="Arial" w:hAnsi="Arial" w:cs="Arial"/>
          <w:sz w:val="22"/>
          <w:szCs w:val="22"/>
        </w:rPr>
      </w:pPr>
      <w:r w:rsidRPr="00AA7E84">
        <w:rPr>
          <w:rFonts w:ascii="Arial" w:hAnsi="Arial" w:cs="Arial"/>
          <w:sz w:val="22"/>
          <w:szCs w:val="22"/>
        </w:rPr>
        <w:t>We would also like to take part in the free BBQ and there will be ________ of us attending</w:t>
      </w:r>
      <w:r w:rsidR="003021D7">
        <w:rPr>
          <w:rFonts w:ascii="Arial" w:hAnsi="Arial" w:cs="Arial"/>
          <w:sz w:val="22"/>
          <w:szCs w:val="22"/>
        </w:rPr>
        <w:t>.</w:t>
      </w:r>
    </w:p>
    <w:sectPr w:rsidR="00AA7E84" w:rsidRPr="003021D7" w:rsidSect="00D15AB3">
      <w:headerReference w:type="even" r:id="rId8"/>
      <w:headerReference w:type="default" r:id="rId9"/>
      <w:footerReference w:type="even" r:id="rId10"/>
      <w:footerReference w:type="default" r:id="rId11"/>
      <w:headerReference w:type="first" r:id="rId12"/>
      <w:footerReference w:type="first" r:id="rId13"/>
      <w:type w:val="continuous"/>
      <w:pgSz w:w="11910" w:h="16840"/>
      <w:pgMar w:top="560" w:right="480" w:bottom="709" w:left="480" w:header="562" w:footer="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648" w:rsidRDefault="001C1648" w:rsidP="00861C12">
      <w:r>
        <w:separator/>
      </w:r>
    </w:p>
  </w:endnote>
  <w:endnote w:type="continuationSeparator" w:id="0">
    <w:p w:rsidR="001C1648" w:rsidRDefault="001C1648" w:rsidP="00861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8F" w:rsidRDefault="00442E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595536"/>
      <w:docPartObj>
        <w:docPartGallery w:val="Page Numbers (Bottom of Page)"/>
        <w:docPartUnique/>
      </w:docPartObj>
    </w:sdtPr>
    <w:sdtEndPr>
      <w:rPr>
        <w:color w:val="7F7F7F" w:themeColor="background1" w:themeShade="7F"/>
        <w:spacing w:val="60"/>
      </w:rPr>
    </w:sdtEndPr>
    <w:sdtContent>
      <w:p w:rsidR="00841B48" w:rsidRDefault="00841B48" w:rsidP="00841B48">
        <w:pPr>
          <w:pStyle w:val="Footer"/>
          <w:pBdr>
            <w:top w:val="single" w:sz="4" w:space="1" w:color="D9D9D9" w:themeColor="background1" w:themeShade="D9"/>
          </w:pBdr>
          <w:rPr>
            <w:color w:val="7F7F7F" w:themeColor="background1" w:themeShade="7F"/>
            <w:spacing w:val="60"/>
          </w:rPr>
        </w:pPr>
        <w:r w:rsidRPr="00841B48">
          <w:rPr>
            <w:rFonts w:ascii="Palatino Linotype" w:hAnsi="Palatino Linotype"/>
            <w:i/>
          </w:rPr>
          <w:t>Inspiring Creative and Innovative Learners</w:t>
        </w:r>
        <w:r>
          <w:tab/>
        </w:r>
        <w:r>
          <w:tab/>
        </w:r>
        <w:r>
          <w:tab/>
          <w:t xml:space="preserve">         </w:t>
        </w:r>
        <w:r w:rsidR="000956F2">
          <w:fldChar w:fldCharType="begin"/>
        </w:r>
        <w:r>
          <w:instrText xml:space="preserve"> PAGE   \* MERGEFORMAT </w:instrText>
        </w:r>
        <w:r w:rsidR="000956F2">
          <w:fldChar w:fldCharType="separate"/>
        </w:r>
        <w:r w:rsidR="003021D7">
          <w:rPr>
            <w:noProof/>
          </w:rPr>
          <w:t>2</w:t>
        </w:r>
        <w:r w:rsidR="000956F2">
          <w:rPr>
            <w:noProof/>
          </w:rPr>
          <w:fldChar w:fldCharType="end"/>
        </w:r>
        <w:r>
          <w:t xml:space="preserve"> | </w:t>
        </w:r>
        <w:r>
          <w:rPr>
            <w:color w:val="7F7F7F" w:themeColor="background1" w:themeShade="7F"/>
            <w:spacing w:val="60"/>
          </w:rPr>
          <w:t>Page</w:t>
        </w:r>
      </w:p>
    </w:sdtContent>
  </w:sdt>
  <w:p w:rsidR="00841B48" w:rsidRDefault="00841B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409985"/>
      <w:docPartObj>
        <w:docPartGallery w:val="Page Numbers (Bottom of Page)"/>
        <w:docPartUnique/>
      </w:docPartObj>
    </w:sdtPr>
    <w:sdtEndPr>
      <w:rPr>
        <w:color w:val="7F7F7F" w:themeColor="background1" w:themeShade="7F"/>
        <w:spacing w:val="60"/>
      </w:rPr>
    </w:sdtEndPr>
    <w:sdtContent>
      <w:p w:rsidR="00841B48" w:rsidRDefault="00841B48" w:rsidP="00841B48">
        <w:pPr>
          <w:pStyle w:val="Footer"/>
          <w:pBdr>
            <w:top w:val="single" w:sz="4" w:space="1" w:color="D9D9D9" w:themeColor="background1" w:themeShade="D9"/>
          </w:pBdr>
        </w:pPr>
        <w:r w:rsidRPr="00841B48">
          <w:rPr>
            <w:rFonts w:ascii="Palatino Linotype" w:hAnsi="Palatino Linotype"/>
            <w:i/>
          </w:rPr>
          <w:t>Inspiring Creative and Innovative Learners</w:t>
        </w:r>
        <w:r>
          <w:tab/>
        </w:r>
        <w:r>
          <w:tab/>
        </w:r>
        <w:r>
          <w:tab/>
          <w:t xml:space="preserve">         </w:t>
        </w:r>
      </w:p>
    </w:sdtContent>
  </w:sdt>
  <w:p w:rsidR="00841B48" w:rsidRDefault="00841B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648" w:rsidRDefault="001C1648" w:rsidP="00861C12">
      <w:r>
        <w:separator/>
      </w:r>
    </w:p>
  </w:footnote>
  <w:footnote w:type="continuationSeparator" w:id="0">
    <w:p w:rsidR="001C1648" w:rsidRDefault="001C1648" w:rsidP="00861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8F" w:rsidRDefault="00442E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C12" w:rsidRDefault="00861C12" w:rsidP="00861C12">
    <w:pPr>
      <w:pStyle w:val="BodyText"/>
      <w:kinsoku w:val="0"/>
      <w:overflowPunct w:val="0"/>
      <w:spacing w:before="0"/>
      <w:ind w:left="270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B48" w:rsidRDefault="001469EC" w:rsidP="00841B48">
    <w:pPr>
      <w:pStyle w:val="BodyText"/>
      <w:kinsoku w:val="0"/>
      <w:overflowPunct w:val="0"/>
      <w:spacing w:before="0" w:line="542" w:lineRule="exact"/>
      <w:ind w:right="962"/>
      <w:jc w:val="center"/>
      <w:rPr>
        <w:rFonts w:ascii="Trebuchet MS" w:hAnsi="Trebuchet MS" w:cs="Trebuchet MS"/>
        <w:color w:val="000000"/>
        <w:sz w:val="55"/>
        <w:szCs w:val="55"/>
      </w:rPr>
    </w:pPr>
    <w:r>
      <w:rPr>
        <w:noProof/>
      </w:rPr>
      <mc:AlternateContent>
        <mc:Choice Requires="wpg">
          <w:drawing>
            <wp:anchor distT="0" distB="0" distL="114300" distR="114300" simplePos="0" relativeHeight="251659776" behindDoc="1" locked="0" layoutInCell="0" allowOverlap="1">
              <wp:simplePos x="0" y="0"/>
              <wp:positionH relativeFrom="page">
                <wp:posOffset>375285</wp:posOffset>
              </wp:positionH>
              <wp:positionV relativeFrom="paragraph">
                <wp:posOffset>-68580</wp:posOffset>
              </wp:positionV>
              <wp:extent cx="1459865" cy="1637030"/>
              <wp:effectExtent l="0" t="0" r="0" b="127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9865" cy="1637030"/>
                        <a:chOff x="591" y="-108"/>
                        <a:chExt cx="2299" cy="2578"/>
                      </a:xfrm>
                    </wpg:grpSpPr>
                    <wpg:grpSp>
                      <wpg:cNvPr id="15" name="Group 15"/>
                      <wpg:cNvGrpSpPr>
                        <a:grpSpLocks/>
                      </wpg:cNvGrpSpPr>
                      <wpg:grpSpPr bwMode="auto">
                        <a:xfrm>
                          <a:off x="1470" y="933"/>
                          <a:ext cx="565" cy="1055"/>
                          <a:chOff x="1470" y="933"/>
                          <a:chExt cx="565" cy="1055"/>
                        </a:xfrm>
                      </wpg:grpSpPr>
                      <wps:wsp>
                        <wps:cNvPr id="16" name="Freeform 16"/>
                        <wps:cNvSpPr>
                          <a:spLocks/>
                        </wps:cNvSpPr>
                        <wps:spPr bwMode="auto">
                          <a:xfrm>
                            <a:off x="1470" y="933"/>
                            <a:ext cx="565" cy="1055"/>
                          </a:xfrm>
                          <a:custGeom>
                            <a:avLst/>
                            <a:gdLst>
                              <a:gd name="T0" fmla="*/ 19 w 565"/>
                              <a:gd name="T1" fmla="*/ 249 h 1055"/>
                              <a:gd name="T2" fmla="*/ 4 w 565"/>
                              <a:gd name="T3" fmla="*/ 255 h 1055"/>
                              <a:gd name="T4" fmla="*/ 5 w 565"/>
                              <a:gd name="T5" fmla="*/ 274 h 1055"/>
                              <a:gd name="T6" fmla="*/ 21 w 565"/>
                              <a:gd name="T7" fmla="*/ 300 h 1055"/>
                              <a:gd name="T8" fmla="*/ 53 w 565"/>
                              <a:gd name="T9" fmla="*/ 329 h 1055"/>
                              <a:gd name="T10" fmla="*/ 104 w 565"/>
                              <a:gd name="T11" fmla="*/ 361 h 1055"/>
                              <a:gd name="T12" fmla="*/ 165 w 565"/>
                              <a:gd name="T13" fmla="*/ 404 h 1055"/>
                              <a:gd name="T14" fmla="*/ 216 w 565"/>
                              <a:gd name="T15" fmla="*/ 466 h 1055"/>
                              <a:gd name="T16" fmla="*/ 239 w 565"/>
                              <a:gd name="T17" fmla="*/ 558 h 1055"/>
                              <a:gd name="T18" fmla="*/ 237 w 565"/>
                              <a:gd name="T19" fmla="*/ 645 h 1055"/>
                              <a:gd name="T20" fmla="*/ 231 w 565"/>
                              <a:gd name="T21" fmla="*/ 751 h 1055"/>
                              <a:gd name="T22" fmla="*/ 224 w 565"/>
                              <a:gd name="T23" fmla="*/ 860 h 1055"/>
                              <a:gd name="T24" fmla="*/ 216 w 565"/>
                              <a:gd name="T25" fmla="*/ 958 h 1055"/>
                              <a:gd name="T26" fmla="*/ 210 w 565"/>
                              <a:gd name="T27" fmla="*/ 1028 h 1055"/>
                              <a:gd name="T28" fmla="*/ 207 w 565"/>
                              <a:gd name="T29" fmla="*/ 1054 h 1055"/>
                              <a:gd name="T30" fmla="*/ 420 w 565"/>
                              <a:gd name="T31" fmla="*/ 978 h 1055"/>
                              <a:gd name="T32" fmla="*/ 401 w 565"/>
                              <a:gd name="T33" fmla="*/ 867 h 1055"/>
                              <a:gd name="T34" fmla="*/ 388 w 565"/>
                              <a:gd name="T35" fmla="*/ 783 h 1055"/>
                              <a:gd name="T36" fmla="*/ 382 w 565"/>
                              <a:gd name="T37" fmla="*/ 718 h 1055"/>
                              <a:gd name="T38" fmla="*/ 383 w 565"/>
                              <a:gd name="T39" fmla="*/ 661 h 1055"/>
                              <a:gd name="T40" fmla="*/ 391 w 565"/>
                              <a:gd name="T41" fmla="*/ 605 h 1055"/>
                              <a:gd name="T42" fmla="*/ 405 w 565"/>
                              <a:gd name="T43" fmla="*/ 539 h 1055"/>
                              <a:gd name="T44" fmla="*/ 426 w 565"/>
                              <a:gd name="T45" fmla="*/ 455 h 1055"/>
                              <a:gd name="T46" fmla="*/ 464 w 565"/>
                              <a:gd name="T47" fmla="*/ 340 h 1055"/>
                              <a:gd name="T48" fmla="*/ 477 w 565"/>
                              <a:gd name="T49" fmla="*/ 313 h 1055"/>
                              <a:gd name="T50" fmla="*/ 136 w 565"/>
                              <a:gd name="T51" fmla="*/ 313 h 1055"/>
                              <a:gd name="T52" fmla="*/ 119 w 565"/>
                              <a:gd name="T53" fmla="*/ 309 h 1055"/>
                              <a:gd name="T54" fmla="*/ 49 w 565"/>
                              <a:gd name="T55" fmla="*/ 262 h 1055"/>
                              <a:gd name="T56" fmla="*/ 19 w 565"/>
                              <a:gd name="T57" fmla="*/ 249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65" h="1055">
                                <a:moveTo>
                                  <a:pt x="19" y="249"/>
                                </a:moveTo>
                                <a:lnTo>
                                  <a:pt x="4" y="255"/>
                                </a:lnTo>
                                <a:lnTo>
                                  <a:pt x="5" y="274"/>
                                </a:lnTo>
                                <a:lnTo>
                                  <a:pt x="21" y="300"/>
                                </a:lnTo>
                                <a:lnTo>
                                  <a:pt x="53" y="329"/>
                                </a:lnTo>
                                <a:lnTo>
                                  <a:pt x="104" y="361"/>
                                </a:lnTo>
                                <a:lnTo>
                                  <a:pt x="165" y="404"/>
                                </a:lnTo>
                                <a:lnTo>
                                  <a:pt x="216" y="466"/>
                                </a:lnTo>
                                <a:lnTo>
                                  <a:pt x="239" y="558"/>
                                </a:lnTo>
                                <a:lnTo>
                                  <a:pt x="237" y="645"/>
                                </a:lnTo>
                                <a:lnTo>
                                  <a:pt x="231" y="751"/>
                                </a:lnTo>
                                <a:lnTo>
                                  <a:pt x="224" y="860"/>
                                </a:lnTo>
                                <a:lnTo>
                                  <a:pt x="216" y="958"/>
                                </a:lnTo>
                                <a:lnTo>
                                  <a:pt x="210" y="1028"/>
                                </a:lnTo>
                                <a:lnTo>
                                  <a:pt x="207" y="1054"/>
                                </a:lnTo>
                                <a:lnTo>
                                  <a:pt x="420" y="978"/>
                                </a:lnTo>
                                <a:lnTo>
                                  <a:pt x="401" y="867"/>
                                </a:lnTo>
                                <a:lnTo>
                                  <a:pt x="388" y="783"/>
                                </a:lnTo>
                                <a:lnTo>
                                  <a:pt x="382" y="718"/>
                                </a:lnTo>
                                <a:lnTo>
                                  <a:pt x="383" y="661"/>
                                </a:lnTo>
                                <a:lnTo>
                                  <a:pt x="391" y="605"/>
                                </a:lnTo>
                                <a:lnTo>
                                  <a:pt x="405" y="539"/>
                                </a:lnTo>
                                <a:lnTo>
                                  <a:pt x="426" y="455"/>
                                </a:lnTo>
                                <a:lnTo>
                                  <a:pt x="464" y="340"/>
                                </a:lnTo>
                                <a:lnTo>
                                  <a:pt x="477" y="313"/>
                                </a:lnTo>
                                <a:lnTo>
                                  <a:pt x="136" y="313"/>
                                </a:lnTo>
                                <a:lnTo>
                                  <a:pt x="119" y="309"/>
                                </a:lnTo>
                                <a:lnTo>
                                  <a:pt x="49" y="262"/>
                                </a:lnTo>
                                <a:lnTo>
                                  <a:pt x="19" y="249"/>
                                </a:lnTo>
                                <a:close/>
                              </a:path>
                            </a:pathLst>
                          </a:custGeom>
                          <a:solidFill>
                            <a:srgbClr val="BB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1470" y="933"/>
                            <a:ext cx="565" cy="1055"/>
                          </a:xfrm>
                          <a:custGeom>
                            <a:avLst/>
                            <a:gdLst>
                              <a:gd name="T0" fmla="*/ 18 w 565"/>
                              <a:gd name="T1" fmla="*/ 104 h 1055"/>
                              <a:gd name="T2" fmla="*/ 8 w 565"/>
                              <a:gd name="T3" fmla="*/ 109 h 1055"/>
                              <a:gd name="T4" fmla="*/ 0 w 565"/>
                              <a:gd name="T5" fmla="*/ 119 h 1055"/>
                              <a:gd name="T6" fmla="*/ 0 w 565"/>
                              <a:gd name="T7" fmla="*/ 138 h 1055"/>
                              <a:gd name="T8" fmla="*/ 14 w 565"/>
                              <a:gd name="T9" fmla="*/ 169 h 1055"/>
                              <a:gd name="T10" fmla="*/ 47 w 565"/>
                              <a:gd name="T11" fmla="*/ 210 h 1055"/>
                              <a:gd name="T12" fmla="*/ 89 w 565"/>
                              <a:gd name="T13" fmla="*/ 254 h 1055"/>
                              <a:gd name="T14" fmla="*/ 124 w 565"/>
                              <a:gd name="T15" fmla="*/ 292 h 1055"/>
                              <a:gd name="T16" fmla="*/ 136 w 565"/>
                              <a:gd name="T17" fmla="*/ 313 h 1055"/>
                              <a:gd name="T18" fmla="*/ 477 w 565"/>
                              <a:gd name="T19" fmla="*/ 313 h 1055"/>
                              <a:gd name="T20" fmla="*/ 502 w 565"/>
                              <a:gd name="T21" fmla="*/ 260 h 1055"/>
                              <a:gd name="T22" fmla="*/ 509 w 565"/>
                              <a:gd name="T23" fmla="*/ 249 h 1055"/>
                              <a:gd name="T24" fmla="*/ 373 w 565"/>
                              <a:gd name="T25" fmla="*/ 249 h 1055"/>
                              <a:gd name="T26" fmla="*/ 370 w 565"/>
                              <a:gd name="T27" fmla="*/ 246 h 1055"/>
                              <a:gd name="T28" fmla="*/ 169 w 565"/>
                              <a:gd name="T29" fmla="*/ 246 h 1055"/>
                              <a:gd name="T30" fmla="*/ 144 w 565"/>
                              <a:gd name="T31" fmla="*/ 227 h 1055"/>
                              <a:gd name="T32" fmla="*/ 46 w 565"/>
                              <a:gd name="T33" fmla="*/ 126 h 1055"/>
                              <a:gd name="T34" fmla="*/ 18 w 565"/>
                              <a:gd name="T35" fmla="*/ 104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65" h="1055">
                                <a:moveTo>
                                  <a:pt x="18" y="104"/>
                                </a:moveTo>
                                <a:lnTo>
                                  <a:pt x="8" y="109"/>
                                </a:lnTo>
                                <a:lnTo>
                                  <a:pt x="0" y="119"/>
                                </a:lnTo>
                                <a:lnTo>
                                  <a:pt x="0" y="138"/>
                                </a:lnTo>
                                <a:lnTo>
                                  <a:pt x="14" y="169"/>
                                </a:lnTo>
                                <a:lnTo>
                                  <a:pt x="47" y="210"/>
                                </a:lnTo>
                                <a:lnTo>
                                  <a:pt x="89" y="254"/>
                                </a:lnTo>
                                <a:lnTo>
                                  <a:pt x="124" y="292"/>
                                </a:lnTo>
                                <a:lnTo>
                                  <a:pt x="136" y="313"/>
                                </a:lnTo>
                                <a:lnTo>
                                  <a:pt x="477" y="313"/>
                                </a:lnTo>
                                <a:lnTo>
                                  <a:pt x="502" y="260"/>
                                </a:lnTo>
                                <a:lnTo>
                                  <a:pt x="509" y="249"/>
                                </a:lnTo>
                                <a:lnTo>
                                  <a:pt x="373" y="249"/>
                                </a:lnTo>
                                <a:lnTo>
                                  <a:pt x="370" y="246"/>
                                </a:lnTo>
                                <a:lnTo>
                                  <a:pt x="169" y="246"/>
                                </a:lnTo>
                                <a:lnTo>
                                  <a:pt x="144" y="227"/>
                                </a:lnTo>
                                <a:lnTo>
                                  <a:pt x="46" y="126"/>
                                </a:lnTo>
                                <a:lnTo>
                                  <a:pt x="18" y="104"/>
                                </a:lnTo>
                                <a:close/>
                              </a:path>
                            </a:pathLst>
                          </a:custGeom>
                          <a:solidFill>
                            <a:srgbClr val="BB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1470" y="933"/>
                            <a:ext cx="565" cy="1055"/>
                          </a:xfrm>
                          <a:custGeom>
                            <a:avLst/>
                            <a:gdLst>
                              <a:gd name="T0" fmla="*/ 533 w 565"/>
                              <a:gd name="T1" fmla="*/ 130 h 1055"/>
                              <a:gd name="T2" fmla="*/ 513 w 565"/>
                              <a:gd name="T3" fmla="*/ 141 h 1055"/>
                              <a:gd name="T4" fmla="*/ 497 w 565"/>
                              <a:gd name="T5" fmla="*/ 161 h 1055"/>
                              <a:gd name="T6" fmla="*/ 479 w 565"/>
                              <a:gd name="T7" fmla="*/ 190 h 1055"/>
                              <a:gd name="T8" fmla="*/ 449 w 565"/>
                              <a:gd name="T9" fmla="*/ 221 h 1055"/>
                              <a:gd name="T10" fmla="*/ 412 w 565"/>
                              <a:gd name="T11" fmla="*/ 245 h 1055"/>
                              <a:gd name="T12" fmla="*/ 373 w 565"/>
                              <a:gd name="T13" fmla="*/ 249 h 1055"/>
                              <a:gd name="T14" fmla="*/ 509 w 565"/>
                              <a:gd name="T15" fmla="*/ 249 h 1055"/>
                              <a:gd name="T16" fmla="*/ 535 w 565"/>
                              <a:gd name="T17" fmla="*/ 207 h 1055"/>
                              <a:gd name="T18" fmla="*/ 558 w 565"/>
                              <a:gd name="T19" fmla="*/ 172 h 1055"/>
                              <a:gd name="T20" fmla="*/ 564 w 565"/>
                              <a:gd name="T21" fmla="*/ 149 h 1055"/>
                              <a:gd name="T22" fmla="*/ 552 w 565"/>
                              <a:gd name="T23" fmla="*/ 132 h 1055"/>
                              <a:gd name="T24" fmla="*/ 533 w 565"/>
                              <a:gd name="T25" fmla="*/ 130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65" h="1055">
                                <a:moveTo>
                                  <a:pt x="533" y="130"/>
                                </a:moveTo>
                                <a:lnTo>
                                  <a:pt x="513" y="141"/>
                                </a:lnTo>
                                <a:lnTo>
                                  <a:pt x="497" y="161"/>
                                </a:lnTo>
                                <a:lnTo>
                                  <a:pt x="479" y="190"/>
                                </a:lnTo>
                                <a:lnTo>
                                  <a:pt x="449" y="221"/>
                                </a:lnTo>
                                <a:lnTo>
                                  <a:pt x="412" y="245"/>
                                </a:lnTo>
                                <a:lnTo>
                                  <a:pt x="373" y="249"/>
                                </a:lnTo>
                                <a:lnTo>
                                  <a:pt x="509" y="249"/>
                                </a:lnTo>
                                <a:lnTo>
                                  <a:pt x="535" y="207"/>
                                </a:lnTo>
                                <a:lnTo>
                                  <a:pt x="558" y="172"/>
                                </a:lnTo>
                                <a:lnTo>
                                  <a:pt x="564" y="149"/>
                                </a:lnTo>
                                <a:lnTo>
                                  <a:pt x="552" y="132"/>
                                </a:lnTo>
                                <a:lnTo>
                                  <a:pt x="533" y="130"/>
                                </a:lnTo>
                                <a:close/>
                              </a:path>
                            </a:pathLst>
                          </a:custGeom>
                          <a:solidFill>
                            <a:srgbClr val="BB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1470" y="933"/>
                            <a:ext cx="565" cy="1055"/>
                          </a:xfrm>
                          <a:custGeom>
                            <a:avLst/>
                            <a:gdLst>
                              <a:gd name="T0" fmla="*/ 103 w 565"/>
                              <a:gd name="T1" fmla="*/ 22 h 1055"/>
                              <a:gd name="T2" fmla="*/ 87 w 565"/>
                              <a:gd name="T3" fmla="*/ 25 h 1055"/>
                              <a:gd name="T4" fmla="*/ 79 w 565"/>
                              <a:gd name="T5" fmla="*/ 37 h 1055"/>
                              <a:gd name="T6" fmla="*/ 92 w 565"/>
                              <a:gd name="T7" fmla="*/ 74 h 1055"/>
                              <a:gd name="T8" fmla="*/ 157 w 565"/>
                              <a:gd name="T9" fmla="*/ 212 h 1055"/>
                              <a:gd name="T10" fmla="*/ 169 w 565"/>
                              <a:gd name="T11" fmla="*/ 246 h 1055"/>
                              <a:gd name="T12" fmla="*/ 370 w 565"/>
                              <a:gd name="T13" fmla="*/ 246 h 1055"/>
                              <a:gd name="T14" fmla="*/ 340 w 565"/>
                              <a:gd name="T15" fmla="*/ 208 h 1055"/>
                              <a:gd name="T16" fmla="*/ 339 w 565"/>
                              <a:gd name="T17" fmla="*/ 204 h 1055"/>
                              <a:gd name="T18" fmla="*/ 255 w 565"/>
                              <a:gd name="T19" fmla="*/ 204 h 1055"/>
                              <a:gd name="T20" fmla="*/ 229 w 565"/>
                              <a:gd name="T21" fmla="*/ 201 h 1055"/>
                              <a:gd name="T22" fmla="*/ 193 w 565"/>
                              <a:gd name="T23" fmla="*/ 163 h 1055"/>
                              <a:gd name="T24" fmla="*/ 156 w 565"/>
                              <a:gd name="T25" fmla="*/ 97 h 1055"/>
                              <a:gd name="T26" fmla="*/ 126 w 565"/>
                              <a:gd name="T27" fmla="*/ 41 h 1055"/>
                              <a:gd name="T28" fmla="*/ 103 w 565"/>
                              <a:gd name="T29" fmla="*/ 22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65" h="1055">
                                <a:moveTo>
                                  <a:pt x="103" y="22"/>
                                </a:moveTo>
                                <a:lnTo>
                                  <a:pt x="87" y="25"/>
                                </a:lnTo>
                                <a:lnTo>
                                  <a:pt x="79" y="37"/>
                                </a:lnTo>
                                <a:lnTo>
                                  <a:pt x="92" y="74"/>
                                </a:lnTo>
                                <a:lnTo>
                                  <a:pt x="157" y="212"/>
                                </a:lnTo>
                                <a:lnTo>
                                  <a:pt x="169" y="246"/>
                                </a:lnTo>
                                <a:lnTo>
                                  <a:pt x="370" y="246"/>
                                </a:lnTo>
                                <a:lnTo>
                                  <a:pt x="340" y="208"/>
                                </a:lnTo>
                                <a:lnTo>
                                  <a:pt x="339" y="204"/>
                                </a:lnTo>
                                <a:lnTo>
                                  <a:pt x="255" y="204"/>
                                </a:lnTo>
                                <a:lnTo>
                                  <a:pt x="229" y="201"/>
                                </a:lnTo>
                                <a:lnTo>
                                  <a:pt x="193" y="163"/>
                                </a:lnTo>
                                <a:lnTo>
                                  <a:pt x="156" y="97"/>
                                </a:lnTo>
                                <a:lnTo>
                                  <a:pt x="126" y="41"/>
                                </a:lnTo>
                                <a:lnTo>
                                  <a:pt x="103" y="22"/>
                                </a:lnTo>
                                <a:close/>
                              </a:path>
                            </a:pathLst>
                          </a:custGeom>
                          <a:solidFill>
                            <a:srgbClr val="BB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1470" y="933"/>
                            <a:ext cx="565" cy="1055"/>
                          </a:xfrm>
                          <a:custGeom>
                            <a:avLst/>
                            <a:gdLst>
                              <a:gd name="T0" fmla="*/ 272 w 565"/>
                              <a:gd name="T1" fmla="*/ 0 h 1055"/>
                              <a:gd name="T2" fmla="*/ 252 w 565"/>
                              <a:gd name="T3" fmla="*/ 4 h 1055"/>
                              <a:gd name="T4" fmla="*/ 246 w 565"/>
                              <a:gd name="T5" fmla="*/ 41 h 1055"/>
                              <a:gd name="T6" fmla="*/ 250 w 565"/>
                              <a:gd name="T7" fmla="*/ 98 h 1055"/>
                              <a:gd name="T8" fmla="*/ 259 w 565"/>
                              <a:gd name="T9" fmla="*/ 163 h 1055"/>
                              <a:gd name="T10" fmla="*/ 255 w 565"/>
                              <a:gd name="T11" fmla="*/ 204 h 1055"/>
                              <a:gd name="T12" fmla="*/ 339 w 565"/>
                              <a:gd name="T13" fmla="*/ 204 h 1055"/>
                              <a:gd name="T14" fmla="*/ 317 w 565"/>
                              <a:gd name="T15" fmla="*/ 128 h 1055"/>
                              <a:gd name="T16" fmla="*/ 296 w 565"/>
                              <a:gd name="T17" fmla="*/ 46 h 1055"/>
                              <a:gd name="T18" fmla="*/ 272 w 565"/>
                              <a:gd name="T19" fmla="*/ 0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65" h="1055">
                                <a:moveTo>
                                  <a:pt x="272" y="0"/>
                                </a:moveTo>
                                <a:lnTo>
                                  <a:pt x="252" y="4"/>
                                </a:lnTo>
                                <a:lnTo>
                                  <a:pt x="246" y="41"/>
                                </a:lnTo>
                                <a:lnTo>
                                  <a:pt x="250" y="98"/>
                                </a:lnTo>
                                <a:lnTo>
                                  <a:pt x="259" y="163"/>
                                </a:lnTo>
                                <a:lnTo>
                                  <a:pt x="255" y="204"/>
                                </a:lnTo>
                                <a:lnTo>
                                  <a:pt x="339" y="204"/>
                                </a:lnTo>
                                <a:lnTo>
                                  <a:pt x="317" y="128"/>
                                </a:lnTo>
                                <a:lnTo>
                                  <a:pt x="296" y="46"/>
                                </a:lnTo>
                                <a:lnTo>
                                  <a:pt x="272" y="0"/>
                                </a:lnTo>
                                <a:close/>
                              </a:path>
                            </a:pathLst>
                          </a:custGeom>
                          <a:solidFill>
                            <a:srgbClr val="BB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1" name="Freeform 21"/>
                      <wps:cNvSpPr>
                        <a:spLocks/>
                      </wps:cNvSpPr>
                      <wps:spPr bwMode="auto">
                        <a:xfrm>
                          <a:off x="1605" y="575"/>
                          <a:ext cx="214" cy="314"/>
                        </a:xfrm>
                        <a:custGeom>
                          <a:avLst/>
                          <a:gdLst>
                            <a:gd name="T0" fmla="*/ 44 w 214"/>
                            <a:gd name="T1" fmla="*/ 0 h 314"/>
                            <a:gd name="T2" fmla="*/ 36 w 214"/>
                            <a:gd name="T3" fmla="*/ 14 h 314"/>
                            <a:gd name="T4" fmla="*/ 20 w 214"/>
                            <a:gd name="T5" fmla="*/ 54 h 314"/>
                            <a:gd name="T6" fmla="*/ 4 w 214"/>
                            <a:gd name="T7" fmla="*/ 112 h 314"/>
                            <a:gd name="T8" fmla="*/ 0 w 214"/>
                            <a:gd name="T9" fmla="*/ 183 h 314"/>
                            <a:gd name="T10" fmla="*/ 5 w 214"/>
                            <a:gd name="T11" fmla="*/ 240 h 314"/>
                            <a:gd name="T12" fmla="*/ 18 w 214"/>
                            <a:gd name="T13" fmla="*/ 273 h 314"/>
                            <a:gd name="T14" fmla="*/ 50 w 214"/>
                            <a:gd name="T15" fmla="*/ 293 h 314"/>
                            <a:gd name="T16" fmla="*/ 111 w 214"/>
                            <a:gd name="T17" fmla="*/ 313 h 314"/>
                            <a:gd name="T18" fmla="*/ 172 w 214"/>
                            <a:gd name="T19" fmla="*/ 240 h 314"/>
                            <a:gd name="T20" fmla="*/ 207 w 214"/>
                            <a:gd name="T21" fmla="*/ 188 h 314"/>
                            <a:gd name="T22" fmla="*/ 213 w 214"/>
                            <a:gd name="T23" fmla="*/ 146 h 314"/>
                            <a:gd name="T24" fmla="*/ 190 w 214"/>
                            <a:gd name="T25" fmla="*/ 106 h 314"/>
                            <a:gd name="T26" fmla="*/ 134 w 214"/>
                            <a:gd name="T27" fmla="*/ 60 h 314"/>
                            <a:gd name="T28" fmla="*/ 44 w 214"/>
                            <a:gd name="T29" fmla="*/ 0 h 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4" h="314">
                              <a:moveTo>
                                <a:pt x="44" y="0"/>
                              </a:moveTo>
                              <a:lnTo>
                                <a:pt x="36" y="14"/>
                              </a:lnTo>
                              <a:lnTo>
                                <a:pt x="20" y="54"/>
                              </a:lnTo>
                              <a:lnTo>
                                <a:pt x="4" y="112"/>
                              </a:lnTo>
                              <a:lnTo>
                                <a:pt x="0" y="183"/>
                              </a:lnTo>
                              <a:lnTo>
                                <a:pt x="5" y="240"/>
                              </a:lnTo>
                              <a:lnTo>
                                <a:pt x="18" y="273"/>
                              </a:lnTo>
                              <a:lnTo>
                                <a:pt x="50" y="293"/>
                              </a:lnTo>
                              <a:lnTo>
                                <a:pt x="111" y="313"/>
                              </a:lnTo>
                              <a:lnTo>
                                <a:pt x="172" y="240"/>
                              </a:lnTo>
                              <a:lnTo>
                                <a:pt x="207" y="188"/>
                              </a:lnTo>
                              <a:lnTo>
                                <a:pt x="213" y="146"/>
                              </a:lnTo>
                              <a:lnTo>
                                <a:pt x="190" y="106"/>
                              </a:lnTo>
                              <a:lnTo>
                                <a:pt x="134" y="60"/>
                              </a:lnTo>
                              <a:lnTo>
                                <a:pt x="44"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1404" y="687"/>
                          <a:ext cx="170" cy="223"/>
                        </a:xfrm>
                        <a:custGeom>
                          <a:avLst/>
                          <a:gdLst>
                            <a:gd name="T0" fmla="*/ 6 w 170"/>
                            <a:gd name="T1" fmla="*/ 0 h 223"/>
                            <a:gd name="T2" fmla="*/ 3 w 170"/>
                            <a:gd name="T3" fmla="*/ 12 h 223"/>
                            <a:gd name="T4" fmla="*/ 0 w 170"/>
                            <a:gd name="T5" fmla="*/ 46 h 223"/>
                            <a:gd name="T6" fmla="*/ 1 w 170"/>
                            <a:gd name="T7" fmla="*/ 94 h 223"/>
                            <a:gd name="T8" fmla="*/ 12 w 170"/>
                            <a:gd name="T9" fmla="*/ 148 h 223"/>
                            <a:gd name="T10" fmla="*/ 29 w 170"/>
                            <a:gd name="T11" fmla="*/ 190 h 223"/>
                            <a:gd name="T12" fmla="*/ 46 w 170"/>
                            <a:gd name="T13" fmla="*/ 212 h 223"/>
                            <a:gd name="T14" fmla="*/ 74 w 170"/>
                            <a:gd name="T15" fmla="*/ 221 h 223"/>
                            <a:gd name="T16" fmla="*/ 124 w 170"/>
                            <a:gd name="T17" fmla="*/ 222 h 223"/>
                            <a:gd name="T18" fmla="*/ 158 w 170"/>
                            <a:gd name="T19" fmla="*/ 144 h 223"/>
                            <a:gd name="T20" fmla="*/ 169 w 170"/>
                            <a:gd name="T21" fmla="*/ 92 h 223"/>
                            <a:gd name="T22" fmla="*/ 151 w 170"/>
                            <a:gd name="T23" fmla="*/ 59 h 223"/>
                            <a:gd name="T24" fmla="*/ 99 w 170"/>
                            <a:gd name="T25" fmla="*/ 31 h 223"/>
                            <a:gd name="T26" fmla="*/ 6 w 170"/>
                            <a:gd name="T27" fmla="*/ 0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70" h="223">
                              <a:moveTo>
                                <a:pt x="6" y="0"/>
                              </a:moveTo>
                              <a:lnTo>
                                <a:pt x="3" y="12"/>
                              </a:lnTo>
                              <a:lnTo>
                                <a:pt x="0" y="46"/>
                              </a:lnTo>
                              <a:lnTo>
                                <a:pt x="1" y="94"/>
                              </a:lnTo>
                              <a:lnTo>
                                <a:pt x="12" y="148"/>
                              </a:lnTo>
                              <a:lnTo>
                                <a:pt x="29" y="190"/>
                              </a:lnTo>
                              <a:lnTo>
                                <a:pt x="46" y="212"/>
                              </a:lnTo>
                              <a:lnTo>
                                <a:pt x="74" y="221"/>
                              </a:lnTo>
                              <a:lnTo>
                                <a:pt x="124" y="222"/>
                              </a:lnTo>
                              <a:lnTo>
                                <a:pt x="158" y="144"/>
                              </a:lnTo>
                              <a:lnTo>
                                <a:pt x="169" y="92"/>
                              </a:lnTo>
                              <a:lnTo>
                                <a:pt x="151" y="59"/>
                              </a:lnTo>
                              <a:lnTo>
                                <a:pt x="99" y="31"/>
                              </a:lnTo>
                              <a:lnTo>
                                <a:pt x="6"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1784" y="463"/>
                          <a:ext cx="183" cy="243"/>
                        </a:xfrm>
                        <a:custGeom>
                          <a:avLst/>
                          <a:gdLst>
                            <a:gd name="T0" fmla="*/ 120 w 183"/>
                            <a:gd name="T1" fmla="*/ 0 h 243"/>
                            <a:gd name="T2" fmla="*/ 109 w 183"/>
                            <a:gd name="T3" fmla="*/ 7 h 243"/>
                            <a:gd name="T4" fmla="*/ 83 w 183"/>
                            <a:gd name="T5" fmla="*/ 28 h 243"/>
                            <a:gd name="T6" fmla="*/ 50 w 183"/>
                            <a:gd name="T7" fmla="*/ 63 h 243"/>
                            <a:gd name="T8" fmla="*/ 21 w 183"/>
                            <a:gd name="T9" fmla="*/ 110 h 243"/>
                            <a:gd name="T10" fmla="*/ 3 w 183"/>
                            <a:gd name="T11" fmla="*/ 152 h 243"/>
                            <a:gd name="T12" fmla="*/ 0 w 183"/>
                            <a:gd name="T13" fmla="*/ 179 h 243"/>
                            <a:gd name="T14" fmla="*/ 14 w 183"/>
                            <a:gd name="T15" fmla="*/ 205 h 243"/>
                            <a:gd name="T16" fmla="*/ 48 w 183"/>
                            <a:gd name="T17" fmla="*/ 242 h 243"/>
                            <a:gd name="T18" fmla="*/ 128 w 183"/>
                            <a:gd name="T19" fmla="*/ 209 h 243"/>
                            <a:gd name="T20" fmla="*/ 171 w 183"/>
                            <a:gd name="T21" fmla="*/ 180 h 243"/>
                            <a:gd name="T22" fmla="*/ 182 w 183"/>
                            <a:gd name="T23" fmla="*/ 143 h 243"/>
                            <a:gd name="T24" fmla="*/ 164 w 183"/>
                            <a:gd name="T25" fmla="*/ 87 h 243"/>
                            <a:gd name="T26" fmla="*/ 120 w 183"/>
                            <a:gd name="T27" fmla="*/ 0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83" h="243">
                              <a:moveTo>
                                <a:pt x="120" y="0"/>
                              </a:moveTo>
                              <a:lnTo>
                                <a:pt x="109" y="7"/>
                              </a:lnTo>
                              <a:lnTo>
                                <a:pt x="83" y="28"/>
                              </a:lnTo>
                              <a:lnTo>
                                <a:pt x="50" y="63"/>
                              </a:lnTo>
                              <a:lnTo>
                                <a:pt x="21" y="110"/>
                              </a:lnTo>
                              <a:lnTo>
                                <a:pt x="3" y="152"/>
                              </a:lnTo>
                              <a:lnTo>
                                <a:pt x="0" y="179"/>
                              </a:lnTo>
                              <a:lnTo>
                                <a:pt x="14" y="205"/>
                              </a:lnTo>
                              <a:lnTo>
                                <a:pt x="48" y="242"/>
                              </a:lnTo>
                              <a:lnTo>
                                <a:pt x="128" y="209"/>
                              </a:lnTo>
                              <a:lnTo>
                                <a:pt x="171" y="180"/>
                              </a:lnTo>
                              <a:lnTo>
                                <a:pt x="182" y="143"/>
                              </a:lnTo>
                              <a:lnTo>
                                <a:pt x="164" y="87"/>
                              </a:lnTo>
                              <a:lnTo>
                                <a:pt x="12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306" y="877"/>
                          <a:ext cx="158" cy="158"/>
                        </a:xfrm>
                        <a:custGeom>
                          <a:avLst/>
                          <a:gdLst>
                            <a:gd name="T0" fmla="*/ 0 w 158"/>
                            <a:gd name="T1" fmla="*/ 0 h 158"/>
                            <a:gd name="T2" fmla="*/ 1 w 158"/>
                            <a:gd name="T3" fmla="*/ 10 h 158"/>
                            <a:gd name="T4" fmla="*/ 6 w 158"/>
                            <a:gd name="T5" fmla="*/ 38 h 158"/>
                            <a:gd name="T6" fmla="*/ 19 w 158"/>
                            <a:gd name="T7" fmla="*/ 75 h 158"/>
                            <a:gd name="T8" fmla="*/ 42 w 158"/>
                            <a:gd name="T9" fmla="*/ 115 h 158"/>
                            <a:gd name="T10" fmla="*/ 66 w 158"/>
                            <a:gd name="T11" fmla="*/ 144 h 158"/>
                            <a:gd name="T12" fmla="*/ 85 w 158"/>
                            <a:gd name="T13" fmla="*/ 157 h 158"/>
                            <a:gd name="T14" fmla="*/ 110 w 158"/>
                            <a:gd name="T15" fmla="*/ 156 h 158"/>
                            <a:gd name="T16" fmla="*/ 150 w 158"/>
                            <a:gd name="T17" fmla="*/ 145 h 158"/>
                            <a:gd name="T18" fmla="*/ 157 w 158"/>
                            <a:gd name="T19" fmla="*/ 61 h 158"/>
                            <a:gd name="T20" fmla="*/ 143 w 158"/>
                            <a:gd name="T21" fmla="*/ 18 h 158"/>
                            <a:gd name="T22" fmla="*/ 96 w 158"/>
                            <a:gd name="T23" fmla="*/ 2 h 158"/>
                            <a:gd name="T24" fmla="*/ 0 w 158"/>
                            <a:gd name="T25" fmla="*/ 0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58" h="158">
                              <a:moveTo>
                                <a:pt x="0" y="0"/>
                              </a:moveTo>
                              <a:lnTo>
                                <a:pt x="1" y="10"/>
                              </a:lnTo>
                              <a:lnTo>
                                <a:pt x="6" y="38"/>
                              </a:lnTo>
                              <a:lnTo>
                                <a:pt x="19" y="75"/>
                              </a:lnTo>
                              <a:lnTo>
                                <a:pt x="42" y="115"/>
                              </a:lnTo>
                              <a:lnTo>
                                <a:pt x="66" y="144"/>
                              </a:lnTo>
                              <a:lnTo>
                                <a:pt x="85" y="157"/>
                              </a:lnTo>
                              <a:lnTo>
                                <a:pt x="110" y="156"/>
                              </a:lnTo>
                              <a:lnTo>
                                <a:pt x="150" y="145"/>
                              </a:lnTo>
                              <a:lnTo>
                                <a:pt x="157" y="61"/>
                              </a:lnTo>
                              <a:lnTo>
                                <a:pt x="143" y="18"/>
                              </a:lnTo>
                              <a:lnTo>
                                <a:pt x="96" y="2"/>
                              </a:lnTo>
                              <a:lnTo>
                                <a:pt x="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260" y="1070"/>
                          <a:ext cx="200" cy="151"/>
                        </a:xfrm>
                        <a:custGeom>
                          <a:avLst/>
                          <a:gdLst>
                            <a:gd name="T0" fmla="*/ 136 w 200"/>
                            <a:gd name="T1" fmla="*/ 0 h 151"/>
                            <a:gd name="T2" fmla="*/ 87 w 200"/>
                            <a:gd name="T3" fmla="*/ 6 h 151"/>
                            <a:gd name="T4" fmla="*/ 0 w 200"/>
                            <a:gd name="T5" fmla="*/ 47 h 151"/>
                            <a:gd name="T6" fmla="*/ 5 w 200"/>
                            <a:gd name="T7" fmla="*/ 56 h 151"/>
                            <a:gd name="T8" fmla="*/ 23 w 200"/>
                            <a:gd name="T9" fmla="*/ 78 h 151"/>
                            <a:gd name="T10" fmla="*/ 51 w 200"/>
                            <a:gd name="T11" fmla="*/ 106 h 151"/>
                            <a:gd name="T12" fmla="*/ 89 w 200"/>
                            <a:gd name="T13" fmla="*/ 131 h 151"/>
                            <a:gd name="T14" fmla="*/ 124 w 200"/>
                            <a:gd name="T15" fmla="*/ 147 h 151"/>
                            <a:gd name="T16" fmla="*/ 147 w 200"/>
                            <a:gd name="T17" fmla="*/ 150 h 151"/>
                            <a:gd name="T18" fmla="*/ 168 w 200"/>
                            <a:gd name="T19" fmla="*/ 138 h 151"/>
                            <a:gd name="T20" fmla="*/ 199 w 200"/>
                            <a:gd name="T21" fmla="*/ 110 h 151"/>
                            <a:gd name="T22" fmla="*/ 168 w 200"/>
                            <a:gd name="T23" fmla="*/ 32 h 151"/>
                            <a:gd name="T24" fmla="*/ 136 w 200"/>
                            <a:gd name="T25" fmla="*/ 0 h 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00" h="151">
                              <a:moveTo>
                                <a:pt x="136" y="0"/>
                              </a:moveTo>
                              <a:lnTo>
                                <a:pt x="87" y="6"/>
                              </a:lnTo>
                              <a:lnTo>
                                <a:pt x="0" y="47"/>
                              </a:lnTo>
                              <a:lnTo>
                                <a:pt x="5" y="56"/>
                              </a:lnTo>
                              <a:lnTo>
                                <a:pt x="23" y="78"/>
                              </a:lnTo>
                              <a:lnTo>
                                <a:pt x="51" y="106"/>
                              </a:lnTo>
                              <a:lnTo>
                                <a:pt x="89" y="131"/>
                              </a:lnTo>
                              <a:lnTo>
                                <a:pt x="124" y="147"/>
                              </a:lnTo>
                              <a:lnTo>
                                <a:pt x="147" y="150"/>
                              </a:lnTo>
                              <a:lnTo>
                                <a:pt x="168" y="138"/>
                              </a:lnTo>
                              <a:lnTo>
                                <a:pt x="199" y="110"/>
                              </a:lnTo>
                              <a:lnTo>
                                <a:pt x="168" y="32"/>
                              </a:lnTo>
                              <a:lnTo>
                                <a:pt x="136"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1303" y="1241"/>
                          <a:ext cx="197" cy="137"/>
                        </a:xfrm>
                        <a:custGeom>
                          <a:avLst/>
                          <a:gdLst>
                            <a:gd name="T0" fmla="*/ 79 w 197"/>
                            <a:gd name="T1" fmla="*/ 0 h 137"/>
                            <a:gd name="T2" fmla="*/ 43 w 197"/>
                            <a:gd name="T3" fmla="*/ 35 h 137"/>
                            <a:gd name="T4" fmla="*/ 0 w 197"/>
                            <a:gd name="T5" fmla="*/ 121 h 137"/>
                            <a:gd name="T6" fmla="*/ 10 w 197"/>
                            <a:gd name="T7" fmla="*/ 125 h 137"/>
                            <a:gd name="T8" fmla="*/ 37 w 197"/>
                            <a:gd name="T9" fmla="*/ 131 h 137"/>
                            <a:gd name="T10" fmla="*/ 76 w 197"/>
                            <a:gd name="T11" fmla="*/ 136 h 137"/>
                            <a:gd name="T12" fmla="*/ 122 w 197"/>
                            <a:gd name="T13" fmla="*/ 132 h 137"/>
                            <a:gd name="T14" fmla="*/ 159 w 197"/>
                            <a:gd name="T15" fmla="*/ 124 h 137"/>
                            <a:gd name="T16" fmla="*/ 179 w 197"/>
                            <a:gd name="T17" fmla="*/ 112 h 137"/>
                            <a:gd name="T18" fmla="*/ 189 w 197"/>
                            <a:gd name="T19" fmla="*/ 90 h 137"/>
                            <a:gd name="T20" fmla="*/ 196 w 197"/>
                            <a:gd name="T21" fmla="*/ 49 h 137"/>
                            <a:gd name="T22" fmla="*/ 123 w 197"/>
                            <a:gd name="T23" fmla="*/ 6 h 137"/>
                            <a:gd name="T24" fmla="*/ 79 w 197"/>
                            <a:gd name="T25" fmla="*/ 0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7" h="137">
                              <a:moveTo>
                                <a:pt x="79" y="0"/>
                              </a:moveTo>
                              <a:lnTo>
                                <a:pt x="43" y="35"/>
                              </a:lnTo>
                              <a:lnTo>
                                <a:pt x="0" y="121"/>
                              </a:lnTo>
                              <a:lnTo>
                                <a:pt x="10" y="125"/>
                              </a:lnTo>
                              <a:lnTo>
                                <a:pt x="37" y="131"/>
                              </a:lnTo>
                              <a:lnTo>
                                <a:pt x="76" y="136"/>
                              </a:lnTo>
                              <a:lnTo>
                                <a:pt x="122" y="132"/>
                              </a:lnTo>
                              <a:lnTo>
                                <a:pt x="159" y="124"/>
                              </a:lnTo>
                              <a:lnTo>
                                <a:pt x="179" y="112"/>
                              </a:lnTo>
                              <a:lnTo>
                                <a:pt x="189" y="90"/>
                              </a:lnTo>
                              <a:lnTo>
                                <a:pt x="196" y="49"/>
                              </a:lnTo>
                              <a:lnTo>
                                <a:pt x="123" y="6"/>
                              </a:lnTo>
                              <a:lnTo>
                                <a:pt x="79"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1126" y="1183"/>
                          <a:ext cx="200" cy="137"/>
                        </a:xfrm>
                        <a:custGeom>
                          <a:avLst/>
                          <a:gdLst>
                            <a:gd name="T0" fmla="*/ 85 w 200"/>
                            <a:gd name="T1" fmla="*/ 0 h 137"/>
                            <a:gd name="T2" fmla="*/ 48 w 200"/>
                            <a:gd name="T3" fmla="*/ 34 h 137"/>
                            <a:gd name="T4" fmla="*/ 0 w 200"/>
                            <a:gd name="T5" fmla="*/ 117 h 137"/>
                            <a:gd name="T6" fmla="*/ 10 w 200"/>
                            <a:gd name="T7" fmla="*/ 121 h 137"/>
                            <a:gd name="T8" fmla="*/ 36 w 200"/>
                            <a:gd name="T9" fmla="*/ 129 h 137"/>
                            <a:gd name="T10" fmla="*/ 75 w 200"/>
                            <a:gd name="T11" fmla="*/ 136 h 137"/>
                            <a:gd name="T12" fmla="*/ 121 w 200"/>
                            <a:gd name="T13" fmla="*/ 134 h 137"/>
                            <a:gd name="T14" fmla="*/ 158 w 200"/>
                            <a:gd name="T15" fmla="*/ 128 h 137"/>
                            <a:gd name="T16" fmla="*/ 179 w 200"/>
                            <a:gd name="T17" fmla="*/ 117 h 137"/>
                            <a:gd name="T18" fmla="*/ 190 w 200"/>
                            <a:gd name="T19" fmla="*/ 95 h 137"/>
                            <a:gd name="T20" fmla="*/ 199 w 200"/>
                            <a:gd name="T21" fmla="*/ 55 h 137"/>
                            <a:gd name="T22" fmla="*/ 129 w 200"/>
                            <a:gd name="T23" fmla="*/ 8 h 137"/>
                            <a:gd name="T24" fmla="*/ 85 w 200"/>
                            <a:gd name="T25" fmla="*/ 0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00" h="137">
                              <a:moveTo>
                                <a:pt x="85" y="0"/>
                              </a:moveTo>
                              <a:lnTo>
                                <a:pt x="48" y="34"/>
                              </a:lnTo>
                              <a:lnTo>
                                <a:pt x="0" y="117"/>
                              </a:lnTo>
                              <a:lnTo>
                                <a:pt x="10" y="121"/>
                              </a:lnTo>
                              <a:lnTo>
                                <a:pt x="36" y="129"/>
                              </a:lnTo>
                              <a:lnTo>
                                <a:pt x="75" y="136"/>
                              </a:lnTo>
                              <a:lnTo>
                                <a:pt x="121" y="134"/>
                              </a:lnTo>
                              <a:lnTo>
                                <a:pt x="158" y="128"/>
                              </a:lnTo>
                              <a:lnTo>
                                <a:pt x="179" y="117"/>
                              </a:lnTo>
                              <a:lnTo>
                                <a:pt x="190" y="95"/>
                              </a:lnTo>
                              <a:lnTo>
                                <a:pt x="199" y="55"/>
                              </a:lnTo>
                              <a:lnTo>
                                <a:pt x="129" y="8"/>
                              </a:lnTo>
                              <a:lnTo>
                                <a:pt x="85"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1142" y="928"/>
                          <a:ext cx="202" cy="150"/>
                        </a:xfrm>
                        <a:custGeom>
                          <a:avLst/>
                          <a:gdLst>
                            <a:gd name="T0" fmla="*/ 135 w 202"/>
                            <a:gd name="T1" fmla="*/ 0 h 150"/>
                            <a:gd name="T2" fmla="*/ 85 w 202"/>
                            <a:gd name="T3" fmla="*/ 8 h 150"/>
                            <a:gd name="T4" fmla="*/ 0 w 202"/>
                            <a:gd name="T5" fmla="*/ 52 h 150"/>
                            <a:gd name="T6" fmla="*/ 6 w 202"/>
                            <a:gd name="T7" fmla="*/ 61 h 150"/>
                            <a:gd name="T8" fmla="*/ 24 w 202"/>
                            <a:gd name="T9" fmla="*/ 83 h 150"/>
                            <a:gd name="T10" fmla="*/ 53 w 202"/>
                            <a:gd name="T11" fmla="*/ 109 h 150"/>
                            <a:gd name="T12" fmla="*/ 92 w 202"/>
                            <a:gd name="T13" fmla="*/ 133 h 150"/>
                            <a:gd name="T14" fmla="*/ 127 w 202"/>
                            <a:gd name="T15" fmla="*/ 147 h 150"/>
                            <a:gd name="T16" fmla="*/ 150 w 202"/>
                            <a:gd name="T17" fmla="*/ 149 h 150"/>
                            <a:gd name="T18" fmla="*/ 171 w 202"/>
                            <a:gd name="T19" fmla="*/ 137 h 150"/>
                            <a:gd name="T20" fmla="*/ 201 w 202"/>
                            <a:gd name="T21" fmla="*/ 108 h 150"/>
                            <a:gd name="T22" fmla="*/ 167 w 202"/>
                            <a:gd name="T23" fmla="*/ 31 h 150"/>
                            <a:gd name="T24" fmla="*/ 135 w 202"/>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02" h="150">
                              <a:moveTo>
                                <a:pt x="135" y="0"/>
                              </a:moveTo>
                              <a:lnTo>
                                <a:pt x="85" y="8"/>
                              </a:lnTo>
                              <a:lnTo>
                                <a:pt x="0" y="52"/>
                              </a:lnTo>
                              <a:lnTo>
                                <a:pt x="6" y="61"/>
                              </a:lnTo>
                              <a:lnTo>
                                <a:pt x="24" y="83"/>
                              </a:lnTo>
                              <a:lnTo>
                                <a:pt x="53" y="109"/>
                              </a:lnTo>
                              <a:lnTo>
                                <a:pt x="92" y="133"/>
                              </a:lnTo>
                              <a:lnTo>
                                <a:pt x="127" y="147"/>
                              </a:lnTo>
                              <a:lnTo>
                                <a:pt x="150" y="149"/>
                              </a:lnTo>
                              <a:lnTo>
                                <a:pt x="171" y="137"/>
                              </a:lnTo>
                              <a:lnTo>
                                <a:pt x="201" y="108"/>
                              </a:lnTo>
                              <a:lnTo>
                                <a:pt x="167" y="31"/>
                              </a:lnTo>
                              <a:lnTo>
                                <a:pt x="135"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1068" y="1063"/>
                          <a:ext cx="173" cy="119"/>
                        </a:xfrm>
                        <a:custGeom>
                          <a:avLst/>
                          <a:gdLst>
                            <a:gd name="T0" fmla="*/ 93 w 173"/>
                            <a:gd name="T1" fmla="*/ 0 h 119"/>
                            <a:gd name="T2" fmla="*/ 56 w 173"/>
                            <a:gd name="T3" fmla="*/ 19 h 119"/>
                            <a:gd name="T4" fmla="*/ 0 w 173"/>
                            <a:gd name="T5" fmla="*/ 74 h 119"/>
                            <a:gd name="T6" fmla="*/ 7 w 173"/>
                            <a:gd name="T7" fmla="*/ 80 h 119"/>
                            <a:gd name="T8" fmla="*/ 26 w 173"/>
                            <a:gd name="T9" fmla="*/ 92 h 119"/>
                            <a:gd name="T10" fmla="*/ 56 w 173"/>
                            <a:gd name="T11" fmla="*/ 106 h 119"/>
                            <a:gd name="T12" fmla="*/ 93 w 173"/>
                            <a:gd name="T13" fmla="*/ 115 h 119"/>
                            <a:gd name="T14" fmla="*/ 124 w 173"/>
                            <a:gd name="T15" fmla="*/ 118 h 119"/>
                            <a:gd name="T16" fmla="*/ 142 w 173"/>
                            <a:gd name="T17" fmla="*/ 114 h 119"/>
                            <a:gd name="T18" fmla="*/ 156 w 173"/>
                            <a:gd name="T19" fmla="*/ 99 h 119"/>
                            <a:gd name="T20" fmla="*/ 172 w 173"/>
                            <a:gd name="T21" fmla="*/ 68 h 119"/>
                            <a:gd name="T22" fmla="*/ 126 w 173"/>
                            <a:gd name="T23" fmla="*/ 16 h 119"/>
                            <a:gd name="T24" fmla="*/ 93 w 173"/>
                            <a:gd name="T25" fmla="*/ 0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73" h="119">
                              <a:moveTo>
                                <a:pt x="93" y="0"/>
                              </a:moveTo>
                              <a:lnTo>
                                <a:pt x="56" y="19"/>
                              </a:lnTo>
                              <a:lnTo>
                                <a:pt x="0" y="74"/>
                              </a:lnTo>
                              <a:lnTo>
                                <a:pt x="7" y="80"/>
                              </a:lnTo>
                              <a:lnTo>
                                <a:pt x="26" y="92"/>
                              </a:lnTo>
                              <a:lnTo>
                                <a:pt x="56" y="106"/>
                              </a:lnTo>
                              <a:lnTo>
                                <a:pt x="93" y="115"/>
                              </a:lnTo>
                              <a:lnTo>
                                <a:pt x="124" y="118"/>
                              </a:lnTo>
                              <a:lnTo>
                                <a:pt x="142" y="114"/>
                              </a:lnTo>
                              <a:lnTo>
                                <a:pt x="156" y="99"/>
                              </a:lnTo>
                              <a:lnTo>
                                <a:pt x="172" y="68"/>
                              </a:lnTo>
                              <a:lnTo>
                                <a:pt x="126" y="16"/>
                              </a:lnTo>
                              <a:lnTo>
                                <a:pt x="93"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1203" y="688"/>
                          <a:ext cx="141" cy="128"/>
                        </a:xfrm>
                        <a:custGeom>
                          <a:avLst/>
                          <a:gdLst>
                            <a:gd name="T0" fmla="*/ 78 w 141"/>
                            <a:gd name="T1" fmla="*/ 0 h 128"/>
                            <a:gd name="T2" fmla="*/ 0 w 141"/>
                            <a:gd name="T3" fmla="*/ 9 h 128"/>
                            <a:gd name="T4" fmla="*/ 2 w 141"/>
                            <a:gd name="T5" fmla="*/ 18 h 128"/>
                            <a:gd name="T6" fmla="*/ 10 w 141"/>
                            <a:gd name="T7" fmla="*/ 40 h 128"/>
                            <a:gd name="T8" fmla="*/ 25 w 141"/>
                            <a:gd name="T9" fmla="*/ 68 h 128"/>
                            <a:gd name="T10" fmla="*/ 48 w 141"/>
                            <a:gd name="T11" fmla="*/ 98 h 128"/>
                            <a:gd name="T12" fmla="*/ 71 w 141"/>
                            <a:gd name="T13" fmla="*/ 119 h 128"/>
                            <a:gd name="T14" fmla="*/ 88 w 141"/>
                            <a:gd name="T15" fmla="*/ 127 h 128"/>
                            <a:gd name="T16" fmla="*/ 108 w 141"/>
                            <a:gd name="T17" fmla="*/ 124 h 128"/>
                            <a:gd name="T18" fmla="*/ 140 w 141"/>
                            <a:gd name="T19" fmla="*/ 110 h 128"/>
                            <a:gd name="T20" fmla="*/ 135 w 141"/>
                            <a:gd name="T21" fmla="*/ 41 h 128"/>
                            <a:gd name="T22" fmla="*/ 119 w 141"/>
                            <a:gd name="T23" fmla="*/ 7 h 128"/>
                            <a:gd name="T24" fmla="*/ 78 w 141"/>
                            <a:gd name="T25"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 h="128">
                              <a:moveTo>
                                <a:pt x="78" y="0"/>
                              </a:moveTo>
                              <a:lnTo>
                                <a:pt x="0" y="9"/>
                              </a:lnTo>
                              <a:lnTo>
                                <a:pt x="2" y="18"/>
                              </a:lnTo>
                              <a:lnTo>
                                <a:pt x="10" y="40"/>
                              </a:lnTo>
                              <a:lnTo>
                                <a:pt x="25" y="68"/>
                              </a:lnTo>
                              <a:lnTo>
                                <a:pt x="48" y="98"/>
                              </a:lnTo>
                              <a:lnTo>
                                <a:pt x="71" y="119"/>
                              </a:lnTo>
                              <a:lnTo>
                                <a:pt x="88" y="127"/>
                              </a:lnTo>
                              <a:lnTo>
                                <a:pt x="108" y="124"/>
                              </a:lnTo>
                              <a:lnTo>
                                <a:pt x="140" y="110"/>
                              </a:lnTo>
                              <a:lnTo>
                                <a:pt x="135" y="41"/>
                              </a:lnTo>
                              <a:lnTo>
                                <a:pt x="119" y="7"/>
                              </a:lnTo>
                              <a:lnTo>
                                <a:pt x="78"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1074" y="584"/>
                          <a:ext cx="113" cy="104"/>
                        </a:xfrm>
                        <a:custGeom>
                          <a:avLst/>
                          <a:gdLst>
                            <a:gd name="T0" fmla="*/ 63 w 113"/>
                            <a:gd name="T1" fmla="*/ 0 h 104"/>
                            <a:gd name="T2" fmla="*/ 0 w 113"/>
                            <a:gd name="T3" fmla="*/ 7 h 104"/>
                            <a:gd name="T4" fmla="*/ 1 w 113"/>
                            <a:gd name="T5" fmla="*/ 14 h 104"/>
                            <a:gd name="T6" fmla="*/ 8 w 113"/>
                            <a:gd name="T7" fmla="*/ 32 h 104"/>
                            <a:gd name="T8" fmla="*/ 20 w 113"/>
                            <a:gd name="T9" fmla="*/ 55 h 104"/>
                            <a:gd name="T10" fmla="*/ 39 w 113"/>
                            <a:gd name="T11" fmla="*/ 79 h 104"/>
                            <a:gd name="T12" fmla="*/ 57 w 113"/>
                            <a:gd name="T13" fmla="*/ 96 h 104"/>
                            <a:gd name="T14" fmla="*/ 71 w 113"/>
                            <a:gd name="T15" fmla="*/ 103 h 104"/>
                            <a:gd name="T16" fmla="*/ 87 w 113"/>
                            <a:gd name="T17" fmla="*/ 100 h 104"/>
                            <a:gd name="T18" fmla="*/ 112 w 113"/>
                            <a:gd name="T19" fmla="*/ 89 h 104"/>
                            <a:gd name="T20" fmla="*/ 109 w 113"/>
                            <a:gd name="T21" fmla="*/ 33 h 104"/>
                            <a:gd name="T22" fmla="*/ 96 w 113"/>
                            <a:gd name="T23" fmla="*/ 5 h 104"/>
                            <a:gd name="T24" fmla="*/ 63 w 113"/>
                            <a:gd name="T25" fmla="*/ 0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3" h="104">
                              <a:moveTo>
                                <a:pt x="63" y="0"/>
                              </a:moveTo>
                              <a:lnTo>
                                <a:pt x="0" y="7"/>
                              </a:lnTo>
                              <a:lnTo>
                                <a:pt x="1" y="14"/>
                              </a:lnTo>
                              <a:lnTo>
                                <a:pt x="8" y="32"/>
                              </a:lnTo>
                              <a:lnTo>
                                <a:pt x="20" y="55"/>
                              </a:lnTo>
                              <a:lnTo>
                                <a:pt x="39" y="79"/>
                              </a:lnTo>
                              <a:lnTo>
                                <a:pt x="57" y="96"/>
                              </a:lnTo>
                              <a:lnTo>
                                <a:pt x="71" y="103"/>
                              </a:lnTo>
                              <a:lnTo>
                                <a:pt x="87" y="100"/>
                              </a:lnTo>
                              <a:lnTo>
                                <a:pt x="112" y="89"/>
                              </a:lnTo>
                              <a:lnTo>
                                <a:pt x="109" y="33"/>
                              </a:lnTo>
                              <a:lnTo>
                                <a:pt x="96" y="5"/>
                              </a:lnTo>
                              <a:lnTo>
                                <a:pt x="63"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1274" y="530"/>
                          <a:ext cx="125" cy="138"/>
                        </a:xfrm>
                        <a:custGeom>
                          <a:avLst/>
                          <a:gdLst>
                            <a:gd name="T0" fmla="*/ 0 w 125"/>
                            <a:gd name="T1" fmla="*/ 0 h 138"/>
                            <a:gd name="T2" fmla="*/ 0 w 125"/>
                            <a:gd name="T3" fmla="*/ 9 h 138"/>
                            <a:gd name="T4" fmla="*/ 2 w 125"/>
                            <a:gd name="T5" fmla="*/ 32 h 138"/>
                            <a:gd name="T6" fmla="*/ 10 w 125"/>
                            <a:gd name="T7" fmla="*/ 63 h 138"/>
                            <a:gd name="T8" fmla="*/ 26 w 125"/>
                            <a:gd name="T9" fmla="*/ 97 h 138"/>
                            <a:gd name="T10" fmla="*/ 43 w 125"/>
                            <a:gd name="T11" fmla="*/ 123 h 138"/>
                            <a:gd name="T12" fmla="*/ 58 w 125"/>
                            <a:gd name="T13" fmla="*/ 135 h 138"/>
                            <a:gd name="T14" fmla="*/ 78 w 125"/>
                            <a:gd name="T15" fmla="*/ 137 h 138"/>
                            <a:gd name="T16" fmla="*/ 112 w 125"/>
                            <a:gd name="T17" fmla="*/ 130 h 138"/>
                            <a:gd name="T18" fmla="*/ 124 w 125"/>
                            <a:gd name="T19" fmla="*/ 62 h 138"/>
                            <a:gd name="T20" fmla="*/ 116 w 125"/>
                            <a:gd name="T21" fmla="*/ 25 h 138"/>
                            <a:gd name="T22" fmla="*/ 78 w 125"/>
                            <a:gd name="T23" fmla="*/ 9 h 138"/>
                            <a:gd name="T24" fmla="*/ 0 w 125"/>
                            <a:gd name="T25" fmla="*/ 0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5" h="138">
                              <a:moveTo>
                                <a:pt x="0" y="0"/>
                              </a:moveTo>
                              <a:lnTo>
                                <a:pt x="0" y="9"/>
                              </a:lnTo>
                              <a:lnTo>
                                <a:pt x="2" y="32"/>
                              </a:lnTo>
                              <a:lnTo>
                                <a:pt x="10" y="63"/>
                              </a:lnTo>
                              <a:lnTo>
                                <a:pt x="26" y="97"/>
                              </a:lnTo>
                              <a:lnTo>
                                <a:pt x="43" y="123"/>
                              </a:lnTo>
                              <a:lnTo>
                                <a:pt x="58" y="135"/>
                              </a:lnTo>
                              <a:lnTo>
                                <a:pt x="78" y="137"/>
                              </a:lnTo>
                              <a:lnTo>
                                <a:pt x="112" y="130"/>
                              </a:lnTo>
                              <a:lnTo>
                                <a:pt x="124" y="62"/>
                              </a:lnTo>
                              <a:lnTo>
                                <a:pt x="116" y="25"/>
                              </a:lnTo>
                              <a:lnTo>
                                <a:pt x="78" y="9"/>
                              </a:lnTo>
                              <a:lnTo>
                                <a:pt x="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1291" y="346"/>
                          <a:ext cx="125" cy="138"/>
                        </a:xfrm>
                        <a:custGeom>
                          <a:avLst/>
                          <a:gdLst>
                            <a:gd name="T0" fmla="*/ 0 w 125"/>
                            <a:gd name="T1" fmla="*/ 0 h 138"/>
                            <a:gd name="T2" fmla="*/ 0 w 125"/>
                            <a:gd name="T3" fmla="*/ 8 h 138"/>
                            <a:gd name="T4" fmla="*/ 2 w 125"/>
                            <a:gd name="T5" fmla="*/ 32 h 138"/>
                            <a:gd name="T6" fmla="*/ 10 w 125"/>
                            <a:gd name="T7" fmla="*/ 63 h 138"/>
                            <a:gd name="T8" fmla="*/ 26 w 125"/>
                            <a:gd name="T9" fmla="*/ 98 h 138"/>
                            <a:gd name="T10" fmla="*/ 43 w 125"/>
                            <a:gd name="T11" fmla="*/ 123 h 138"/>
                            <a:gd name="T12" fmla="*/ 58 w 125"/>
                            <a:gd name="T13" fmla="*/ 135 h 138"/>
                            <a:gd name="T14" fmla="*/ 78 w 125"/>
                            <a:gd name="T15" fmla="*/ 137 h 138"/>
                            <a:gd name="T16" fmla="*/ 112 w 125"/>
                            <a:gd name="T17" fmla="*/ 130 h 138"/>
                            <a:gd name="T18" fmla="*/ 124 w 125"/>
                            <a:gd name="T19" fmla="*/ 62 h 138"/>
                            <a:gd name="T20" fmla="*/ 116 w 125"/>
                            <a:gd name="T21" fmla="*/ 25 h 138"/>
                            <a:gd name="T22" fmla="*/ 78 w 125"/>
                            <a:gd name="T23" fmla="*/ 9 h 138"/>
                            <a:gd name="T24" fmla="*/ 0 w 125"/>
                            <a:gd name="T25" fmla="*/ 0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5" h="138">
                              <a:moveTo>
                                <a:pt x="0" y="0"/>
                              </a:moveTo>
                              <a:lnTo>
                                <a:pt x="0" y="8"/>
                              </a:lnTo>
                              <a:lnTo>
                                <a:pt x="2" y="32"/>
                              </a:lnTo>
                              <a:lnTo>
                                <a:pt x="10" y="63"/>
                              </a:lnTo>
                              <a:lnTo>
                                <a:pt x="26" y="98"/>
                              </a:lnTo>
                              <a:lnTo>
                                <a:pt x="43" y="123"/>
                              </a:lnTo>
                              <a:lnTo>
                                <a:pt x="58" y="135"/>
                              </a:lnTo>
                              <a:lnTo>
                                <a:pt x="78" y="137"/>
                              </a:lnTo>
                              <a:lnTo>
                                <a:pt x="112" y="130"/>
                              </a:lnTo>
                              <a:lnTo>
                                <a:pt x="124" y="62"/>
                              </a:lnTo>
                              <a:lnTo>
                                <a:pt x="116" y="25"/>
                              </a:lnTo>
                              <a:lnTo>
                                <a:pt x="78" y="9"/>
                              </a:lnTo>
                              <a:lnTo>
                                <a:pt x="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1678" y="141"/>
                          <a:ext cx="125" cy="164"/>
                        </a:xfrm>
                        <a:custGeom>
                          <a:avLst/>
                          <a:gdLst>
                            <a:gd name="T0" fmla="*/ 86 w 125"/>
                            <a:gd name="T1" fmla="*/ 0 h 164"/>
                            <a:gd name="T2" fmla="*/ 78 w 125"/>
                            <a:gd name="T3" fmla="*/ 4 h 164"/>
                            <a:gd name="T4" fmla="*/ 60 w 125"/>
                            <a:gd name="T5" fmla="*/ 18 h 164"/>
                            <a:gd name="T6" fmla="*/ 37 w 125"/>
                            <a:gd name="T7" fmla="*/ 41 h 164"/>
                            <a:gd name="T8" fmla="*/ 16 w 125"/>
                            <a:gd name="T9" fmla="*/ 73 h 164"/>
                            <a:gd name="T10" fmla="*/ 2 w 125"/>
                            <a:gd name="T11" fmla="*/ 101 h 164"/>
                            <a:gd name="T12" fmla="*/ 0 w 125"/>
                            <a:gd name="T13" fmla="*/ 120 h 164"/>
                            <a:gd name="T14" fmla="*/ 9 w 125"/>
                            <a:gd name="T15" fmla="*/ 138 h 164"/>
                            <a:gd name="T16" fmla="*/ 31 w 125"/>
                            <a:gd name="T17" fmla="*/ 163 h 164"/>
                            <a:gd name="T18" fmla="*/ 96 w 125"/>
                            <a:gd name="T19" fmla="*/ 138 h 164"/>
                            <a:gd name="T20" fmla="*/ 124 w 125"/>
                            <a:gd name="T21" fmla="*/ 113 h 164"/>
                            <a:gd name="T22" fmla="*/ 119 w 125"/>
                            <a:gd name="T23" fmla="*/ 72 h 164"/>
                            <a:gd name="T24" fmla="*/ 86 w 125"/>
                            <a:gd name="T25" fmla="*/ 0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5" h="164">
                              <a:moveTo>
                                <a:pt x="86" y="0"/>
                              </a:moveTo>
                              <a:lnTo>
                                <a:pt x="78" y="4"/>
                              </a:lnTo>
                              <a:lnTo>
                                <a:pt x="60" y="18"/>
                              </a:lnTo>
                              <a:lnTo>
                                <a:pt x="37" y="41"/>
                              </a:lnTo>
                              <a:lnTo>
                                <a:pt x="16" y="73"/>
                              </a:lnTo>
                              <a:lnTo>
                                <a:pt x="2" y="101"/>
                              </a:lnTo>
                              <a:lnTo>
                                <a:pt x="0" y="120"/>
                              </a:lnTo>
                              <a:lnTo>
                                <a:pt x="9" y="138"/>
                              </a:lnTo>
                              <a:lnTo>
                                <a:pt x="31" y="163"/>
                              </a:lnTo>
                              <a:lnTo>
                                <a:pt x="96" y="138"/>
                              </a:lnTo>
                              <a:lnTo>
                                <a:pt x="124" y="113"/>
                              </a:lnTo>
                              <a:lnTo>
                                <a:pt x="119" y="72"/>
                              </a:lnTo>
                              <a:lnTo>
                                <a:pt x="86"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960" y="874"/>
                          <a:ext cx="154" cy="108"/>
                        </a:xfrm>
                        <a:custGeom>
                          <a:avLst/>
                          <a:gdLst>
                            <a:gd name="T0" fmla="*/ 90 w 154"/>
                            <a:gd name="T1" fmla="*/ 0 h 108"/>
                            <a:gd name="T2" fmla="*/ 56 w 154"/>
                            <a:gd name="T3" fmla="*/ 13 h 108"/>
                            <a:gd name="T4" fmla="*/ 0 w 154"/>
                            <a:gd name="T5" fmla="*/ 56 h 108"/>
                            <a:gd name="T6" fmla="*/ 5 w 154"/>
                            <a:gd name="T7" fmla="*/ 61 h 108"/>
                            <a:gd name="T8" fmla="*/ 21 w 154"/>
                            <a:gd name="T9" fmla="*/ 75 h 108"/>
                            <a:gd name="T10" fmla="*/ 46 w 154"/>
                            <a:gd name="T11" fmla="*/ 90 h 108"/>
                            <a:gd name="T12" fmla="*/ 78 w 154"/>
                            <a:gd name="T13" fmla="*/ 102 h 108"/>
                            <a:gd name="T14" fmla="*/ 105 w 154"/>
                            <a:gd name="T15" fmla="*/ 107 h 108"/>
                            <a:gd name="T16" fmla="*/ 122 w 154"/>
                            <a:gd name="T17" fmla="*/ 106 h 108"/>
                            <a:gd name="T18" fmla="*/ 136 w 154"/>
                            <a:gd name="T19" fmla="*/ 94 h 108"/>
                            <a:gd name="T20" fmla="*/ 153 w 154"/>
                            <a:gd name="T21" fmla="*/ 69 h 108"/>
                            <a:gd name="T22" fmla="*/ 118 w 154"/>
                            <a:gd name="T23" fmla="*/ 18 h 108"/>
                            <a:gd name="T24" fmla="*/ 90 w 154"/>
                            <a:gd name="T25"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54" h="108">
                              <a:moveTo>
                                <a:pt x="90" y="0"/>
                              </a:moveTo>
                              <a:lnTo>
                                <a:pt x="56" y="13"/>
                              </a:lnTo>
                              <a:lnTo>
                                <a:pt x="0" y="56"/>
                              </a:lnTo>
                              <a:lnTo>
                                <a:pt x="5" y="61"/>
                              </a:lnTo>
                              <a:lnTo>
                                <a:pt x="21" y="75"/>
                              </a:lnTo>
                              <a:lnTo>
                                <a:pt x="46" y="90"/>
                              </a:lnTo>
                              <a:lnTo>
                                <a:pt x="78" y="102"/>
                              </a:lnTo>
                              <a:lnTo>
                                <a:pt x="105" y="107"/>
                              </a:lnTo>
                              <a:lnTo>
                                <a:pt x="122" y="106"/>
                              </a:lnTo>
                              <a:lnTo>
                                <a:pt x="136" y="94"/>
                              </a:lnTo>
                              <a:lnTo>
                                <a:pt x="153" y="69"/>
                              </a:lnTo>
                              <a:lnTo>
                                <a:pt x="118" y="18"/>
                              </a:lnTo>
                              <a:lnTo>
                                <a:pt x="9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2203" y="539"/>
                          <a:ext cx="121" cy="113"/>
                        </a:xfrm>
                        <a:custGeom>
                          <a:avLst/>
                          <a:gdLst>
                            <a:gd name="T0" fmla="*/ 120 w 121"/>
                            <a:gd name="T1" fmla="*/ 0 h 113"/>
                            <a:gd name="T2" fmla="*/ 112 w 121"/>
                            <a:gd name="T3" fmla="*/ 0 h 113"/>
                            <a:gd name="T4" fmla="*/ 92 w 121"/>
                            <a:gd name="T5" fmla="*/ 3 h 113"/>
                            <a:gd name="T6" fmla="*/ 64 w 121"/>
                            <a:gd name="T7" fmla="*/ 10 h 113"/>
                            <a:gd name="T8" fmla="*/ 33 w 121"/>
                            <a:gd name="T9" fmla="*/ 26 h 113"/>
                            <a:gd name="T10" fmla="*/ 11 w 121"/>
                            <a:gd name="T11" fmla="*/ 42 h 113"/>
                            <a:gd name="T12" fmla="*/ 0 w 121"/>
                            <a:gd name="T13" fmla="*/ 55 h 113"/>
                            <a:gd name="T14" fmla="*/ 0 w 121"/>
                            <a:gd name="T15" fmla="*/ 73 h 113"/>
                            <a:gd name="T16" fmla="*/ 6 w 121"/>
                            <a:gd name="T17" fmla="*/ 103 h 113"/>
                            <a:gd name="T18" fmla="*/ 67 w 121"/>
                            <a:gd name="T19" fmla="*/ 112 h 113"/>
                            <a:gd name="T20" fmla="*/ 100 w 121"/>
                            <a:gd name="T21" fmla="*/ 104 h 113"/>
                            <a:gd name="T22" fmla="*/ 114 w 121"/>
                            <a:gd name="T23" fmla="*/ 70 h 113"/>
                            <a:gd name="T24" fmla="*/ 120 w 121"/>
                            <a:gd name="T25"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1" h="113">
                              <a:moveTo>
                                <a:pt x="120" y="0"/>
                              </a:moveTo>
                              <a:lnTo>
                                <a:pt x="112" y="0"/>
                              </a:lnTo>
                              <a:lnTo>
                                <a:pt x="92" y="3"/>
                              </a:lnTo>
                              <a:lnTo>
                                <a:pt x="64" y="10"/>
                              </a:lnTo>
                              <a:lnTo>
                                <a:pt x="33" y="26"/>
                              </a:lnTo>
                              <a:lnTo>
                                <a:pt x="11" y="42"/>
                              </a:lnTo>
                              <a:lnTo>
                                <a:pt x="0" y="55"/>
                              </a:lnTo>
                              <a:lnTo>
                                <a:pt x="0" y="73"/>
                              </a:lnTo>
                              <a:lnTo>
                                <a:pt x="6" y="103"/>
                              </a:lnTo>
                              <a:lnTo>
                                <a:pt x="67" y="112"/>
                              </a:lnTo>
                              <a:lnTo>
                                <a:pt x="100" y="104"/>
                              </a:lnTo>
                              <a:lnTo>
                                <a:pt x="114" y="70"/>
                              </a:lnTo>
                              <a:lnTo>
                                <a:pt x="12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7"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412" y="835"/>
                          <a:ext cx="12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3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92" y="-46"/>
                          <a:ext cx="1880" cy="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Freeform 39"/>
                      <wps:cNvSpPr>
                        <a:spLocks/>
                      </wps:cNvSpPr>
                      <wps:spPr bwMode="auto">
                        <a:xfrm>
                          <a:off x="1101" y="787"/>
                          <a:ext cx="141" cy="128"/>
                        </a:xfrm>
                        <a:custGeom>
                          <a:avLst/>
                          <a:gdLst>
                            <a:gd name="T0" fmla="*/ 78 w 141"/>
                            <a:gd name="T1" fmla="*/ 0 h 128"/>
                            <a:gd name="T2" fmla="*/ 0 w 141"/>
                            <a:gd name="T3" fmla="*/ 9 h 128"/>
                            <a:gd name="T4" fmla="*/ 2 w 141"/>
                            <a:gd name="T5" fmla="*/ 18 h 128"/>
                            <a:gd name="T6" fmla="*/ 10 w 141"/>
                            <a:gd name="T7" fmla="*/ 39 h 128"/>
                            <a:gd name="T8" fmla="*/ 25 w 141"/>
                            <a:gd name="T9" fmla="*/ 68 h 128"/>
                            <a:gd name="T10" fmla="*/ 48 w 141"/>
                            <a:gd name="T11" fmla="*/ 98 h 128"/>
                            <a:gd name="T12" fmla="*/ 71 w 141"/>
                            <a:gd name="T13" fmla="*/ 119 h 128"/>
                            <a:gd name="T14" fmla="*/ 88 w 141"/>
                            <a:gd name="T15" fmla="*/ 127 h 128"/>
                            <a:gd name="T16" fmla="*/ 108 w 141"/>
                            <a:gd name="T17" fmla="*/ 124 h 128"/>
                            <a:gd name="T18" fmla="*/ 140 w 141"/>
                            <a:gd name="T19" fmla="*/ 110 h 128"/>
                            <a:gd name="T20" fmla="*/ 135 w 141"/>
                            <a:gd name="T21" fmla="*/ 41 h 128"/>
                            <a:gd name="T22" fmla="*/ 119 w 141"/>
                            <a:gd name="T23" fmla="*/ 7 h 128"/>
                            <a:gd name="T24" fmla="*/ 78 w 141"/>
                            <a:gd name="T25"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 h="128">
                              <a:moveTo>
                                <a:pt x="78" y="0"/>
                              </a:moveTo>
                              <a:lnTo>
                                <a:pt x="0" y="9"/>
                              </a:lnTo>
                              <a:lnTo>
                                <a:pt x="2" y="18"/>
                              </a:lnTo>
                              <a:lnTo>
                                <a:pt x="10" y="39"/>
                              </a:lnTo>
                              <a:lnTo>
                                <a:pt x="25" y="68"/>
                              </a:lnTo>
                              <a:lnTo>
                                <a:pt x="48" y="98"/>
                              </a:lnTo>
                              <a:lnTo>
                                <a:pt x="71" y="119"/>
                              </a:lnTo>
                              <a:lnTo>
                                <a:pt x="88" y="127"/>
                              </a:lnTo>
                              <a:lnTo>
                                <a:pt x="108" y="124"/>
                              </a:lnTo>
                              <a:lnTo>
                                <a:pt x="140" y="110"/>
                              </a:lnTo>
                              <a:lnTo>
                                <a:pt x="135" y="41"/>
                              </a:lnTo>
                              <a:lnTo>
                                <a:pt x="119" y="7"/>
                              </a:lnTo>
                              <a:lnTo>
                                <a:pt x="78"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0" name="Picture 4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678" y="-108"/>
                          <a:ext cx="14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843" y="-76"/>
                          <a:ext cx="1040" cy="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2" name="Group 42"/>
                      <wpg:cNvGrpSpPr>
                        <a:grpSpLocks/>
                      </wpg:cNvGrpSpPr>
                      <wpg:grpSpPr bwMode="auto">
                        <a:xfrm>
                          <a:off x="936" y="2135"/>
                          <a:ext cx="1625" cy="190"/>
                          <a:chOff x="936" y="2135"/>
                          <a:chExt cx="1625" cy="190"/>
                        </a:xfrm>
                      </wpg:grpSpPr>
                      <wps:wsp>
                        <wps:cNvPr id="43" name="Freeform 43"/>
                        <wps:cNvSpPr>
                          <a:spLocks/>
                        </wps:cNvSpPr>
                        <wps:spPr bwMode="auto">
                          <a:xfrm>
                            <a:off x="936" y="2135"/>
                            <a:ext cx="1625" cy="190"/>
                          </a:xfrm>
                          <a:custGeom>
                            <a:avLst/>
                            <a:gdLst>
                              <a:gd name="T0" fmla="*/ 0 w 1625"/>
                              <a:gd name="T1" fmla="*/ 60 h 190"/>
                              <a:gd name="T2" fmla="*/ 65 w 1625"/>
                              <a:gd name="T3" fmla="*/ 104 h 190"/>
                              <a:gd name="T4" fmla="*/ 140 w 1625"/>
                              <a:gd name="T5" fmla="*/ 137 h 190"/>
                              <a:gd name="T6" fmla="*/ 221 w 1625"/>
                              <a:gd name="T7" fmla="*/ 161 h 190"/>
                              <a:gd name="T8" fmla="*/ 305 w 1625"/>
                              <a:gd name="T9" fmla="*/ 178 h 190"/>
                              <a:gd name="T10" fmla="*/ 390 w 1625"/>
                              <a:gd name="T11" fmla="*/ 187 h 190"/>
                              <a:gd name="T12" fmla="*/ 473 w 1625"/>
                              <a:gd name="T13" fmla="*/ 189 h 190"/>
                              <a:gd name="T14" fmla="*/ 552 w 1625"/>
                              <a:gd name="T15" fmla="*/ 187 h 190"/>
                              <a:gd name="T16" fmla="*/ 623 w 1625"/>
                              <a:gd name="T17" fmla="*/ 180 h 190"/>
                              <a:gd name="T18" fmla="*/ 684 w 1625"/>
                              <a:gd name="T19" fmla="*/ 170 h 190"/>
                              <a:gd name="T20" fmla="*/ 747 w 1625"/>
                              <a:gd name="T21" fmla="*/ 156 h 190"/>
                              <a:gd name="T22" fmla="*/ 776 w 1625"/>
                              <a:gd name="T23" fmla="*/ 148 h 190"/>
                              <a:gd name="T24" fmla="*/ 287 w 1625"/>
                              <a:gd name="T25" fmla="*/ 148 h 190"/>
                              <a:gd name="T26" fmla="*/ 227 w 1625"/>
                              <a:gd name="T27" fmla="*/ 148 h 190"/>
                              <a:gd name="T28" fmla="*/ 174 w 1625"/>
                              <a:gd name="T29" fmla="*/ 140 h 190"/>
                              <a:gd name="T30" fmla="*/ 124 w 1625"/>
                              <a:gd name="T31" fmla="*/ 123 h 190"/>
                              <a:gd name="T32" fmla="*/ 68 w 1625"/>
                              <a:gd name="T33" fmla="*/ 96 h 190"/>
                              <a:gd name="T34" fmla="*/ 0 w 1625"/>
                              <a:gd name="T35" fmla="*/ 6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25" h="190">
                                <a:moveTo>
                                  <a:pt x="0" y="60"/>
                                </a:moveTo>
                                <a:lnTo>
                                  <a:pt x="65" y="104"/>
                                </a:lnTo>
                                <a:lnTo>
                                  <a:pt x="140" y="137"/>
                                </a:lnTo>
                                <a:lnTo>
                                  <a:pt x="221" y="161"/>
                                </a:lnTo>
                                <a:lnTo>
                                  <a:pt x="305" y="178"/>
                                </a:lnTo>
                                <a:lnTo>
                                  <a:pt x="390" y="187"/>
                                </a:lnTo>
                                <a:lnTo>
                                  <a:pt x="473" y="189"/>
                                </a:lnTo>
                                <a:lnTo>
                                  <a:pt x="552" y="187"/>
                                </a:lnTo>
                                <a:lnTo>
                                  <a:pt x="623" y="180"/>
                                </a:lnTo>
                                <a:lnTo>
                                  <a:pt x="684" y="170"/>
                                </a:lnTo>
                                <a:lnTo>
                                  <a:pt x="747" y="156"/>
                                </a:lnTo>
                                <a:lnTo>
                                  <a:pt x="776" y="148"/>
                                </a:lnTo>
                                <a:lnTo>
                                  <a:pt x="287" y="148"/>
                                </a:lnTo>
                                <a:lnTo>
                                  <a:pt x="227" y="148"/>
                                </a:lnTo>
                                <a:lnTo>
                                  <a:pt x="174" y="140"/>
                                </a:lnTo>
                                <a:lnTo>
                                  <a:pt x="124" y="123"/>
                                </a:lnTo>
                                <a:lnTo>
                                  <a:pt x="68" y="96"/>
                                </a:lnTo>
                                <a:lnTo>
                                  <a:pt x="0" y="6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wps:cNvSpPr>
                        <wps:spPr bwMode="auto">
                          <a:xfrm>
                            <a:off x="936" y="2135"/>
                            <a:ext cx="1625" cy="190"/>
                          </a:xfrm>
                          <a:custGeom>
                            <a:avLst/>
                            <a:gdLst>
                              <a:gd name="T0" fmla="*/ 1150 w 1625"/>
                              <a:gd name="T1" fmla="*/ 0 h 190"/>
                              <a:gd name="T2" fmla="*/ 1065 w 1625"/>
                              <a:gd name="T3" fmla="*/ 4 h 190"/>
                              <a:gd name="T4" fmla="*/ 994 w 1625"/>
                              <a:gd name="T5" fmla="*/ 13 h 190"/>
                              <a:gd name="T6" fmla="*/ 929 w 1625"/>
                              <a:gd name="T7" fmla="*/ 26 h 190"/>
                              <a:gd name="T8" fmla="*/ 790 w 1625"/>
                              <a:gd name="T9" fmla="*/ 61 h 190"/>
                              <a:gd name="T10" fmla="*/ 701 w 1625"/>
                              <a:gd name="T11" fmla="*/ 82 h 190"/>
                              <a:gd name="T12" fmla="*/ 588 w 1625"/>
                              <a:gd name="T13" fmla="*/ 104 h 190"/>
                              <a:gd name="T14" fmla="*/ 461 w 1625"/>
                              <a:gd name="T15" fmla="*/ 125 h 190"/>
                              <a:gd name="T16" fmla="*/ 363 w 1625"/>
                              <a:gd name="T17" fmla="*/ 141 h 190"/>
                              <a:gd name="T18" fmla="*/ 287 w 1625"/>
                              <a:gd name="T19" fmla="*/ 148 h 190"/>
                              <a:gd name="T20" fmla="*/ 776 w 1625"/>
                              <a:gd name="T21" fmla="*/ 148 h 190"/>
                              <a:gd name="T22" fmla="*/ 880 w 1625"/>
                              <a:gd name="T23" fmla="*/ 122 h 190"/>
                              <a:gd name="T24" fmla="*/ 952 w 1625"/>
                              <a:gd name="T25" fmla="*/ 105 h 190"/>
                              <a:gd name="T26" fmla="*/ 1028 w 1625"/>
                              <a:gd name="T27" fmla="*/ 91 h 190"/>
                              <a:gd name="T28" fmla="*/ 1111 w 1625"/>
                              <a:gd name="T29" fmla="*/ 80 h 190"/>
                              <a:gd name="T30" fmla="*/ 1199 w 1625"/>
                              <a:gd name="T31" fmla="*/ 74 h 190"/>
                              <a:gd name="T32" fmla="*/ 1517 w 1625"/>
                              <a:gd name="T33" fmla="*/ 74 h 190"/>
                              <a:gd name="T34" fmla="*/ 1486 w 1625"/>
                              <a:gd name="T35" fmla="*/ 61 h 190"/>
                              <a:gd name="T36" fmla="*/ 1391 w 1625"/>
                              <a:gd name="T37" fmla="*/ 30 h 190"/>
                              <a:gd name="T38" fmla="*/ 1277 w 1625"/>
                              <a:gd name="T39" fmla="*/ 7 h 190"/>
                              <a:gd name="T40" fmla="*/ 1150 w 1625"/>
                              <a:gd name="T41" fmla="*/ 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625" h="190">
                                <a:moveTo>
                                  <a:pt x="1150" y="0"/>
                                </a:moveTo>
                                <a:lnTo>
                                  <a:pt x="1065" y="4"/>
                                </a:lnTo>
                                <a:lnTo>
                                  <a:pt x="994" y="13"/>
                                </a:lnTo>
                                <a:lnTo>
                                  <a:pt x="929" y="26"/>
                                </a:lnTo>
                                <a:lnTo>
                                  <a:pt x="790" y="61"/>
                                </a:lnTo>
                                <a:lnTo>
                                  <a:pt x="701" y="82"/>
                                </a:lnTo>
                                <a:lnTo>
                                  <a:pt x="588" y="104"/>
                                </a:lnTo>
                                <a:lnTo>
                                  <a:pt x="461" y="125"/>
                                </a:lnTo>
                                <a:lnTo>
                                  <a:pt x="363" y="141"/>
                                </a:lnTo>
                                <a:lnTo>
                                  <a:pt x="287" y="148"/>
                                </a:lnTo>
                                <a:lnTo>
                                  <a:pt x="776" y="148"/>
                                </a:lnTo>
                                <a:lnTo>
                                  <a:pt x="880" y="122"/>
                                </a:lnTo>
                                <a:lnTo>
                                  <a:pt x="952" y="105"/>
                                </a:lnTo>
                                <a:lnTo>
                                  <a:pt x="1028" y="91"/>
                                </a:lnTo>
                                <a:lnTo>
                                  <a:pt x="1111" y="80"/>
                                </a:lnTo>
                                <a:lnTo>
                                  <a:pt x="1199" y="74"/>
                                </a:lnTo>
                                <a:lnTo>
                                  <a:pt x="1517" y="74"/>
                                </a:lnTo>
                                <a:lnTo>
                                  <a:pt x="1486" y="61"/>
                                </a:lnTo>
                                <a:lnTo>
                                  <a:pt x="1391" y="30"/>
                                </a:lnTo>
                                <a:lnTo>
                                  <a:pt x="1277" y="7"/>
                                </a:lnTo>
                                <a:lnTo>
                                  <a:pt x="115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936" y="2135"/>
                            <a:ext cx="1625" cy="190"/>
                          </a:xfrm>
                          <a:custGeom>
                            <a:avLst/>
                            <a:gdLst>
                              <a:gd name="T0" fmla="*/ 1517 w 1625"/>
                              <a:gd name="T1" fmla="*/ 74 h 190"/>
                              <a:gd name="T2" fmla="*/ 1199 w 1625"/>
                              <a:gd name="T3" fmla="*/ 74 h 190"/>
                              <a:gd name="T4" fmla="*/ 1296 w 1625"/>
                              <a:gd name="T5" fmla="*/ 74 h 190"/>
                              <a:gd name="T6" fmla="*/ 1404 w 1625"/>
                              <a:gd name="T7" fmla="*/ 79 h 190"/>
                              <a:gd name="T8" fmla="*/ 1474 w 1625"/>
                              <a:gd name="T9" fmla="*/ 86 h 190"/>
                              <a:gd name="T10" fmla="*/ 1537 w 1625"/>
                              <a:gd name="T11" fmla="*/ 100 h 190"/>
                              <a:gd name="T12" fmla="*/ 1624 w 1625"/>
                              <a:gd name="T13" fmla="*/ 126 h 190"/>
                              <a:gd name="T14" fmla="*/ 1608 w 1625"/>
                              <a:gd name="T15" fmla="*/ 116 h 190"/>
                              <a:gd name="T16" fmla="*/ 1560 w 1625"/>
                              <a:gd name="T17" fmla="*/ 92 h 190"/>
                              <a:gd name="T18" fmla="*/ 1517 w 1625"/>
                              <a:gd name="T19" fmla="*/ 74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25" h="190">
                                <a:moveTo>
                                  <a:pt x="1517" y="74"/>
                                </a:moveTo>
                                <a:lnTo>
                                  <a:pt x="1199" y="74"/>
                                </a:lnTo>
                                <a:lnTo>
                                  <a:pt x="1296" y="74"/>
                                </a:lnTo>
                                <a:lnTo>
                                  <a:pt x="1404" y="79"/>
                                </a:lnTo>
                                <a:lnTo>
                                  <a:pt x="1474" y="86"/>
                                </a:lnTo>
                                <a:lnTo>
                                  <a:pt x="1537" y="100"/>
                                </a:lnTo>
                                <a:lnTo>
                                  <a:pt x="1624" y="126"/>
                                </a:lnTo>
                                <a:lnTo>
                                  <a:pt x="1608" y="116"/>
                                </a:lnTo>
                                <a:lnTo>
                                  <a:pt x="1560" y="92"/>
                                </a:lnTo>
                                <a:lnTo>
                                  <a:pt x="1517" y="74"/>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46"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212" y="2055"/>
                          <a:ext cx="54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790" y="1979"/>
                          <a:ext cx="54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043" y="2336"/>
                          <a:ext cx="24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23" y="2315"/>
                          <a:ext cx="500"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858" y="2268"/>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29.55pt;margin-top:-5.4pt;width:114.95pt;height:128.9pt;z-index:-251656704;mso-position-horizontal-relative:page" coordorigin="591,-108" coordsize="2299,25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" o:allowincell="f">
              <v:group id="Group 15" o:spid="_x0000_s1027" style="position:absolute;left:1470;top:933;width:565;height:1055" coordorigin="1470,933" coordsize="565,1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6" o:spid="_x0000_s1028" style="position:absolute;left:1470;top:933;width:565;height:1055;visibility:visible;mso-wrap-style:square;v-text-anchor:top" coordsize="565,10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1Fa8EA&#10;AADbAAAADwAAAGRycy9kb3ducmV2LnhtbERP24rCMBB9F/yHMMK+aaqsItW0iLC6D4Lr5QOGZmyr&#10;zaTbRNv9eyMs+DaHc51l2plKPKhxpWUF41EEgjizuuRcwfn0NZyDcB5ZY2WZFPyRgzTp95YYa9vy&#10;gR5Hn4sQwi5GBYX3dSylywoy6Ea2Jg7cxTYGfYBNLnWDbQg3lZxE0UwaLDk0FFjTuqDsdrwbBb+8&#10;G0/tpq3qn/La7g+7y/ZTS6U+Bt1qAcJT59/if/e3DvNn8PolHCC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tRWvBAAAA2wAAAA8AAAAAAAAAAAAAAAAAmAIAAGRycy9kb3du&#10;cmV2LnhtbFBLBQYAAAAABAAEAPUAAACGAwAAAAA=&#10;" path="m19,249l4,255r1,19l21,300r32,29l104,361r61,43l216,466r23,92l237,645r-6,106l224,860r-8,98l210,1028r-3,26l420,978,401,867,388,783r-6,-65l383,661r8,-56l405,539r21,-84l464,340r13,-27l136,313r-17,-4l49,262,19,249xe" fillcolor="#bbbdc0" stroked="f">
                  <v:path arrowok="t" o:connecttype="custom" o:connectlocs="19,249;4,255;5,274;21,300;53,329;104,361;165,404;216,466;239,558;237,645;231,751;224,860;216,958;210,1028;207,1054;420,978;401,867;388,783;382,718;383,661;391,605;405,539;426,455;464,340;477,313;136,313;119,309;49,262;19,249" o:connectangles="0,0,0,0,0,0,0,0,0,0,0,0,0,0,0,0,0,0,0,0,0,0,0,0,0,0,0,0,0"/>
                </v:shape>
                <v:shape id="Freeform 17" o:spid="_x0000_s1029" style="position:absolute;left:1470;top:933;width:565;height:1055;visibility:visible;mso-wrap-style:square;v-text-anchor:top" coordsize="565,10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Hg8MEA&#10;AADbAAAADwAAAGRycy9kb3ducmV2LnhtbERP24rCMBB9F/yHMMK+aap4WbpGEWHVB0Gr+wFDM7Zd&#10;m0m3ydr690YQfJvDuc582ZpS3Kh2hWUFw0EEgji1uuBMwc/5u/8JwnlkjaVlUnAnB8tFtzPHWNuG&#10;E7qdfCZCCLsYFeTeV7GULs3JoBvYijhwF1sb9AHWmdQ1NiHclHIURVNpsODQkGNF65zS6+nfKPjj&#10;/XBiN01ZHYvf5pDsL9uxlkp99NrVFwhPrX+LX+6dDvNn8PwlHC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h4PDBAAAA2wAAAA8AAAAAAAAAAAAAAAAAmAIAAGRycy9kb3du&#10;cmV2LnhtbFBLBQYAAAAABAAEAPUAAACGAwAAAAA=&#10;" path="m18,104l8,109,,119r,19l14,169r33,41l89,254r35,38l136,313r341,l502,260r7,-11l373,249r-3,-3l169,246,144,227,46,126,18,104xe" fillcolor="#bbbdc0" stroked="f">
                  <v:path arrowok="t" o:connecttype="custom" o:connectlocs="18,104;8,109;0,119;0,138;14,169;47,210;89,254;124,292;136,313;477,313;502,260;509,249;373,249;370,246;169,246;144,227;46,126;18,104" o:connectangles="0,0,0,0,0,0,0,0,0,0,0,0,0,0,0,0,0,0"/>
                </v:shape>
                <v:shape id="Freeform 18" o:spid="_x0000_s1030" style="position:absolute;left:1470;top:933;width:565;height:1055;visibility:visible;mso-wrap-style:square;v-text-anchor:top" coordsize="565,10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50gsQA&#10;AADbAAAADwAAAGRycy9kb3ducmV2LnhtbESPQWvCQBCF70L/wzKF3nSj2CKpmyAFtQehje0PGLJj&#10;kpqdTbOrSf995yB4m+G9ee+bdT66Vl2pD41nA/NZAoq49LbhysD313a6AhUissXWMxn4owB59jBZ&#10;Y2r9wAVdj7FSEsIhRQN1jF2qdShrchhmviMW7eR7h1HWvtK2x0HCXasXSfKiHTYsDTV29FZTeT5e&#10;nIFfPsyf/W5ou8/mZ/goDqf90mpjnh7HzSuoSGO8m2/X71bwBVZ+kQF0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dILEAAAA2wAAAA8AAAAAAAAAAAAAAAAAmAIAAGRycy9k&#10;b3ducmV2LnhtbFBLBQYAAAAABAAEAPUAAACJAwAAAAA=&#10;" path="m533,130r-20,11l497,161r-18,29l449,221r-37,24l373,249r136,l535,207r23,-35l564,149,552,132r-19,-2xe" fillcolor="#bbbdc0" stroked="f">
                  <v:path arrowok="t" o:connecttype="custom" o:connectlocs="533,130;513,141;497,161;479,190;449,221;412,245;373,249;509,249;535,207;558,172;564,149;552,132;533,130" o:connectangles="0,0,0,0,0,0,0,0,0,0,0,0,0"/>
                </v:shape>
                <v:shape id="Freeform 19" o:spid="_x0000_s1031" style="position:absolute;left:1470;top:933;width:565;height:1055;visibility:visible;mso-wrap-style:square;v-text-anchor:top" coordsize="565,10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RGcAA&#10;AADbAAAADwAAAGRycy9kb3ducmV2LnhtbERPzYrCMBC+C75DGGFvmioqbtcoIqx6ELS6DzA0Y9u1&#10;mXSbrK1vbwTB23x8vzNftqYUN6pdYVnBcBCBIE6tLjhT8HP+7s9AOI+ssbRMCu7kYLnoduYYa9tw&#10;QreTz0QIYRejgtz7KpbSpTkZdANbEQfuYmuDPsA6k7rGJoSbUo6iaCoNFhwacqxonVN6Pf0bBX+8&#10;H07spimrY/HbHJL9ZTvWUqmPXrv6AuGp9W/xy73TYf4nPH8JB8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LRGcAAAADbAAAADwAAAAAAAAAAAAAAAACYAgAAZHJzL2Rvd25y&#10;ZXYueG1sUEsFBgAAAAAEAAQA9QAAAIUDAAAAAA==&#10;" path="m103,22l87,25,79,37,92,74r65,138l169,246r201,l340,208r-1,-4l255,204r-26,-3l193,163,156,97,126,41,103,22xe" fillcolor="#bbbdc0" stroked="f">
                  <v:path arrowok="t" o:connecttype="custom" o:connectlocs="103,22;87,25;79,37;92,74;157,212;169,246;370,246;340,208;339,204;255,204;229,201;193,163;156,97;126,41;103,22" o:connectangles="0,0,0,0,0,0,0,0,0,0,0,0,0,0,0"/>
                </v:shape>
                <v:shape id="Freeform 20" o:spid="_x0000_s1032" style="position:absolute;left:1470;top:933;width:565;height:1055;visibility:visible;mso-wrap-style:square;v-text-anchor:top" coordsize="565,10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yOcAA&#10;AADbAAAADwAAAGRycy9kb3ducmV2LnhtbERPzWrCQBC+C77DMoI33SRYKdFVRKh6CFStDzBkxySa&#10;nU2za5K+ffdQ6PHj+19vB1OLjlpXWVYQzyMQxLnVFRcKbl8fs3cQziNrrC2Tgh9ysN2MR2tMte35&#10;Qt3VFyKEsEtRQel9k0rp8pIMurltiAN3t61BH2BbSN1iH8JNLZMoWkqDFYeGEhval5Q/ry+j4Juz&#10;+M0e+ro5V4/+85LdjwstlZpOht0KhKfB/4v/3CetIAnrw5fw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SyOcAAAADbAAAADwAAAAAAAAAAAAAAAACYAgAAZHJzL2Rvd25y&#10;ZXYueG1sUEsFBgAAAAAEAAQA9QAAAIUDAAAAAA==&#10;" path="m272,l252,4r-6,37l250,98r9,65l255,204r84,l317,128,296,46,272,xe" fillcolor="#bbbdc0" stroked="f">
                  <v:path arrowok="t" o:connecttype="custom" o:connectlocs="272,0;252,4;246,41;250,98;259,163;255,204;339,204;317,128;296,46;272,0" o:connectangles="0,0,0,0,0,0,0,0,0,0"/>
                </v:shape>
              </v:group>
              <v:shape id="Freeform 21" o:spid="_x0000_s1033" style="position:absolute;left:1605;top:575;width:214;height:314;visibility:visible;mso-wrap-style:square;v-text-anchor:top" coordsize="214,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xXL8QA&#10;AADbAAAADwAAAGRycy9kb3ducmV2LnhtbESPzWrDMBCE74W+g9hCLyWRk0AIThRTCoZATs0f7W2x&#10;tpaptXIlOXHevgoEchxm5htmVQy2FWfyoXGsYDLOQBBXTjdcKzjsy9ECRIjIGlvHpOBKAYr189MK&#10;c+0u/EnnXaxFgnDIUYGJsculDJUhi2HsOuLk/ThvMSbpa6k9XhLctnKaZXNpseG0YLCjD0PV7663&#10;Ct5mVB+3/m/rzKH0fd98XU/fG6VeX4b3JYhIQ3yE7+2NVjCdwO1L+g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cVy/EAAAA2wAAAA8AAAAAAAAAAAAAAAAAmAIAAGRycy9k&#10;b3ducmV2LnhtbFBLBQYAAAAABAAEAPUAAACJAwAAAAA=&#10;" path="m44,l36,14,20,54,4,112,,183r5,57l18,273r32,20l111,313r61,-73l207,188r6,-42l190,106,134,60,44,xe" fillcolor="#008da8" stroked="f">
                <v:path arrowok="t" o:connecttype="custom" o:connectlocs="44,0;36,14;20,54;4,112;0,183;5,240;18,273;50,293;111,313;172,240;207,188;213,146;190,106;134,60;44,0" o:connectangles="0,0,0,0,0,0,0,0,0,0,0,0,0,0,0"/>
              </v:shape>
              <v:shape id="Freeform 22" o:spid="_x0000_s1034" style="position:absolute;left:1404;top:687;width:170;height:223;visibility:visible;mso-wrap-style:square;v-text-anchor:top" coordsize="170,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NbMQA&#10;AADbAAAADwAAAGRycy9kb3ducmV2LnhtbESPQWvCQBSE7wX/w/KE3uqmQYpEVwmFgB5C2yh4fc0+&#10;s6HZtzG7mvTfdwuFHoeZ+YbZ7CbbiTsNvnWs4HmRgCCunW65UXA6Fk8rED4ga+wck4Jv8rDbzh42&#10;mGk38gfdq9CICGGfoQITQp9J6WtDFv3C9cTRu7jBYohyaKQecIxw28k0SV6kxZbjgsGeXg3VX9XN&#10;Kjh2Znm+UF5eb+Xb+2cxrg7O10o9zqd8DSLQFP7Df+29VpCm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ajWzEAAAA2wAAAA8AAAAAAAAAAAAAAAAAmAIAAGRycy9k&#10;b3ducmV2LnhtbFBLBQYAAAAABAAEAPUAAACJAwAAAAA=&#10;" path="m6,l3,12,,46,1,94r11,54l29,190r17,22l74,221r50,1l158,144,169,92,151,59,99,31,6,xe" fillcolor="#008da8" stroked="f">
                <v:path arrowok="t" o:connecttype="custom" o:connectlocs="6,0;3,12;0,46;1,94;12,148;29,190;46,212;74,221;124,222;158,144;169,92;151,59;99,31;6,0" o:connectangles="0,0,0,0,0,0,0,0,0,0,0,0,0,0"/>
              </v:shape>
              <v:shape id="Freeform 23" o:spid="_x0000_s1035" style="position:absolute;left:1784;top:463;width:183;height:243;visibility:visible;mso-wrap-style:square;v-text-anchor:top" coordsize="183,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pb78UA&#10;AADbAAAADwAAAGRycy9kb3ducmV2LnhtbESP3WrCQBSE7wt9h+UIvSm6UYtIdCNFKFQsLfHn/pA9&#10;yUazZ2N2q/Htu4VCL4eZ+YZZrnrbiCt1vnasYDxKQBAXTtdcKTjs34ZzED4ga2wck4I7eVhljw9L&#10;TLW7cU7XXahEhLBPUYEJoU2l9IUhi37kWuLola6zGKLsKqk7vEW4beQkSWbSYs1xwWBLa0PFefdt&#10;FZQfF33efl1e7nm+OZ725pl5+6nU06B/XYAI1If/8F/7XSuYTOH3S/wB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lvvxQAAANsAAAAPAAAAAAAAAAAAAAAAAJgCAABkcnMv&#10;ZG93bnJldi54bWxQSwUGAAAAAAQABAD1AAAAigMAAAAA&#10;" path="m120,l109,7,83,28,50,63,21,110,3,152,,179r14,26l48,242r80,-33l171,180r11,-37l164,87,120,xe" fillcolor="#008da8" stroked="f">
                <v:path arrowok="t" o:connecttype="custom" o:connectlocs="120,0;109,7;83,28;50,63;21,110;3,152;0,179;14,205;48,242;128,209;171,180;182,143;164,87;120,0" o:connectangles="0,0,0,0,0,0,0,0,0,0,0,0,0,0"/>
              </v:shape>
              <v:shape id="Freeform 24" o:spid="_x0000_s1036" style="position:absolute;left:1306;top:877;width:158;height:158;visibility:visible;mso-wrap-style:square;v-text-anchor:top" coordsize="158,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CEK8UA&#10;AADbAAAADwAAAGRycy9kb3ducmV2LnhtbESPQWvCQBSE74X+h+UVvBTdKEUkukoqFaQUxKgHb4/s&#10;MxvMvo3ZVeO/dwuFHoeZ+YaZLTpbixu1vnKsYDhIQBAXTldcKtjvVv0JCB+QNdaOScGDPCzmry8z&#10;TLW785ZueShFhLBPUYEJoUml9IUhi37gGuLonVxrMUTZllK3eI9wW8tRkoylxYrjgsGGloaKc361&#10;Cpovlw2X4+P752aX/2wO2YXN5Vup3luXTUEE6sJ/+K+91gpGH/D7Jf4AO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oIQrxQAAANsAAAAPAAAAAAAAAAAAAAAAAJgCAABkcnMv&#10;ZG93bnJldi54bWxQSwUGAAAAAAQABAD1AAAAigMAAAAA&#10;" path="m,l1,10,6,38,19,75r23,40l66,144r19,13l110,156r40,-11l157,61,143,18,96,2,,xe" fillcolor="#008da8" stroked="f">
                <v:path arrowok="t" o:connecttype="custom" o:connectlocs="0,0;1,10;6,38;19,75;42,115;66,144;85,157;110,156;150,145;157,61;143,18;96,2;0,0" o:connectangles="0,0,0,0,0,0,0,0,0,0,0,0,0"/>
              </v:shape>
              <v:shape id="Freeform 25" o:spid="_x0000_s1037" style="position:absolute;left:1260;top:1070;width:200;height:151;visibility:visible;mso-wrap-style:square;v-text-anchor:top" coordsize="20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6cIA&#10;AADbAAAADwAAAGRycy9kb3ducmV2LnhtbESPQWsCMRSE7wX/Q3iCt5pVUMpqlEUtKPTSbfX83Dyz&#10;wc3Lskl1/femUOhxmJlvmOW6d424UResZwWTcQaCuPLaslHw/fX++gYiRGSNjWdS8KAA69XgZYm5&#10;9nf+pFsZjUgQDjkqqGNscylDVZPDMPYtcfIuvnMYk+yM1B3eE9w1cpplc+nQclqosaVNTdW1/HEK&#10;jsjF9bT7KO3JbA/789ygPRRKjYZ9sQARqY//4b/2XiuYzuD3S/o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67pwgAAANsAAAAPAAAAAAAAAAAAAAAAAJgCAABkcnMvZG93&#10;bnJldi54bWxQSwUGAAAAAAQABAD1AAAAhwMAAAAA&#10;" path="m136,l87,6,,47r5,9l23,78r28,28l89,131r35,16l147,150r21,-12l199,110,168,32,136,xe" fillcolor="#008da8" stroked="f">
                <v:path arrowok="t" o:connecttype="custom" o:connectlocs="136,0;87,6;0,47;5,56;23,78;51,106;89,131;124,147;147,150;168,138;199,110;168,32;136,0" o:connectangles="0,0,0,0,0,0,0,0,0,0,0,0,0"/>
              </v:shape>
              <v:shape id="Freeform 26" o:spid="_x0000_s1038" style="position:absolute;left:1303;top:1241;width:197;height:137;visibility:visible;mso-wrap-style:square;v-text-anchor:top" coordsize="197,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Kh38MA&#10;AADbAAAADwAAAGRycy9kb3ducmV2LnhtbESPQWsCMRSE7wX/Q3iCt5pVUMpqXJaCVI+utuLtNXnd&#10;LN28bDdRt/++KRR6HGbmG2ZdDK4VN+pD41nBbJqBINbeNFwrOB23j08gQkQ22HomBd8UoNiMHtaY&#10;G3/nA92qWIsE4ZCjAhtjl0sZtCWHYeo74uR9+N5hTLKvpenxnuCulfMsW0qHDacFix09W9Kf1dUp&#10;KOXiVH3Zt/3loqvz0Xv9+vIelJqMh3IFItIQ/8N/7Z1RMF/C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IKh38MAAADbAAAADwAAAAAAAAAAAAAAAACYAgAAZHJzL2Rv&#10;d25yZXYueG1sUEsFBgAAAAAEAAQA9QAAAIgDAAAAAA==&#10;" path="m79,l43,35,,121r10,4l37,131r39,5l122,132r37,-8l179,112,189,90r7,-41l123,6,79,xe" fillcolor="#008da8" stroked="f">
                <v:path arrowok="t" o:connecttype="custom" o:connectlocs="79,0;43,35;0,121;10,125;37,131;76,136;122,132;159,124;179,112;189,90;196,49;123,6;79,0" o:connectangles="0,0,0,0,0,0,0,0,0,0,0,0,0"/>
              </v:shape>
              <v:shape id="Freeform 27" o:spid="_x0000_s1039" style="position:absolute;left:1126;top:1183;width:200;height:137;visibility:visible;mso-wrap-style:square;v-text-anchor:top" coordsize="20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S8QA&#10;AADbAAAADwAAAGRycy9kb3ducmV2LnhtbESPUWvCMBSF3wX/Q7jCXmSmynDSmYqIg+HDxtQfcNfc&#10;tlmbm5JkWv/9Mhj4eDjnfIez3gy2ExfywThWMJ9lIIhLpw3XCs6n18cViBCRNXaOScGNAmyK8WiN&#10;uXZX/qTLMdYiQTjkqKCJsc+lDGVDFsPM9cTJq5y3GJP0tdQerwluO7nIsqW0aDgtNNjTrqGyPf5Y&#10;Bf6jDYcTx6/vnX2X26mpzP6pUuphMmxfQEQa4j38337TChbP8Pcl/QB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vqkvEAAAA2wAAAA8AAAAAAAAAAAAAAAAAmAIAAGRycy9k&#10;b3ducmV2LnhtbFBLBQYAAAAABAAEAPUAAACJAwAAAAA=&#10;" path="m85,l48,34,,117r10,4l36,129r39,7l121,134r37,-6l179,117,190,95r9,-40l129,8,85,xe" fillcolor="#008da8" stroked="f">
                <v:path arrowok="t" o:connecttype="custom" o:connectlocs="85,0;48,34;0,117;10,121;36,129;75,136;121,134;158,128;179,117;190,95;199,55;129,8;85,0" o:connectangles="0,0,0,0,0,0,0,0,0,0,0,0,0"/>
              </v:shape>
              <v:shape id="Freeform 28" o:spid="_x0000_s1040" style="position:absolute;left:1142;top:928;width:202;height:150;visibility:visible;mso-wrap-style:square;v-text-anchor:top" coordsize="202,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aEsQA&#10;AADbAAAADwAAAGRycy9kb3ducmV2LnhtbERPTWvCQBC9C/6HZQq96SYe2hrdhGCrCB5KbSl4G7Nj&#10;EpqdDdk1if313UPB4+N9r7PRNKKnztWWFcTzCARxYXXNpYKvz+3sBYTzyBoby6TgRg6ydDpZY6Lt&#10;wB/UH30pQgi7BBVU3reJlK6oyKCb25Y4cBfbGfQBdqXUHQ4h3DRyEUVP0mDNoaHCljYVFT/Hq1Gw&#10;PJxP78Xv9+H5LfevY7y97a7LWqnHhzFfgfA0+rv4373XChZhbPg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TGhLEAAAA2wAAAA8AAAAAAAAAAAAAAAAAmAIAAGRycy9k&#10;b3ducmV2LnhtbFBLBQYAAAAABAAEAPUAAACJAwAAAAA=&#10;" path="m135,l85,8,,52r6,9l24,83r29,26l92,133r35,14l150,149r21,-12l201,108,167,31,135,xe" fillcolor="#008da8" stroked="f">
                <v:path arrowok="t" o:connecttype="custom" o:connectlocs="135,0;85,8;0,52;6,61;24,83;53,109;92,133;127,147;150,149;171,137;201,108;167,31;135,0" o:connectangles="0,0,0,0,0,0,0,0,0,0,0,0,0"/>
              </v:shape>
              <v:shape id="Freeform 29" o:spid="_x0000_s1041" style="position:absolute;left:1068;top:1063;width:173;height:119;visibility:visible;mso-wrap-style:square;v-text-anchor:top" coordsize="173,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T4ZMQA&#10;AADbAAAADwAAAGRycy9kb3ducmV2LnhtbESPQWvCQBSE7wX/w/IEL6VuEqTa6Cppoa3oqSr0+sw+&#10;k2D2bciuSfz33UKhx2FmvmFWm8HUoqPWVZYVxNMIBHFudcWFgtPx/WkBwnlkjbVlUnAnB5v16GGF&#10;qbY9f1F38IUIEHYpKii9b1IpXV6SQTe1DXHwLrY16INsC6lb7APc1DKJomdpsOKwUGJDbyXl18PN&#10;KNgvCp1lr5x9fuPjLN66+c59nJWajIdsCcLT4P/Df+2tVpC8wO+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k+GTEAAAA2wAAAA8AAAAAAAAAAAAAAAAAmAIAAGRycy9k&#10;b3ducmV2LnhtbFBLBQYAAAAABAAEAPUAAACJAwAAAAA=&#10;" path="m93,l56,19,,74r7,6l26,92r30,14l93,115r31,3l142,114,156,99,172,68,126,16,93,xe" fillcolor="#008da8" stroked="f">
                <v:path arrowok="t" o:connecttype="custom" o:connectlocs="93,0;56,19;0,74;7,80;26,92;56,106;93,115;124,118;142,114;156,99;172,68;126,16;93,0" o:connectangles="0,0,0,0,0,0,0,0,0,0,0,0,0"/>
              </v:shape>
              <v:shape id="Freeform 30" o:spid="_x0000_s1042" style="position:absolute;left:1203;top:688;width:141;height:128;visibility:visible;mso-wrap-style:square;v-text-anchor:top" coordsize="141,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ac6MQA&#10;AADbAAAADwAAAGRycy9kb3ducmV2LnhtbERPz2vCMBS+D/Y/hDfYZWg6pyLVKEMYG0MRqx68PZpn&#10;W9a8lCSzrX+9OQx2/Ph+L1adqcWVnK8sK3gdJiCIc6srLhQcDx+DGQgfkDXWlklBTx5Wy8eHBaba&#10;trynaxYKEUPYp6igDKFJpfR5SQb90DbEkbtYZzBE6AqpHbYx3NRylCRTabDi2FBiQ+uS8p/s1ygY&#10;r4+j27l3L999uz19TnazZKO9Us9P3fscRKAu/Iv/3F9awVtcH7/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2nOjEAAAA2wAAAA8AAAAAAAAAAAAAAAAAmAIAAGRycy9k&#10;b3ducmV2LnhtbFBLBQYAAAAABAAEAPUAAACJAwAAAAA=&#10;" path="m78,l,9r2,9l10,40,25,68,48,98r23,21l88,127r20,-3l140,110,135,41,119,7,78,xe" fillcolor="#008da8" stroked="f">
                <v:path arrowok="t" o:connecttype="custom" o:connectlocs="78,0;0,9;2,18;10,40;25,68;48,98;71,119;88,127;108,124;140,110;135,41;119,7;78,0" o:connectangles="0,0,0,0,0,0,0,0,0,0,0,0,0"/>
              </v:shape>
              <v:shape id="Freeform 31" o:spid="_x0000_s1043" style="position:absolute;left:1074;top:584;width:113;height:104;visibility:visible;mso-wrap-style:square;v-text-anchor:top" coordsize="113,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fqR8UA&#10;AADbAAAADwAAAGRycy9kb3ducmV2LnhtbESPQWvCQBSE70L/w/IK3nSj0lKiq5RCQbQIxiJ6e2Sf&#10;m9Ds25hdTfTXd4VCj8PMfMPMFp2txJUaXzpWMBomIIhzp0s2Cr53n4M3ED4ga6wck4IbeVjMn3oz&#10;TLVreUvXLBgRIexTVFCEUKdS+rwgi37oauLonVxjMUTZGKkbbCPcVnKcJK/SYslxocCaPgrKf7KL&#10;VWAO6335tToe2myzfenOd7OT2CrVf+7epyACdeE//NdeagWTETy+xB8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F+pHxQAAANsAAAAPAAAAAAAAAAAAAAAAAJgCAABkcnMv&#10;ZG93bnJldi54bWxQSwUGAAAAAAQABAD1AAAAigMAAAAA&#10;" path="m63,l,7r1,7l8,32,20,55,39,79,57,96r14,7l87,100,112,89,109,33,96,5,63,xe" fillcolor="#008da8" stroked="f">
                <v:path arrowok="t" o:connecttype="custom" o:connectlocs="63,0;0,7;1,14;8,32;20,55;39,79;57,96;71,103;87,100;112,89;109,33;96,5;63,0" o:connectangles="0,0,0,0,0,0,0,0,0,0,0,0,0"/>
              </v:shape>
              <v:shape id="Freeform 32" o:spid="_x0000_s1044" style="position:absolute;left:1274;top:530;width:125;height:138;visibility:visible;mso-wrap-style:square;v-text-anchor:top" coordsize="125,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FOF8MA&#10;AADbAAAADwAAAGRycy9kb3ducmV2LnhtbESP0WoCMRRE3wv9h3ALfavZVaqyGqWISn1pqfoBl811&#10;s3RzsybR3f69EYQ+DjNzhpkve9uIK/lQO1aQDzIQxKXTNVcKjofN2xREiMgaG8ek4I8CLBfPT3Ms&#10;tOv4h677WIkE4VCgAhNjW0gZSkMWw8C1xMk7OW8xJukrqT12CW4bOcyysbRYc1ow2NLKUPm7v1gF&#10;79vxav2VG1ONvrttnu0m9Tl6pV5f+o8ZiEh9/A8/2p9awWgI9y/p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FOF8MAAADbAAAADwAAAAAAAAAAAAAAAACYAgAAZHJzL2Rv&#10;d25yZXYueG1sUEsFBgAAAAAEAAQA9QAAAIgDAAAAAA==&#10;" path="m,l,9,2,32r8,31l26,97r17,26l58,135r20,2l112,130,124,62,116,25,78,9,,xe" fillcolor="#008da8" stroked="f">
                <v:path arrowok="t" o:connecttype="custom" o:connectlocs="0,0;0,9;2,32;10,63;26,97;43,123;58,135;78,137;112,130;124,62;116,25;78,9;0,0" o:connectangles="0,0,0,0,0,0,0,0,0,0,0,0,0"/>
              </v:shape>
              <v:shape id="Freeform 33" o:spid="_x0000_s1045" style="position:absolute;left:1291;top:346;width:125;height:138;visibility:visible;mso-wrap-style:square;v-text-anchor:top" coordsize="125,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3rjMQA&#10;AADbAAAADwAAAGRycy9kb3ducmV2LnhtbESPUWvCMBSF3wf+h3CFvc20lunojCKisr1MdPsBl+ba&#10;FJubmkTb/ftlMNjj4ZzzHc5iNdhW3MmHxrGCfJKBIK6cbrhW8PW5e3oBESKyxtYxKfimAKvl6GGB&#10;pXY9H+l+irVIEA4lKjAxdqWUoTJkMUxcR5y8s/MWY5K+ltpjn+C2ldMsm0mLDacFgx1tDFWX080q&#10;eN7PNtuP3Ji6OPT7PHufN9folXocD+tXEJGG+B/+a79pBUUBv1/SD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N64zEAAAA2wAAAA8AAAAAAAAAAAAAAAAAmAIAAGRycy9k&#10;b3ducmV2LnhtbFBLBQYAAAAABAAEAPUAAACJAwAAAAA=&#10;" path="m,l,8,2,32r8,31l26,98r17,25l58,135r20,2l112,130,124,62,116,25,78,9,,xe" fillcolor="#008da8" stroked="f">
                <v:path arrowok="t" o:connecttype="custom" o:connectlocs="0,0;0,8;2,32;10,63;26,98;43,123;58,135;78,137;112,130;124,62;116,25;78,9;0,0" o:connectangles="0,0,0,0,0,0,0,0,0,0,0,0,0"/>
              </v:shape>
              <v:shape id="Freeform 34" o:spid="_x0000_s1046" style="position:absolute;left:1678;top:141;width:125;height:164;visibility:visible;mso-wrap-style:square;v-text-anchor:top" coordsize="125,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GUhMMA&#10;AADbAAAADwAAAGRycy9kb3ducmV2LnhtbESPwWrDMBBE74H+g9hCLyGW7YQS3CghBNKG5lQnH7BY&#10;a8vUWhlLtd2/rwqFHoeZecPsDrPtxEiDbx0ryJIUBHHldMuNgvvtvNqC8AFZY+eYFHyTh8P+YbHD&#10;QruJP2gsQyMihH2BCkwIfSGlrwxZ9InriaNXu8FiiHJopB5winDbyTxNn6XFluOCwZ5OhqrP8ssq&#10;0Nn7srrmrXHh3OSvtuc6y9+Uenqcjy8gAs3hP/zXvmgF6w38fo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GUhMMAAADbAAAADwAAAAAAAAAAAAAAAACYAgAAZHJzL2Rv&#10;d25yZXYueG1sUEsFBgAAAAAEAAQA9QAAAIgDAAAAAA==&#10;" path="m86,l78,4,60,18,37,41,16,73,2,101,,120r9,18l31,163,96,138r28,-25l119,72,86,xe" fillcolor="#008da8" stroked="f">
                <v:path arrowok="t" o:connecttype="custom" o:connectlocs="86,0;78,4;60,18;37,41;16,73;2,101;0,120;9,138;31,163;96,138;124,113;119,72;86,0" o:connectangles="0,0,0,0,0,0,0,0,0,0,0,0,0"/>
              </v:shape>
              <v:shape id="Freeform 35" o:spid="_x0000_s1047" style="position:absolute;left:960;top:874;width:154;height:108;visibility:visible;mso-wrap-style:square;v-text-anchor:top" coordsize="154,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jROcMA&#10;AADbAAAADwAAAGRycy9kb3ducmV2LnhtbESP0WrCQBRE3wv+w3ILfWs2jSg2dRURAoWiaPQDLrvX&#10;JJi9G7LbmP59VxB8HGbmDLNcj7YVA/W+cazgI0lBEGtnGq4UnE/F+wKED8gGW8ek4I88rFeTlyXm&#10;xt34SEMZKhEh7HNUUIfQ5VJ6XZNFn7iOOHoX11sMUfaVND3eIty2MkvTubTYcFyosaNtTfpa/loF&#10;7nM3Kw+2HPab87zQP1OriyxT6u113HyBCDSGZ/jR/jYKpjO4f4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jROcMAAADbAAAADwAAAAAAAAAAAAAAAACYAgAAZHJzL2Rv&#10;d25yZXYueG1sUEsFBgAAAAAEAAQA9QAAAIgDAAAAAA==&#10;" path="m90,l56,13,,56r5,5l21,75,46,90r32,12l105,107r17,-1l136,94,153,69,118,18,90,xe" fillcolor="#008da8" stroked="f">
                <v:path arrowok="t" o:connecttype="custom" o:connectlocs="90,0;56,13;0,56;5,61;21,75;46,90;78,102;105,107;122,106;136,94;153,69;118,18;90,0" o:connectangles="0,0,0,0,0,0,0,0,0,0,0,0,0"/>
              </v:shape>
              <v:shape id="Freeform 36" o:spid="_x0000_s1048" style="position:absolute;left:2203;top:539;width:121;height:113;visibility:visible;mso-wrap-style:square;v-text-anchor:top" coordsize="12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5RcQA&#10;AADbAAAADwAAAGRycy9kb3ducmV2LnhtbESPT4vCMBTE7wt+h/AEb2viCrJUo4ji4rIeXP+Ax2fz&#10;bIvNS2mird/eCAt7HGbmN8xk1tpS3Kn2hWMNg74CQZw6U3Cm4bBfvX+C8AHZYOmYNDzIw2zaeZtg&#10;YlzDv3TfhUxECPsENeQhVImUPs3Jou+7ijh6F1dbDFHWmTQ1NhFuS/mh1EhaLDgu5FjRIqf0urtZ&#10;DevzcXjcLLfb089cWc6+VPN9Vlr3uu18DCJQG/7Df+210TAcwet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PuUXEAAAA2wAAAA8AAAAAAAAAAAAAAAAAmAIAAGRycy9k&#10;b3ducmV2LnhtbFBLBQYAAAAABAAEAPUAAACJAwAAAAA=&#10;" path="m120,r-8,l92,3,64,10,33,26,11,42,,55,,73r6,30l67,112r33,-8l114,70,120,xe" fillcolor="#008da8" stroked="f">
                <v:path arrowok="t" o:connecttype="custom" o:connectlocs="120,0;112,0;92,3;64,10;33,26;11,42;0,55;0,73;6,103;67,112;100,104;114,70;120,0" o:connectangles="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49" type="#_x0000_t75" style="position:absolute;left:2412;top:835;width:120;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d663HAAAA2wAAAA8AAABkcnMvZG93bnJldi54bWxEj1trAjEUhN8L/odwhL7VrBeqbI1SClrp&#10;guKl9PV0c9xdujnZJlG3/fVNQfBxmJlvmOm8NbU4k/OVZQX9XgKCOLe64kLBYb94mIDwAVljbZkU&#10;/JCH+axzN8VU2wtv6bwLhYgQ9ikqKENoUil9XpJB37MNcfSO1hkMUbpCaoeXCDe1HCTJozRYcVwo&#10;saGXkvKv3ckoOC314nu0XX+8bV4HWfL7/plNMqfUfbd9fgIRqA238LW90gqGY/j/En+AnP0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ud663HAAAA2wAAAA8AAAAAAAAAAAAA&#10;AAAAnwIAAGRycy9kb3ducmV2LnhtbFBLBQYAAAAABAAEAPcAAACTAwAAAAA=&#10;">
                <v:imagedata r:id="rId10" o:title=""/>
              </v:shape>
              <v:shape id="Picture 38" o:spid="_x0000_s1050" type="#_x0000_t75" style="position:absolute;left:592;top:-46;width:1880;height:13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qU/BAAAA2wAAAA8AAABkcnMvZG93bnJldi54bWxET7tuwjAU3Sv1H6yL1KUCp9DyCHFQVakS&#10;Qxco7Bf74kTE12nshvD3eKjU8ei8i83gGtFTF2rPCl4mGQhi7U3NVsHh+3O8BBEissHGMym4UYBN&#10;+fhQYG78lXfU76MVKYRDjgqqGNtcyqArchgmviVO3Nl3DmOCnZWmw2sKd42cZtlcOqw5NVTY0kdF&#10;+rL/dQq+lquTni7sc/921IOzOH9t6x+lnkbD+xpEpCH+i//cW6NglsamL+kHyPI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aqU/BAAAA2wAAAA8AAAAAAAAAAAAAAAAAnwIA&#10;AGRycy9kb3ducmV2LnhtbFBLBQYAAAAABAAEAPcAAACNAwAAAAA=&#10;">
                <v:imagedata r:id="rId11" o:title=""/>
              </v:shape>
              <v:shape id="Freeform 39" o:spid="_x0000_s1051" style="position:absolute;left:1101;top:787;width:141;height:128;visibility:visible;mso-wrap-style:square;v-text-anchor:top" coordsize="141,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w1dccA&#10;AADbAAAADwAAAGRycy9kb3ducmV2LnhtbESPQWvCQBSE74X+h+UVeim6qVax0VWKIBZRRGsPvT2y&#10;zyQ0+zbsribx13cLhR6HmfmGmS1aU4krOV9aVvDcT0AQZ1aXnCs4fax6ExA+IGusLJOCjjws5vd3&#10;M0y1bfhA12PIRYSwT1FBEUKdSumzggz6vq2Jo3e2zmCI0uVSO2wi3FRykCRjabDkuFBgTcuCsu/j&#10;xSh4WZ4Gt6/OPW26Zve5Hu0nyVZ7pR4f2rcpiEBt+A//td+1guEr/H6JP0DO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MNXXHAAAA2wAAAA8AAAAAAAAAAAAAAAAAmAIAAGRy&#10;cy9kb3ducmV2LnhtbFBLBQYAAAAABAAEAPUAAACMAwAAAAA=&#10;" path="m78,l,9r2,9l10,39,25,68,48,98r23,21l88,127r20,-3l140,110,135,41,119,7,78,xe" fillcolor="#008da8" stroked="f">
                <v:path arrowok="t" o:connecttype="custom" o:connectlocs="78,0;0,9;2,18;10,39;25,68;48,98;71,119;88,127;108,124;140,110;135,41;119,7;78,0" o:connectangles="0,0,0,0,0,0,0,0,0,0,0,0,0"/>
              </v:shape>
              <v:shape id="Picture 40" o:spid="_x0000_s1052" type="#_x0000_t75" style="position:absolute;left:1678;top:-108;width:14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cbfi/AAAA2wAAAA8AAABkcnMvZG93bnJldi54bWxET02LwjAQvS/4H8II3tZUEVeqUUQQ9LTo&#10;iuehGdtqMqlJqnV/vTks7PHxvherzhrxIB9qxwpGwwwEceF0zaWC08/2cwYiRGSNxjEpeFGA1bL3&#10;scBcuycf6HGMpUghHHJUUMXY5FKGoiKLYega4sRdnLcYE/Sl1B6fKdwaOc6yqbRYc2qosKFNRcXt&#10;2FoFmfz1k+9zU9Bdj9r2YK7ma39VatDv1nMQkbr4L/5z77SCSVqfvqQfIJd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pXG34vwAAANsAAAAPAAAAAAAAAAAAAAAAAJ8CAABk&#10;cnMvZG93bnJldi54bWxQSwUGAAAAAAQABAD3AAAAiwMAAAAA&#10;">
                <v:imagedata r:id="rId12" o:title=""/>
              </v:shape>
              <v:shape id="Picture 41" o:spid="_x0000_s1053" type="#_x0000_t75" style="position:absolute;left:1843;top:-76;width:1040;height:12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N2jXFAAAA2wAAAA8AAABkcnMvZG93bnJldi54bWxEj0FrwkAUhO9C/8PyCr1I3SgiEl1FQpWW&#10;ejHNxdsj+0yC2bchu01if71bEDwOM/MNs94OphYdta6yrGA6iUAQ51ZXXCjIfvbvSxDOI2usLZOC&#10;GznYbl5Ga4y17flEXeoLESDsYlRQet/EUrq8JINuYhvi4F1sa9AH2RZSt9gHuKnlLIoW0mDFYaHE&#10;hpKS8mv6axQcv4dx8vXX7U/pOb0dkiy69OMPpd5eh90KhKfBP8OP9qdWMJ/C/5fwA+Tm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jdo1xQAAANsAAAAPAAAAAAAAAAAAAAAA&#10;AJ8CAABkcnMvZG93bnJldi54bWxQSwUGAAAAAAQABAD3AAAAkQMAAAAA&#10;">
                <v:imagedata r:id="rId13" o:title=""/>
              </v:shape>
              <v:group id="Group 42" o:spid="_x0000_s1054" style="position:absolute;left:936;top:2135;width:1625;height:190" coordorigin="936,2135" coordsize="1625,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43" o:spid="_x0000_s1055" style="position:absolute;left:936;top:2135;width:1625;height:190;visibility:visible;mso-wrap-style:square;v-text-anchor:top" coordsize="1625,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TZO8QA&#10;AADbAAAADwAAAGRycy9kb3ducmV2LnhtbESPQWvCQBSE7wX/w/IEb3VjaqtEVxGL6KUHU/H8zD6T&#10;aPZt2F01/vtuodDjMDPfMPNlZxpxJ+drywpGwwQEcWF1zaWCw/fmdQrCB2SNjWVS8CQPy0XvZY6Z&#10;tg/e0z0PpYgQ9hkqqEJoMyl9UZFBP7QtcfTO1hkMUbpSaoePCDeNTJPkQxqsOS5U2NK6ouKa34yC&#10;yWZycp/H0eU5Tdc2f9+muy82Sg363WoGIlAX/sN/7Z1WMH6D3y/x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k2TvEAAAA2wAAAA8AAAAAAAAAAAAAAAAAmAIAAGRycy9k&#10;b3ducmV2LnhtbFBLBQYAAAAABAAEAPUAAACJAwAAAAA=&#10;" path="m,60r65,44l140,137r81,24l305,178r85,9l473,189r79,-2l623,180r61,-10l747,156r29,-8l287,148r-60,l174,140,124,123,68,96,,60xe" fillcolor="#008da8" stroked="f">
                  <v:path arrowok="t" o:connecttype="custom" o:connectlocs="0,60;65,104;140,137;221,161;305,178;390,187;473,189;552,187;623,180;684,170;747,156;776,148;287,148;227,148;174,140;124,123;68,96;0,60" o:connectangles="0,0,0,0,0,0,0,0,0,0,0,0,0,0,0,0,0,0"/>
                </v:shape>
                <v:shape id="Freeform 44" o:spid="_x0000_s1056" style="position:absolute;left:936;top:2135;width:1625;height:190;visibility:visible;mso-wrap-style:square;v-text-anchor:top" coordsize="1625,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1BT8MA&#10;AADbAAAADwAAAGRycy9kb3ducmV2LnhtbESPQWvCQBSE7wX/w/IEb3Vj0CrRVYpF9NJD0+L5mX0m&#10;0ezbsLtq/PddQfA4zMw3zGLVmUZcyfnasoLRMAFBXFhdc6ng73fzPgPhA7LGxjIpuJOH1bL3tsBM&#10;2xv/0DUPpYgQ9hkqqEJoMyl9UZFBP7QtcfSO1hkMUbpSaoe3CDeNTJPkQxqsOS5U2NK6ouKcX4yC&#10;6WZ6cF/70ek+S9c2n2zT3TcbpQb97nMOIlAXXuFne6cVjMfw+B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1BT8MAAADbAAAADwAAAAAAAAAAAAAAAACYAgAAZHJzL2Rv&#10;d25yZXYueG1sUEsFBgAAAAAEAAQA9QAAAIgDAAAAAA==&#10;" path="m1150,r-85,4l994,13,929,26,790,61,701,82,588,104,461,125r-98,16l287,148r489,l880,122r72,-17l1028,91r83,-11l1199,74r318,l1486,61,1391,30,1277,7,1150,xe" fillcolor="#008da8" stroked="f">
                  <v:path arrowok="t" o:connecttype="custom" o:connectlocs="1150,0;1065,4;994,13;929,26;790,61;701,82;588,104;461,125;363,141;287,148;776,148;880,122;952,105;1028,91;1111,80;1199,74;1517,74;1486,61;1391,30;1277,7;1150,0" o:connectangles="0,0,0,0,0,0,0,0,0,0,0,0,0,0,0,0,0,0,0,0,0"/>
                </v:shape>
                <v:shape id="Freeform 45" o:spid="_x0000_s1057" style="position:absolute;left:936;top:2135;width:1625;height:190;visibility:visible;mso-wrap-style:square;v-text-anchor:top" coordsize="1625,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k1MMA&#10;AADbAAAADwAAAGRycy9kb3ducmV2LnhtbESPQWvCQBSE7wX/w/IEb3Vj0CrRVYpF9OKhafH8zD6T&#10;aPZt2F01/nu3UPA4zMw3zGLVmUbcyPnasoLRMAFBXFhdc6ng92fzPgPhA7LGxjIpeJCH1bL3tsBM&#10;2zt/0y0PpYgQ9hkqqEJoMyl9UZFBP7QtcfRO1hkMUbpSaof3CDeNTJPkQxqsOS5U2NK6ouKSX42C&#10;6WZ6dF+H0fkxS9c2n2zT3Z6NUoN+9zkHEagLr/B/e6cVjCfw9yX+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Hk1MMAAADbAAAADwAAAAAAAAAAAAAAAACYAgAAZHJzL2Rv&#10;d25yZXYueG1sUEsFBgAAAAAEAAQA9QAAAIgDAAAAAA==&#10;" path="m1517,74r-318,l1296,74r108,5l1474,86r63,14l1624,126r-16,-10l1560,92,1517,74xe" fillcolor="#008da8" stroked="f">
                  <v:path arrowok="t" o:connecttype="custom" o:connectlocs="1517,74;1199,74;1296,74;1404,79;1474,86;1537,100;1624,126;1608,116;1560,92;1517,74" o:connectangles="0,0,0,0,0,0,0,0,0,0"/>
                </v:shape>
              </v:group>
              <v:shape id="Picture 46" o:spid="_x0000_s1058" type="#_x0000_t75" style="position:absolute;left:1212;top:2055;width:54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LCVvGAAAA2wAAAA8AAABkcnMvZG93bnJldi54bWxEj09rwkAUxO+FfoflFXopulHaUKIbKYVA&#10;W71oRa+P7DN/zL6N2Y2m394VCh6HmfkNM18MphFn6lxlWcFkHIEgzq2uuFCw/c1G7yCcR9bYWCYF&#10;f+RgkT4+zDHR9sJrOm98IQKEXYIKSu/bREqXl2TQjW1LHLyD7Qz6ILtC6g4vAW4aOY2iWBqsOCyU&#10;2NJnSflx0xsFXG/jvs3jl+/96jRd7n6yt7rPlHp+Gj5mIDwN/h7+b39pBa8x3L6EHyDTK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YsJW8YAAADbAAAADwAAAAAAAAAAAAAA&#10;AACfAgAAZHJzL2Rvd25yZXYueG1sUEsFBgAAAAAEAAQA9wAAAJIDAAAAAA==&#10;">
                <v:imagedata r:id="rId14" o:title=""/>
              </v:shape>
              <v:shape id="Picture 47" o:spid="_x0000_s1059" type="#_x0000_t75" style="position:absolute;left:1790;top:1979;width:540;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daf/CAAAA2wAAAA8AAABkcnMvZG93bnJldi54bWxEj9GKwjAURN8X/IdwBd/WVNFVqlFEFFbw&#10;ZdUPuDTXptjclCS29e/NwsI+DjNzhllve1uLlnyoHCuYjDMQxIXTFZcKbtfj5xJEiMgaa8ek4EUB&#10;tpvBxxpz7Tr+ofYSS5EgHHJUYGJscilDYchiGLuGOHl35y3GJH0ptccuwW0tp1n2JS1WnBYMNrQ3&#10;VDwuT6vg+Dj79qSXZ3s4mOI+7Xa3ue+UGg373QpEpD7+h//a31rBbAG/X9IPkJs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XWn/wgAAANsAAAAPAAAAAAAAAAAAAAAAAJ8C&#10;AABkcnMvZG93bnJldi54bWxQSwUGAAAAAAQABAD3AAAAjgMAAAAA&#10;">
                <v:imagedata r:id="rId15" o:title=""/>
              </v:shape>
              <v:shape id="Picture 48" o:spid="_x0000_s1060" type="#_x0000_t75" style="position:absolute;left:1043;top:2336;width:240;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Ao3DAAAAA2wAAAA8AAABkcnMvZG93bnJldi54bWxET8uKwjAU3QvzD+EK7jTVERk6jSKDwkBX&#10;PhYzu0tzbUuTm9rEWv/eLASXh/PONoM1oqfO144VzGcJCOLC6ZpLBefTfvoFwgdkjcYxKXiQh836&#10;Y5Rhqt2dD9QfQyliCPsUFVQhtKmUvqjIop+5ljhyF9dZDBF2pdQd3mO4NXKRJCtpsebYUGFLPxUV&#10;zfFmFfSFb655nf8Ze7ju9v8785lf5kpNxsP2G0SgIbzFL/evVrCMY+OX+APk+gk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4CjcMAAAADbAAAADwAAAAAAAAAAAAAAAACfAgAA&#10;ZHJzL2Rvd25yZXYueG1sUEsFBgAAAAAEAAQA9wAAAIwDAAAAAA==&#10;">
                <v:imagedata r:id="rId16" o:title=""/>
              </v:shape>
              <v:shape id="Picture 49" o:spid="_x0000_s1061" type="#_x0000_t75" style="position:absolute;left:1323;top:2315;width:500;height: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vEPDAAAA2wAAAA8AAABkcnMvZG93bnJldi54bWxEj0FrwkAUhO8F/8PyBG91Y5HSRlcRoeBF&#10;xNRLb4/sMxvNvo3Zp8b++m6h0OMwM98w82XvG3WjLtaBDUzGGSjiMtiaKwOHz4/nN1BRkC02gcnA&#10;gyIsF4OnOeY23HlPt0IqlSAcczTgRNpc61g68hjHoSVO3jF0HiXJrtK2w3uC+0a/ZNmr9lhzWnDY&#10;0tpReS6u3sDX5fBd7GnXykpOJ2pc2F77YMxo2K9moIR6+Q//tTfWwPQdfr+kH6A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i8Q8MAAADbAAAADwAAAAAAAAAAAAAAAACf&#10;AgAAZHJzL2Rvd25yZXYueG1sUEsFBgAAAAAEAAQA9wAAAI8DAAAAAA==&#10;">
                <v:imagedata r:id="rId17" o:title=""/>
              </v:shape>
              <v:shape id="Picture 50" o:spid="_x0000_s1062" type="#_x0000_t75" style="position:absolute;left:1858;top:2268;width:560;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Q+a3BAAAA2wAAAA8AAABkcnMvZG93bnJldi54bWxET89rwjAUvg/8H8ITdtNUxamdUVQo6A66&#10;qbs/mmdTbF5Kk2n9781B2PHj+z1ftrYSN2p86VjBoJ+AIM6dLrlQcD5lvSkIH5A1Vo5JwYM8LBed&#10;tzmm2t35h27HUIgYwj5FBSaEOpXS54Ys+r6riSN3cY3FEGFTSN3gPYbbSg6T5ENaLDk2GKxpYyi/&#10;Hv+sgsOX/97/mmy9o9l0NWkfo+xcjJR677arTxCB2vAvfrm3WsE4ro9f4g+Qiy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IQ+a3BAAAA2wAAAA8AAAAAAAAAAAAAAAAAnwIA&#10;AGRycy9kb3ducmV2LnhtbFBLBQYAAAAABAAEAPcAAACNAwAAAAA=&#10;">
                <v:imagedata r:id="rId18" o:title=""/>
              </v:shape>
              <w10:wrap anchorx="page"/>
            </v:group>
          </w:pict>
        </mc:Fallback>
      </mc:AlternateContent>
    </w:r>
    <w:r w:rsidR="00841B48">
      <w:rPr>
        <w:rFonts w:ascii="Trebuchet MS" w:hAnsi="Trebuchet MS" w:cs="Trebuchet MS"/>
        <w:b/>
        <w:bCs/>
        <w:color w:val="004B8D"/>
        <w:w w:val="95"/>
        <w:sz w:val="55"/>
        <w:szCs w:val="55"/>
      </w:rPr>
      <w:t>Spring</w:t>
    </w:r>
    <w:r w:rsidR="00841B48">
      <w:rPr>
        <w:rFonts w:ascii="Trebuchet MS" w:hAnsi="Trebuchet MS" w:cs="Trebuchet MS"/>
        <w:b/>
        <w:bCs/>
        <w:color w:val="004B8D"/>
        <w:spacing w:val="-50"/>
        <w:w w:val="95"/>
        <w:sz w:val="55"/>
        <w:szCs w:val="55"/>
      </w:rPr>
      <w:t xml:space="preserve"> </w:t>
    </w:r>
    <w:r w:rsidR="00841B48">
      <w:rPr>
        <w:rFonts w:ascii="Trebuchet MS" w:hAnsi="Trebuchet MS" w:cs="Trebuchet MS"/>
        <w:b/>
        <w:bCs/>
        <w:color w:val="004B8D"/>
        <w:w w:val="95"/>
        <w:sz w:val="55"/>
        <w:szCs w:val="55"/>
      </w:rPr>
      <w:t>Farm</w:t>
    </w:r>
    <w:r w:rsidR="00841B48">
      <w:rPr>
        <w:rFonts w:ascii="Trebuchet MS" w:hAnsi="Trebuchet MS" w:cs="Trebuchet MS"/>
        <w:b/>
        <w:bCs/>
        <w:color w:val="004B8D"/>
        <w:spacing w:val="-50"/>
        <w:w w:val="95"/>
        <w:sz w:val="55"/>
        <w:szCs w:val="55"/>
      </w:rPr>
      <w:t xml:space="preserve"> </w:t>
    </w:r>
    <w:r w:rsidR="00841B48">
      <w:rPr>
        <w:rFonts w:ascii="Trebuchet MS" w:hAnsi="Trebuchet MS" w:cs="Trebuchet MS"/>
        <w:b/>
        <w:bCs/>
        <w:color w:val="004B8D"/>
        <w:spacing w:val="-2"/>
        <w:w w:val="95"/>
        <w:sz w:val="55"/>
        <w:szCs w:val="55"/>
      </w:rPr>
      <w:t>Public</w:t>
    </w:r>
    <w:r w:rsidR="00841B48">
      <w:rPr>
        <w:rFonts w:ascii="Trebuchet MS" w:hAnsi="Trebuchet MS" w:cs="Trebuchet MS"/>
        <w:b/>
        <w:bCs/>
        <w:color w:val="004B8D"/>
        <w:spacing w:val="-50"/>
        <w:w w:val="95"/>
        <w:sz w:val="55"/>
        <w:szCs w:val="55"/>
      </w:rPr>
      <w:t xml:space="preserve"> </w:t>
    </w:r>
    <w:r w:rsidR="00841B48">
      <w:rPr>
        <w:rFonts w:ascii="Trebuchet MS" w:hAnsi="Trebuchet MS" w:cs="Trebuchet MS"/>
        <w:b/>
        <w:bCs/>
        <w:color w:val="004B8D"/>
        <w:spacing w:val="-2"/>
        <w:w w:val="95"/>
        <w:sz w:val="55"/>
        <w:szCs w:val="55"/>
      </w:rPr>
      <w:t>School</w:t>
    </w:r>
  </w:p>
  <w:p w:rsidR="00841B48" w:rsidRPr="00044D92" w:rsidRDefault="00841B48" w:rsidP="00841B48">
    <w:pPr>
      <w:pStyle w:val="BodyText"/>
      <w:kinsoku w:val="0"/>
      <w:overflowPunct w:val="0"/>
      <w:spacing w:before="81"/>
      <w:ind w:right="927"/>
      <w:jc w:val="center"/>
    </w:pPr>
    <w:r w:rsidRPr="00044D92">
      <w:t>Barley Road, Spring Farm, NSW</w:t>
    </w:r>
    <w:r w:rsidRPr="00044D92">
      <w:rPr>
        <w:spacing w:val="-13"/>
      </w:rPr>
      <w:t xml:space="preserve"> </w:t>
    </w:r>
    <w:r w:rsidRPr="00044D92">
      <w:t>2570</w:t>
    </w:r>
  </w:p>
  <w:p w:rsidR="00841B48" w:rsidRPr="00044D92" w:rsidRDefault="00442E8F" w:rsidP="00841B48">
    <w:pPr>
      <w:pStyle w:val="BodyText"/>
      <w:kinsoku w:val="0"/>
      <w:overflowPunct w:val="0"/>
      <w:ind w:right="927"/>
      <w:jc w:val="center"/>
    </w:pPr>
    <w:r>
      <w:t>Phone • (02) 4658 5730</w:t>
    </w:r>
  </w:p>
  <w:p w:rsidR="00841B48" w:rsidRPr="00044D92" w:rsidRDefault="00841B48" w:rsidP="00841B48">
    <w:pPr>
      <w:pStyle w:val="BodyText"/>
      <w:kinsoku w:val="0"/>
      <w:overflowPunct w:val="0"/>
      <w:ind w:right="927"/>
      <w:jc w:val="center"/>
    </w:pPr>
    <w:r w:rsidRPr="00044D92">
      <w:t>PO Box 921 Narellan NSW 2567</w:t>
    </w:r>
  </w:p>
  <w:p w:rsidR="00841B48" w:rsidRDefault="00841B48" w:rsidP="00841B48">
    <w:pPr>
      <w:pStyle w:val="BodyText"/>
      <w:kinsoku w:val="0"/>
      <w:overflowPunct w:val="0"/>
      <w:spacing w:line="249" w:lineRule="auto"/>
      <w:ind w:left="4906" w:right="2050"/>
      <w:jc w:val="center"/>
    </w:pPr>
    <w:r w:rsidRPr="00044D92">
      <w:t>Email</w:t>
    </w:r>
    <w:r w:rsidRPr="00044D92">
      <w:rPr>
        <w:spacing w:val="-6"/>
      </w:rPr>
      <w:t xml:space="preserve"> </w:t>
    </w:r>
    <w:r w:rsidRPr="00044D92">
      <w:t>•</w:t>
    </w:r>
    <w:r w:rsidRPr="00044D92">
      <w:rPr>
        <w:spacing w:val="-6"/>
      </w:rPr>
      <w:t xml:space="preserve"> </w:t>
    </w:r>
    <w:hyperlink r:id="rId19" w:history="1">
      <w:r w:rsidRPr="00044D92">
        <w:t>springfarm-p.school@det.nsw.edu.au</w:t>
      </w:r>
    </w:hyperlink>
  </w:p>
  <w:p w:rsidR="00841B48" w:rsidRPr="00D15AB3" w:rsidRDefault="001469EC" w:rsidP="00D15AB3">
    <w:pPr>
      <w:pStyle w:val="BodyText"/>
      <w:kinsoku w:val="0"/>
      <w:overflowPunct w:val="0"/>
      <w:spacing w:line="249" w:lineRule="auto"/>
      <w:ind w:left="3402" w:right="35"/>
      <w:rPr>
        <w:sz w:val="18"/>
      </w:rPr>
    </w:pPr>
    <w:hyperlink r:id="rId20" w:history="1">
      <w:r w:rsidR="00841B48" w:rsidRPr="00D15AB3">
        <w:rPr>
          <w:sz w:val="18"/>
        </w:rPr>
        <w:t>www.springfarm-p.schools.nsw.edu.au</w:t>
      </w:r>
    </w:hyperlink>
    <w:r w:rsidR="00D15AB3" w:rsidRPr="00D15AB3">
      <w:rPr>
        <w:sz w:val="18"/>
      </w:rPr>
      <w:t xml:space="preserve">   </w:t>
    </w:r>
    <w:r w:rsidR="00D15AB3">
      <w:rPr>
        <w:sz w:val="18"/>
      </w:rPr>
      <w:t xml:space="preserve">     </w:t>
    </w:r>
    <w:r w:rsidR="00D15AB3" w:rsidRPr="00D15AB3">
      <w:rPr>
        <w:sz w:val="18"/>
      </w:rPr>
      <w:t>www.facebook.com/SpringFarmPublicSchool</w:t>
    </w:r>
  </w:p>
  <w:p w:rsidR="00841B48" w:rsidRPr="00D15AB3" w:rsidRDefault="00841B48" w:rsidP="00841B48">
    <w:pPr>
      <w:pStyle w:val="BodyText"/>
      <w:kinsoku w:val="0"/>
      <w:overflowPunct w:val="0"/>
      <w:spacing w:before="6"/>
      <w:ind w:left="0"/>
      <w:rPr>
        <w:sz w:val="5"/>
        <w:szCs w:val="7"/>
      </w:rPr>
    </w:pPr>
  </w:p>
  <w:p w:rsidR="00841B48" w:rsidRDefault="001469EC" w:rsidP="00841B48">
    <w:pPr>
      <w:pStyle w:val="BodyText"/>
      <w:kinsoku w:val="0"/>
      <w:overflowPunct w:val="0"/>
      <w:spacing w:before="0"/>
      <w:ind w:left="2706"/>
    </w:pPr>
    <w:r>
      <w:rPr>
        <w:noProof/>
      </w:rPr>
      <mc:AlternateContent>
        <mc:Choice Requires="wpg">
          <w:drawing>
            <wp:inline distT="0" distB="0" distL="0" distR="0">
              <wp:extent cx="5159375" cy="527050"/>
              <wp:effectExtent l="3810" t="1270" r="0" b="508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59375" cy="527050"/>
                        <a:chOff x="0" y="0"/>
                        <a:chExt cx="8125" cy="830"/>
                      </a:xfrm>
                    </wpg:grpSpPr>
                    <wpg:grpSp>
                      <wpg:cNvPr id="2" name="Group 2"/>
                      <wpg:cNvGrpSpPr>
                        <a:grpSpLocks/>
                      </wpg:cNvGrpSpPr>
                      <wpg:grpSpPr bwMode="auto">
                        <a:xfrm>
                          <a:off x="10" y="0"/>
                          <a:ext cx="8115" cy="830"/>
                          <a:chOff x="10" y="0"/>
                          <a:chExt cx="8115" cy="830"/>
                        </a:xfrm>
                      </wpg:grpSpPr>
                      <wps:wsp>
                        <wps:cNvPr id="3" name="Freeform 3"/>
                        <wps:cNvSpPr>
                          <a:spLocks/>
                        </wps:cNvSpPr>
                        <wps:spPr bwMode="auto">
                          <a:xfrm>
                            <a:off x="10" y="0"/>
                            <a:ext cx="8115" cy="830"/>
                          </a:xfrm>
                          <a:custGeom>
                            <a:avLst/>
                            <a:gdLst>
                              <a:gd name="T0" fmla="*/ 7161 w 8115"/>
                              <a:gd name="T1" fmla="*/ 170 h 830"/>
                              <a:gd name="T2" fmla="*/ 4958 w 8115"/>
                              <a:gd name="T3" fmla="*/ 170 h 830"/>
                              <a:gd name="T4" fmla="*/ 5108 w 8115"/>
                              <a:gd name="T5" fmla="*/ 171 h 830"/>
                              <a:gd name="T6" fmla="*/ 5259 w 8115"/>
                              <a:gd name="T7" fmla="*/ 175 h 830"/>
                              <a:gd name="T8" fmla="*/ 5412 w 8115"/>
                              <a:gd name="T9" fmla="*/ 182 h 830"/>
                              <a:gd name="T10" fmla="*/ 5567 w 8115"/>
                              <a:gd name="T11" fmla="*/ 193 h 830"/>
                              <a:gd name="T12" fmla="*/ 5645 w 8115"/>
                              <a:gd name="T13" fmla="*/ 199 h 830"/>
                              <a:gd name="T14" fmla="*/ 5723 w 8115"/>
                              <a:gd name="T15" fmla="*/ 206 h 830"/>
                              <a:gd name="T16" fmla="*/ 5802 w 8115"/>
                              <a:gd name="T17" fmla="*/ 214 h 830"/>
                              <a:gd name="T18" fmla="*/ 5881 w 8115"/>
                              <a:gd name="T19" fmla="*/ 223 h 830"/>
                              <a:gd name="T20" fmla="*/ 5961 w 8115"/>
                              <a:gd name="T21" fmla="*/ 233 h 830"/>
                              <a:gd name="T22" fmla="*/ 6041 w 8115"/>
                              <a:gd name="T23" fmla="*/ 243 h 830"/>
                              <a:gd name="T24" fmla="*/ 6121 w 8115"/>
                              <a:gd name="T25" fmla="*/ 255 h 830"/>
                              <a:gd name="T26" fmla="*/ 6202 w 8115"/>
                              <a:gd name="T27" fmla="*/ 268 h 830"/>
                              <a:gd name="T28" fmla="*/ 6284 w 8115"/>
                              <a:gd name="T29" fmla="*/ 281 h 830"/>
                              <a:gd name="T30" fmla="*/ 6366 w 8115"/>
                              <a:gd name="T31" fmla="*/ 296 h 830"/>
                              <a:gd name="T32" fmla="*/ 6448 w 8115"/>
                              <a:gd name="T33" fmla="*/ 311 h 830"/>
                              <a:gd name="T34" fmla="*/ 6531 w 8115"/>
                              <a:gd name="T35" fmla="*/ 328 h 830"/>
                              <a:gd name="T36" fmla="*/ 6614 w 8115"/>
                              <a:gd name="T37" fmla="*/ 346 h 830"/>
                              <a:gd name="T38" fmla="*/ 6698 w 8115"/>
                              <a:gd name="T39" fmla="*/ 365 h 830"/>
                              <a:gd name="T40" fmla="*/ 6783 w 8115"/>
                              <a:gd name="T41" fmla="*/ 384 h 830"/>
                              <a:gd name="T42" fmla="*/ 6868 w 8115"/>
                              <a:gd name="T43" fmla="*/ 406 h 830"/>
                              <a:gd name="T44" fmla="*/ 6953 w 8115"/>
                              <a:gd name="T45" fmla="*/ 428 h 830"/>
                              <a:gd name="T46" fmla="*/ 7039 w 8115"/>
                              <a:gd name="T47" fmla="*/ 451 h 830"/>
                              <a:gd name="T48" fmla="*/ 7125 w 8115"/>
                              <a:gd name="T49" fmla="*/ 476 h 830"/>
                              <a:gd name="T50" fmla="*/ 7212 w 8115"/>
                              <a:gd name="T51" fmla="*/ 501 h 830"/>
                              <a:gd name="T52" fmla="*/ 7300 w 8115"/>
                              <a:gd name="T53" fmla="*/ 528 h 830"/>
                              <a:gd name="T54" fmla="*/ 7388 w 8115"/>
                              <a:gd name="T55" fmla="*/ 556 h 830"/>
                              <a:gd name="T56" fmla="*/ 7477 w 8115"/>
                              <a:gd name="T57" fmla="*/ 586 h 830"/>
                              <a:gd name="T58" fmla="*/ 7566 w 8115"/>
                              <a:gd name="T59" fmla="*/ 617 h 830"/>
                              <a:gd name="T60" fmla="*/ 7656 w 8115"/>
                              <a:gd name="T61" fmla="*/ 649 h 830"/>
                              <a:gd name="T62" fmla="*/ 7746 w 8115"/>
                              <a:gd name="T63" fmla="*/ 682 h 830"/>
                              <a:gd name="T64" fmla="*/ 7837 w 8115"/>
                              <a:gd name="T65" fmla="*/ 717 h 830"/>
                              <a:gd name="T66" fmla="*/ 7929 w 8115"/>
                              <a:gd name="T67" fmla="*/ 753 h 830"/>
                              <a:gd name="T68" fmla="*/ 8021 w 8115"/>
                              <a:gd name="T69" fmla="*/ 790 h 830"/>
                              <a:gd name="T70" fmla="*/ 8114 w 8115"/>
                              <a:gd name="T71" fmla="*/ 829 h 830"/>
                              <a:gd name="T72" fmla="*/ 8114 w 8115"/>
                              <a:gd name="T73" fmla="*/ 464 h 830"/>
                              <a:gd name="T74" fmla="*/ 8033 w 8115"/>
                              <a:gd name="T75" fmla="*/ 432 h 830"/>
                              <a:gd name="T76" fmla="*/ 7952 w 8115"/>
                              <a:gd name="T77" fmla="*/ 402 h 830"/>
                              <a:gd name="T78" fmla="*/ 7871 w 8115"/>
                              <a:gd name="T79" fmla="*/ 373 h 830"/>
                              <a:gd name="T80" fmla="*/ 7790 w 8115"/>
                              <a:gd name="T81" fmla="*/ 345 h 830"/>
                              <a:gd name="T82" fmla="*/ 7709 w 8115"/>
                              <a:gd name="T83" fmla="*/ 318 h 830"/>
                              <a:gd name="T84" fmla="*/ 7628 w 8115"/>
                              <a:gd name="T85" fmla="*/ 293 h 830"/>
                              <a:gd name="T86" fmla="*/ 7547 w 8115"/>
                              <a:gd name="T87" fmla="*/ 269 h 830"/>
                              <a:gd name="T88" fmla="*/ 7466 w 8115"/>
                              <a:gd name="T89" fmla="*/ 246 h 830"/>
                              <a:gd name="T90" fmla="*/ 7385 w 8115"/>
                              <a:gd name="T91" fmla="*/ 224 h 830"/>
                              <a:gd name="T92" fmla="*/ 7304 w 8115"/>
                              <a:gd name="T93" fmla="*/ 204 h 830"/>
                              <a:gd name="T94" fmla="*/ 7223 w 8115"/>
                              <a:gd name="T95" fmla="*/ 184 h 830"/>
                              <a:gd name="T96" fmla="*/ 7161 w 8115"/>
                              <a:gd name="T97" fmla="*/ 170 h 830"/>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8115" h="830">
                                <a:moveTo>
                                  <a:pt x="7161" y="170"/>
                                </a:moveTo>
                                <a:lnTo>
                                  <a:pt x="4958" y="170"/>
                                </a:lnTo>
                                <a:lnTo>
                                  <a:pt x="5108" y="171"/>
                                </a:lnTo>
                                <a:lnTo>
                                  <a:pt x="5259" y="175"/>
                                </a:lnTo>
                                <a:lnTo>
                                  <a:pt x="5412" y="182"/>
                                </a:lnTo>
                                <a:lnTo>
                                  <a:pt x="5567" y="193"/>
                                </a:lnTo>
                                <a:lnTo>
                                  <a:pt x="5645" y="199"/>
                                </a:lnTo>
                                <a:lnTo>
                                  <a:pt x="5723" y="206"/>
                                </a:lnTo>
                                <a:lnTo>
                                  <a:pt x="5802" y="214"/>
                                </a:lnTo>
                                <a:lnTo>
                                  <a:pt x="5881" y="223"/>
                                </a:lnTo>
                                <a:lnTo>
                                  <a:pt x="5961" y="233"/>
                                </a:lnTo>
                                <a:lnTo>
                                  <a:pt x="6041" y="243"/>
                                </a:lnTo>
                                <a:lnTo>
                                  <a:pt x="6121" y="255"/>
                                </a:lnTo>
                                <a:lnTo>
                                  <a:pt x="6202" y="268"/>
                                </a:lnTo>
                                <a:lnTo>
                                  <a:pt x="6284" y="281"/>
                                </a:lnTo>
                                <a:lnTo>
                                  <a:pt x="6366" y="296"/>
                                </a:lnTo>
                                <a:lnTo>
                                  <a:pt x="6448" y="311"/>
                                </a:lnTo>
                                <a:lnTo>
                                  <a:pt x="6531" y="328"/>
                                </a:lnTo>
                                <a:lnTo>
                                  <a:pt x="6614" y="346"/>
                                </a:lnTo>
                                <a:lnTo>
                                  <a:pt x="6698" y="365"/>
                                </a:lnTo>
                                <a:lnTo>
                                  <a:pt x="6783" y="384"/>
                                </a:lnTo>
                                <a:lnTo>
                                  <a:pt x="6868" y="406"/>
                                </a:lnTo>
                                <a:lnTo>
                                  <a:pt x="6953" y="428"/>
                                </a:lnTo>
                                <a:lnTo>
                                  <a:pt x="7039" y="451"/>
                                </a:lnTo>
                                <a:lnTo>
                                  <a:pt x="7125" y="476"/>
                                </a:lnTo>
                                <a:lnTo>
                                  <a:pt x="7212" y="501"/>
                                </a:lnTo>
                                <a:lnTo>
                                  <a:pt x="7300" y="528"/>
                                </a:lnTo>
                                <a:lnTo>
                                  <a:pt x="7388" y="556"/>
                                </a:lnTo>
                                <a:lnTo>
                                  <a:pt x="7477" y="586"/>
                                </a:lnTo>
                                <a:lnTo>
                                  <a:pt x="7566" y="617"/>
                                </a:lnTo>
                                <a:lnTo>
                                  <a:pt x="7656" y="649"/>
                                </a:lnTo>
                                <a:lnTo>
                                  <a:pt x="7746" y="682"/>
                                </a:lnTo>
                                <a:lnTo>
                                  <a:pt x="7837" y="717"/>
                                </a:lnTo>
                                <a:lnTo>
                                  <a:pt x="7929" y="753"/>
                                </a:lnTo>
                                <a:lnTo>
                                  <a:pt x="8021" y="790"/>
                                </a:lnTo>
                                <a:lnTo>
                                  <a:pt x="8114" y="829"/>
                                </a:lnTo>
                                <a:lnTo>
                                  <a:pt x="8114" y="464"/>
                                </a:lnTo>
                                <a:lnTo>
                                  <a:pt x="8033" y="432"/>
                                </a:lnTo>
                                <a:lnTo>
                                  <a:pt x="7952" y="402"/>
                                </a:lnTo>
                                <a:lnTo>
                                  <a:pt x="7871" y="373"/>
                                </a:lnTo>
                                <a:lnTo>
                                  <a:pt x="7790" y="345"/>
                                </a:lnTo>
                                <a:lnTo>
                                  <a:pt x="7709" y="318"/>
                                </a:lnTo>
                                <a:lnTo>
                                  <a:pt x="7628" y="293"/>
                                </a:lnTo>
                                <a:lnTo>
                                  <a:pt x="7547" y="269"/>
                                </a:lnTo>
                                <a:lnTo>
                                  <a:pt x="7466" y="246"/>
                                </a:lnTo>
                                <a:lnTo>
                                  <a:pt x="7385" y="224"/>
                                </a:lnTo>
                                <a:lnTo>
                                  <a:pt x="7304" y="204"/>
                                </a:lnTo>
                                <a:lnTo>
                                  <a:pt x="7223" y="184"/>
                                </a:lnTo>
                                <a:lnTo>
                                  <a:pt x="7161" y="170"/>
                                </a:lnTo>
                                <a:close/>
                              </a:path>
                            </a:pathLst>
                          </a:custGeom>
                          <a:solidFill>
                            <a:srgbClr val="DBEC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4"/>
                        <wps:cNvSpPr>
                          <a:spLocks/>
                        </wps:cNvSpPr>
                        <wps:spPr bwMode="auto">
                          <a:xfrm>
                            <a:off x="10" y="0"/>
                            <a:ext cx="8115" cy="830"/>
                          </a:xfrm>
                          <a:custGeom>
                            <a:avLst/>
                            <a:gdLst>
                              <a:gd name="T0" fmla="*/ 0 w 8115"/>
                              <a:gd name="T1" fmla="*/ 605 h 830"/>
                              <a:gd name="T2" fmla="*/ 67 w 8115"/>
                              <a:gd name="T3" fmla="*/ 611 h 830"/>
                              <a:gd name="T4" fmla="*/ 134 w 8115"/>
                              <a:gd name="T5" fmla="*/ 615 h 830"/>
                              <a:gd name="T6" fmla="*/ 201 w 8115"/>
                              <a:gd name="T7" fmla="*/ 620 h 830"/>
                              <a:gd name="T8" fmla="*/ 268 w 8115"/>
                              <a:gd name="T9" fmla="*/ 623 h 830"/>
                              <a:gd name="T10" fmla="*/ 334 w 8115"/>
                              <a:gd name="T11" fmla="*/ 626 h 830"/>
                              <a:gd name="T12" fmla="*/ 401 w 8115"/>
                              <a:gd name="T13" fmla="*/ 628 h 830"/>
                              <a:gd name="T14" fmla="*/ 467 w 8115"/>
                              <a:gd name="T15" fmla="*/ 629 h 830"/>
                              <a:gd name="T16" fmla="*/ 534 w 8115"/>
                              <a:gd name="T17" fmla="*/ 629 h 830"/>
                              <a:gd name="T18" fmla="*/ 666 w 8115"/>
                              <a:gd name="T19" fmla="*/ 628 h 830"/>
                              <a:gd name="T20" fmla="*/ 798 w 8115"/>
                              <a:gd name="T21" fmla="*/ 625 h 830"/>
                              <a:gd name="T22" fmla="*/ 930 w 8115"/>
                              <a:gd name="T23" fmla="*/ 619 h 830"/>
                              <a:gd name="T24" fmla="*/ 1062 w 8115"/>
                              <a:gd name="T25" fmla="*/ 611 h 830"/>
                              <a:gd name="T26" fmla="*/ 1095 w 8115"/>
                              <a:gd name="T27" fmla="*/ 609 h 830"/>
                              <a:gd name="T28" fmla="*/ 182 w 8115"/>
                              <a:gd name="T29" fmla="*/ 609 h 830"/>
                              <a:gd name="T30" fmla="*/ 121 w 8115"/>
                              <a:gd name="T31" fmla="*/ 608 h 830"/>
                              <a:gd name="T32" fmla="*/ 60 w 8115"/>
                              <a:gd name="T33" fmla="*/ 607 h 830"/>
                              <a:gd name="T34" fmla="*/ 0 w 8115"/>
                              <a:gd name="T35" fmla="*/ 605 h 8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115" h="830">
                                <a:moveTo>
                                  <a:pt x="0" y="605"/>
                                </a:moveTo>
                                <a:lnTo>
                                  <a:pt x="67" y="611"/>
                                </a:lnTo>
                                <a:lnTo>
                                  <a:pt x="134" y="615"/>
                                </a:lnTo>
                                <a:lnTo>
                                  <a:pt x="201" y="620"/>
                                </a:lnTo>
                                <a:lnTo>
                                  <a:pt x="268" y="623"/>
                                </a:lnTo>
                                <a:lnTo>
                                  <a:pt x="334" y="626"/>
                                </a:lnTo>
                                <a:lnTo>
                                  <a:pt x="401" y="628"/>
                                </a:lnTo>
                                <a:lnTo>
                                  <a:pt x="467" y="629"/>
                                </a:lnTo>
                                <a:lnTo>
                                  <a:pt x="534" y="629"/>
                                </a:lnTo>
                                <a:lnTo>
                                  <a:pt x="666" y="628"/>
                                </a:lnTo>
                                <a:lnTo>
                                  <a:pt x="798" y="625"/>
                                </a:lnTo>
                                <a:lnTo>
                                  <a:pt x="930" y="619"/>
                                </a:lnTo>
                                <a:lnTo>
                                  <a:pt x="1062" y="611"/>
                                </a:lnTo>
                                <a:lnTo>
                                  <a:pt x="1095" y="609"/>
                                </a:lnTo>
                                <a:lnTo>
                                  <a:pt x="182" y="609"/>
                                </a:lnTo>
                                <a:lnTo>
                                  <a:pt x="121" y="608"/>
                                </a:lnTo>
                                <a:lnTo>
                                  <a:pt x="60" y="607"/>
                                </a:lnTo>
                                <a:lnTo>
                                  <a:pt x="0" y="605"/>
                                </a:lnTo>
                                <a:close/>
                              </a:path>
                            </a:pathLst>
                          </a:custGeom>
                          <a:solidFill>
                            <a:srgbClr val="DBEC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5"/>
                        <wps:cNvSpPr>
                          <a:spLocks/>
                        </wps:cNvSpPr>
                        <wps:spPr bwMode="auto">
                          <a:xfrm>
                            <a:off x="10" y="0"/>
                            <a:ext cx="8115" cy="830"/>
                          </a:xfrm>
                          <a:custGeom>
                            <a:avLst/>
                            <a:gdLst>
                              <a:gd name="T0" fmla="*/ 5521 w 8115"/>
                              <a:gd name="T1" fmla="*/ 0 h 830"/>
                              <a:gd name="T2" fmla="*/ 5441 w 8115"/>
                              <a:gd name="T3" fmla="*/ 0 h 830"/>
                              <a:gd name="T4" fmla="*/ 5280 w 8115"/>
                              <a:gd name="T5" fmla="*/ 2 h 830"/>
                              <a:gd name="T6" fmla="*/ 5120 w 8115"/>
                              <a:gd name="T7" fmla="*/ 8 h 830"/>
                              <a:gd name="T8" fmla="*/ 4960 w 8115"/>
                              <a:gd name="T9" fmla="*/ 15 h 830"/>
                              <a:gd name="T10" fmla="*/ 4800 w 8115"/>
                              <a:gd name="T11" fmla="*/ 25 h 830"/>
                              <a:gd name="T12" fmla="*/ 4562 w 8115"/>
                              <a:gd name="T13" fmla="*/ 44 h 830"/>
                              <a:gd name="T14" fmla="*/ 4325 w 8115"/>
                              <a:gd name="T15" fmla="*/ 66 h 830"/>
                              <a:gd name="T16" fmla="*/ 4090 w 8115"/>
                              <a:gd name="T17" fmla="*/ 93 h 830"/>
                              <a:gd name="T18" fmla="*/ 3778 w 8115"/>
                              <a:gd name="T19" fmla="*/ 133 h 830"/>
                              <a:gd name="T20" fmla="*/ 3393 w 8115"/>
                              <a:gd name="T21" fmla="*/ 190 h 830"/>
                              <a:gd name="T22" fmla="*/ 1630 w 8115"/>
                              <a:gd name="T23" fmla="*/ 480 h 830"/>
                              <a:gd name="T24" fmla="*/ 1285 w 8115"/>
                              <a:gd name="T25" fmla="*/ 528 h 830"/>
                              <a:gd name="T26" fmla="*/ 1082 w 8115"/>
                              <a:gd name="T27" fmla="*/ 553 h 830"/>
                              <a:gd name="T28" fmla="*/ 883 w 8115"/>
                              <a:gd name="T29" fmla="*/ 574 h 830"/>
                              <a:gd name="T30" fmla="*/ 752 w 8115"/>
                              <a:gd name="T31" fmla="*/ 586 h 830"/>
                              <a:gd name="T32" fmla="*/ 622 w 8115"/>
                              <a:gd name="T33" fmla="*/ 595 h 830"/>
                              <a:gd name="T34" fmla="*/ 494 w 8115"/>
                              <a:gd name="T35" fmla="*/ 602 h 830"/>
                              <a:gd name="T36" fmla="*/ 368 w 8115"/>
                              <a:gd name="T37" fmla="*/ 607 h 830"/>
                              <a:gd name="T38" fmla="*/ 305 w 8115"/>
                              <a:gd name="T39" fmla="*/ 608 h 830"/>
                              <a:gd name="T40" fmla="*/ 243 w 8115"/>
                              <a:gd name="T41" fmla="*/ 609 h 830"/>
                              <a:gd name="T42" fmla="*/ 182 w 8115"/>
                              <a:gd name="T43" fmla="*/ 609 h 830"/>
                              <a:gd name="T44" fmla="*/ 1095 w 8115"/>
                              <a:gd name="T45" fmla="*/ 609 h 830"/>
                              <a:gd name="T46" fmla="*/ 1124 w 8115"/>
                              <a:gd name="T47" fmla="*/ 607 h 830"/>
                              <a:gd name="T48" fmla="*/ 1259 w 8115"/>
                              <a:gd name="T49" fmla="*/ 596 h 830"/>
                              <a:gd name="T50" fmla="*/ 1456 w 8115"/>
                              <a:gd name="T51" fmla="*/ 576 h 830"/>
                              <a:gd name="T52" fmla="*/ 1653 w 8115"/>
                              <a:gd name="T53" fmla="*/ 553 h 830"/>
                              <a:gd name="T54" fmla="*/ 1982 w 8115"/>
                              <a:gd name="T55" fmla="*/ 509 h 830"/>
                              <a:gd name="T56" fmla="*/ 3251 w 8115"/>
                              <a:gd name="T57" fmla="*/ 313 h 830"/>
                              <a:gd name="T58" fmla="*/ 3595 w 8115"/>
                              <a:gd name="T59" fmla="*/ 266 h 830"/>
                              <a:gd name="T60" fmla="*/ 3873 w 8115"/>
                              <a:gd name="T61" fmla="*/ 233 h 830"/>
                              <a:gd name="T62" fmla="*/ 4085 w 8115"/>
                              <a:gd name="T63" fmla="*/ 212 h 830"/>
                              <a:gd name="T64" fmla="*/ 4299 w 8115"/>
                              <a:gd name="T65" fmla="*/ 194 h 830"/>
                              <a:gd name="T66" fmla="*/ 4443 w 8115"/>
                              <a:gd name="T67" fmla="*/ 185 h 830"/>
                              <a:gd name="T68" fmla="*/ 4589 w 8115"/>
                              <a:gd name="T69" fmla="*/ 178 h 830"/>
                              <a:gd name="T70" fmla="*/ 4735 w 8115"/>
                              <a:gd name="T71" fmla="*/ 173 h 830"/>
                              <a:gd name="T72" fmla="*/ 4883 w 8115"/>
                              <a:gd name="T73" fmla="*/ 170 h 830"/>
                              <a:gd name="T74" fmla="*/ 7161 w 8115"/>
                              <a:gd name="T75" fmla="*/ 170 h 830"/>
                              <a:gd name="T76" fmla="*/ 7142 w 8115"/>
                              <a:gd name="T77" fmla="*/ 166 h 830"/>
                              <a:gd name="T78" fmla="*/ 7060 w 8115"/>
                              <a:gd name="T79" fmla="*/ 148 h 830"/>
                              <a:gd name="T80" fmla="*/ 6979 w 8115"/>
                              <a:gd name="T81" fmla="*/ 132 h 830"/>
                              <a:gd name="T82" fmla="*/ 6898 w 8115"/>
                              <a:gd name="T83" fmla="*/ 117 h 830"/>
                              <a:gd name="T84" fmla="*/ 6817 w 8115"/>
                              <a:gd name="T85" fmla="*/ 103 h 830"/>
                              <a:gd name="T86" fmla="*/ 6736 w 8115"/>
                              <a:gd name="T87" fmla="*/ 90 h 830"/>
                              <a:gd name="T88" fmla="*/ 6654 w 8115"/>
                              <a:gd name="T89" fmla="*/ 77 h 830"/>
                              <a:gd name="T90" fmla="*/ 6573 w 8115"/>
                              <a:gd name="T91" fmla="*/ 66 h 830"/>
                              <a:gd name="T92" fmla="*/ 6492 w 8115"/>
                              <a:gd name="T93" fmla="*/ 56 h 830"/>
                              <a:gd name="T94" fmla="*/ 6411 w 8115"/>
                              <a:gd name="T95" fmla="*/ 47 h 830"/>
                              <a:gd name="T96" fmla="*/ 6330 w 8115"/>
                              <a:gd name="T97" fmla="*/ 38 h 830"/>
                              <a:gd name="T98" fmla="*/ 6249 w 8115"/>
                              <a:gd name="T99" fmla="*/ 31 h 830"/>
                              <a:gd name="T100" fmla="*/ 6168 w 8115"/>
                              <a:gd name="T101" fmla="*/ 24 h 830"/>
                              <a:gd name="T102" fmla="*/ 6086 w 8115"/>
                              <a:gd name="T103" fmla="*/ 18 h 830"/>
                              <a:gd name="T104" fmla="*/ 6006 w 8115"/>
                              <a:gd name="T105" fmla="*/ 13 h 830"/>
                              <a:gd name="T106" fmla="*/ 5844 w 8115"/>
                              <a:gd name="T107" fmla="*/ 5 h 830"/>
                              <a:gd name="T108" fmla="*/ 5682 w 8115"/>
                              <a:gd name="T109" fmla="*/ 1 h 830"/>
                              <a:gd name="T110" fmla="*/ 5521 w 8115"/>
                              <a:gd name="T111" fmla="*/ 0 h 83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8115" h="830">
                                <a:moveTo>
                                  <a:pt x="5521" y="0"/>
                                </a:moveTo>
                                <a:lnTo>
                                  <a:pt x="5441" y="0"/>
                                </a:lnTo>
                                <a:lnTo>
                                  <a:pt x="5280" y="2"/>
                                </a:lnTo>
                                <a:lnTo>
                                  <a:pt x="5120" y="8"/>
                                </a:lnTo>
                                <a:lnTo>
                                  <a:pt x="4960" y="15"/>
                                </a:lnTo>
                                <a:lnTo>
                                  <a:pt x="4800" y="25"/>
                                </a:lnTo>
                                <a:lnTo>
                                  <a:pt x="4562" y="44"/>
                                </a:lnTo>
                                <a:lnTo>
                                  <a:pt x="4325" y="66"/>
                                </a:lnTo>
                                <a:lnTo>
                                  <a:pt x="4090" y="93"/>
                                </a:lnTo>
                                <a:lnTo>
                                  <a:pt x="3778" y="133"/>
                                </a:lnTo>
                                <a:lnTo>
                                  <a:pt x="3393" y="190"/>
                                </a:lnTo>
                                <a:lnTo>
                                  <a:pt x="1630" y="480"/>
                                </a:lnTo>
                                <a:lnTo>
                                  <a:pt x="1285" y="528"/>
                                </a:lnTo>
                                <a:lnTo>
                                  <a:pt x="1082" y="553"/>
                                </a:lnTo>
                                <a:lnTo>
                                  <a:pt x="883" y="574"/>
                                </a:lnTo>
                                <a:lnTo>
                                  <a:pt x="752" y="586"/>
                                </a:lnTo>
                                <a:lnTo>
                                  <a:pt x="622" y="595"/>
                                </a:lnTo>
                                <a:lnTo>
                                  <a:pt x="494" y="602"/>
                                </a:lnTo>
                                <a:lnTo>
                                  <a:pt x="368" y="607"/>
                                </a:lnTo>
                                <a:lnTo>
                                  <a:pt x="305" y="608"/>
                                </a:lnTo>
                                <a:lnTo>
                                  <a:pt x="243" y="609"/>
                                </a:lnTo>
                                <a:lnTo>
                                  <a:pt x="182" y="609"/>
                                </a:lnTo>
                                <a:lnTo>
                                  <a:pt x="1095" y="609"/>
                                </a:lnTo>
                                <a:lnTo>
                                  <a:pt x="1124" y="607"/>
                                </a:lnTo>
                                <a:lnTo>
                                  <a:pt x="1259" y="596"/>
                                </a:lnTo>
                                <a:lnTo>
                                  <a:pt x="1456" y="576"/>
                                </a:lnTo>
                                <a:lnTo>
                                  <a:pt x="1653" y="553"/>
                                </a:lnTo>
                                <a:lnTo>
                                  <a:pt x="1982" y="509"/>
                                </a:lnTo>
                                <a:lnTo>
                                  <a:pt x="3251" y="313"/>
                                </a:lnTo>
                                <a:lnTo>
                                  <a:pt x="3595" y="266"/>
                                </a:lnTo>
                                <a:lnTo>
                                  <a:pt x="3873" y="233"/>
                                </a:lnTo>
                                <a:lnTo>
                                  <a:pt x="4085" y="212"/>
                                </a:lnTo>
                                <a:lnTo>
                                  <a:pt x="4299" y="194"/>
                                </a:lnTo>
                                <a:lnTo>
                                  <a:pt x="4443" y="185"/>
                                </a:lnTo>
                                <a:lnTo>
                                  <a:pt x="4589" y="178"/>
                                </a:lnTo>
                                <a:lnTo>
                                  <a:pt x="4735" y="173"/>
                                </a:lnTo>
                                <a:lnTo>
                                  <a:pt x="4883" y="170"/>
                                </a:lnTo>
                                <a:lnTo>
                                  <a:pt x="7161" y="170"/>
                                </a:lnTo>
                                <a:lnTo>
                                  <a:pt x="7142" y="166"/>
                                </a:lnTo>
                                <a:lnTo>
                                  <a:pt x="7060" y="148"/>
                                </a:lnTo>
                                <a:lnTo>
                                  <a:pt x="6979" y="132"/>
                                </a:lnTo>
                                <a:lnTo>
                                  <a:pt x="6898" y="117"/>
                                </a:lnTo>
                                <a:lnTo>
                                  <a:pt x="6817" y="103"/>
                                </a:lnTo>
                                <a:lnTo>
                                  <a:pt x="6736" y="90"/>
                                </a:lnTo>
                                <a:lnTo>
                                  <a:pt x="6654" y="77"/>
                                </a:lnTo>
                                <a:lnTo>
                                  <a:pt x="6573" y="66"/>
                                </a:lnTo>
                                <a:lnTo>
                                  <a:pt x="6492" y="56"/>
                                </a:lnTo>
                                <a:lnTo>
                                  <a:pt x="6411" y="47"/>
                                </a:lnTo>
                                <a:lnTo>
                                  <a:pt x="6330" y="38"/>
                                </a:lnTo>
                                <a:lnTo>
                                  <a:pt x="6249" y="31"/>
                                </a:lnTo>
                                <a:lnTo>
                                  <a:pt x="6168" y="24"/>
                                </a:lnTo>
                                <a:lnTo>
                                  <a:pt x="6086" y="18"/>
                                </a:lnTo>
                                <a:lnTo>
                                  <a:pt x="6006" y="13"/>
                                </a:lnTo>
                                <a:lnTo>
                                  <a:pt x="5844" y="5"/>
                                </a:lnTo>
                                <a:lnTo>
                                  <a:pt x="5682" y="1"/>
                                </a:lnTo>
                                <a:lnTo>
                                  <a:pt x="5521" y="0"/>
                                </a:lnTo>
                                <a:close/>
                              </a:path>
                            </a:pathLst>
                          </a:custGeom>
                          <a:solidFill>
                            <a:srgbClr val="DBEC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6"/>
                      <wpg:cNvGrpSpPr>
                        <a:grpSpLocks/>
                      </wpg:cNvGrpSpPr>
                      <wpg:grpSpPr bwMode="auto">
                        <a:xfrm>
                          <a:off x="0" y="13"/>
                          <a:ext cx="8125" cy="517"/>
                          <a:chOff x="0" y="13"/>
                          <a:chExt cx="8125" cy="517"/>
                        </a:xfrm>
                      </wpg:grpSpPr>
                      <wps:wsp>
                        <wps:cNvPr id="7" name="Freeform 7"/>
                        <wps:cNvSpPr>
                          <a:spLocks/>
                        </wps:cNvSpPr>
                        <wps:spPr bwMode="auto">
                          <a:xfrm>
                            <a:off x="0" y="13"/>
                            <a:ext cx="8125" cy="517"/>
                          </a:xfrm>
                          <a:custGeom>
                            <a:avLst/>
                            <a:gdLst>
                              <a:gd name="T0" fmla="*/ 3196 w 8125"/>
                              <a:gd name="T1" fmla="*/ 238 h 517"/>
                              <a:gd name="T2" fmla="*/ 1710 w 8125"/>
                              <a:gd name="T3" fmla="*/ 238 h 517"/>
                              <a:gd name="T4" fmla="*/ 1836 w 8125"/>
                              <a:gd name="T5" fmla="*/ 239 h 517"/>
                              <a:gd name="T6" fmla="*/ 1961 w 8125"/>
                              <a:gd name="T7" fmla="*/ 242 h 517"/>
                              <a:gd name="T8" fmla="*/ 2146 w 8125"/>
                              <a:gd name="T9" fmla="*/ 250 h 517"/>
                              <a:gd name="T10" fmla="*/ 2207 w 8125"/>
                              <a:gd name="T11" fmla="*/ 253 h 517"/>
                              <a:gd name="T12" fmla="*/ 2389 w 8125"/>
                              <a:gd name="T13" fmla="*/ 265 h 517"/>
                              <a:gd name="T14" fmla="*/ 2630 w 8125"/>
                              <a:gd name="T15" fmla="*/ 285 h 517"/>
                              <a:gd name="T16" fmla="*/ 2988 w 8125"/>
                              <a:gd name="T17" fmla="*/ 322 h 517"/>
                              <a:gd name="T18" fmla="*/ 3781 w 8125"/>
                              <a:gd name="T19" fmla="*/ 413 h 517"/>
                              <a:gd name="T20" fmla="*/ 4231 w 8125"/>
                              <a:gd name="T21" fmla="*/ 458 h 517"/>
                              <a:gd name="T22" fmla="*/ 4500 w 8125"/>
                              <a:gd name="T23" fmla="*/ 480 h 517"/>
                              <a:gd name="T24" fmla="*/ 4779 w 8125"/>
                              <a:gd name="T25" fmla="*/ 498 h 517"/>
                              <a:gd name="T26" fmla="*/ 4996 w 8125"/>
                              <a:gd name="T27" fmla="*/ 507 h 517"/>
                              <a:gd name="T28" fmla="*/ 5220 w 8125"/>
                              <a:gd name="T29" fmla="*/ 514 h 517"/>
                              <a:gd name="T30" fmla="*/ 5453 w 8125"/>
                              <a:gd name="T31" fmla="*/ 516 h 517"/>
                              <a:gd name="T32" fmla="*/ 5694 w 8125"/>
                              <a:gd name="T33" fmla="*/ 514 h 517"/>
                              <a:gd name="T34" fmla="*/ 5944 w 8125"/>
                              <a:gd name="T35" fmla="*/ 507 h 517"/>
                              <a:gd name="T36" fmla="*/ 6204 w 8125"/>
                              <a:gd name="T37" fmla="*/ 495 h 517"/>
                              <a:gd name="T38" fmla="*/ 6475 w 8125"/>
                              <a:gd name="T39" fmla="*/ 478 h 517"/>
                              <a:gd name="T40" fmla="*/ 6757 w 8125"/>
                              <a:gd name="T41" fmla="*/ 454 h 517"/>
                              <a:gd name="T42" fmla="*/ 7051 w 8125"/>
                              <a:gd name="T43" fmla="*/ 423 h 517"/>
                              <a:gd name="T44" fmla="*/ 7357 w 8125"/>
                              <a:gd name="T45" fmla="*/ 386 h 517"/>
                              <a:gd name="T46" fmla="*/ 7676 w 8125"/>
                              <a:gd name="T47" fmla="*/ 341 h 517"/>
                              <a:gd name="T48" fmla="*/ 7738 w 8125"/>
                              <a:gd name="T49" fmla="*/ 332 h 517"/>
                              <a:gd name="T50" fmla="*/ 4996 w 8125"/>
                              <a:gd name="T51" fmla="*/ 332 h 517"/>
                              <a:gd name="T52" fmla="*/ 4779 w 8125"/>
                              <a:gd name="T53" fmla="*/ 330 h 517"/>
                              <a:gd name="T54" fmla="*/ 4500 w 8125"/>
                              <a:gd name="T55" fmla="*/ 322 h 517"/>
                              <a:gd name="T56" fmla="*/ 4165 w 8125"/>
                              <a:gd name="T57" fmla="*/ 307 h 517"/>
                              <a:gd name="T58" fmla="*/ 3350 w 8125"/>
                              <a:gd name="T59" fmla="*/ 250 h 517"/>
                              <a:gd name="T60" fmla="*/ 3229 w 8125"/>
                              <a:gd name="T61" fmla="*/ 241 h 517"/>
                              <a:gd name="T62" fmla="*/ 3196 w 8125"/>
                              <a:gd name="T63" fmla="*/ 238 h 517"/>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8125" h="517">
                                <a:moveTo>
                                  <a:pt x="3196" y="238"/>
                                </a:moveTo>
                                <a:lnTo>
                                  <a:pt x="1710" y="238"/>
                                </a:lnTo>
                                <a:lnTo>
                                  <a:pt x="1836" y="239"/>
                                </a:lnTo>
                                <a:lnTo>
                                  <a:pt x="1961" y="242"/>
                                </a:lnTo>
                                <a:lnTo>
                                  <a:pt x="2146" y="250"/>
                                </a:lnTo>
                                <a:lnTo>
                                  <a:pt x="2207" y="253"/>
                                </a:lnTo>
                                <a:lnTo>
                                  <a:pt x="2389" y="265"/>
                                </a:lnTo>
                                <a:lnTo>
                                  <a:pt x="2630" y="285"/>
                                </a:lnTo>
                                <a:lnTo>
                                  <a:pt x="2988" y="322"/>
                                </a:lnTo>
                                <a:lnTo>
                                  <a:pt x="3781" y="413"/>
                                </a:lnTo>
                                <a:lnTo>
                                  <a:pt x="4231" y="458"/>
                                </a:lnTo>
                                <a:lnTo>
                                  <a:pt x="4500" y="480"/>
                                </a:lnTo>
                                <a:lnTo>
                                  <a:pt x="4779" y="498"/>
                                </a:lnTo>
                                <a:lnTo>
                                  <a:pt x="4996" y="507"/>
                                </a:lnTo>
                                <a:lnTo>
                                  <a:pt x="5220" y="514"/>
                                </a:lnTo>
                                <a:lnTo>
                                  <a:pt x="5453" y="516"/>
                                </a:lnTo>
                                <a:lnTo>
                                  <a:pt x="5694" y="514"/>
                                </a:lnTo>
                                <a:lnTo>
                                  <a:pt x="5944" y="507"/>
                                </a:lnTo>
                                <a:lnTo>
                                  <a:pt x="6204" y="495"/>
                                </a:lnTo>
                                <a:lnTo>
                                  <a:pt x="6475" y="478"/>
                                </a:lnTo>
                                <a:lnTo>
                                  <a:pt x="6757" y="454"/>
                                </a:lnTo>
                                <a:lnTo>
                                  <a:pt x="7051" y="423"/>
                                </a:lnTo>
                                <a:lnTo>
                                  <a:pt x="7357" y="386"/>
                                </a:lnTo>
                                <a:lnTo>
                                  <a:pt x="7676" y="341"/>
                                </a:lnTo>
                                <a:lnTo>
                                  <a:pt x="7738" y="332"/>
                                </a:lnTo>
                                <a:lnTo>
                                  <a:pt x="4996" y="332"/>
                                </a:lnTo>
                                <a:lnTo>
                                  <a:pt x="4779" y="330"/>
                                </a:lnTo>
                                <a:lnTo>
                                  <a:pt x="4500" y="322"/>
                                </a:lnTo>
                                <a:lnTo>
                                  <a:pt x="4165" y="307"/>
                                </a:lnTo>
                                <a:lnTo>
                                  <a:pt x="3350" y="250"/>
                                </a:lnTo>
                                <a:lnTo>
                                  <a:pt x="3229" y="241"/>
                                </a:lnTo>
                                <a:lnTo>
                                  <a:pt x="3196" y="238"/>
                                </a:lnTo>
                                <a:close/>
                              </a:path>
                            </a:pathLst>
                          </a:custGeom>
                          <a:solidFill>
                            <a:srgbClr val="55B4C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0" y="13"/>
                            <a:ext cx="8125" cy="517"/>
                          </a:xfrm>
                          <a:custGeom>
                            <a:avLst/>
                            <a:gdLst>
                              <a:gd name="T0" fmla="*/ 2023 w 8125"/>
                              <a:gd name="T1" fmla="*/ 183 h 517"/>
                              <a:gd name="T2" fmla="*/ 1899 w 8125"/>
                              <a:gd name="T3" fmla="*/ 183 h 517"/>
                              <a:gd name="T4" fmla="*/ 1773 w 8125"/>
                              <a:gd name="T5" fmla="*/ 186 h 517"/>
                              <a:gd name="T6" fmla="*/ 1646 w 8125"/>
                              <a:gd name="T7" fmla="*/ 190 h 517"/>
                              <a:gd name="T8" fmla="*/ 1516 w 8125"/>
                              <a:gd name="T9" fmla="*/ 196 h 517"/>
                              <a:gd name="T10" fmla="*/ 1385 w 8125"/>
                              <a:gd name="T11" fmla="*/ 204 h 517"/>
                              <a:gd name="T12" fmla="*/ 1252 w 8125"/>
                              <a:gd name="T13" fmla="*/ 214 h 517"/>
                              <a:gd name="T14" fmla="*/ 1116 w 8125"/>
                              <a:gd name="T15" fmla="*/ 227 h 517"/>
                              <a:gd name="T16" fmla="*/ 993 w 8125"/>
                              <a:gd name="T17" fmla="*/ 241 h 517"/>
                              <a:gd name="T18" fmla="*/ 916 w 8125"/>
                              <a:gd name="T19" fmla="*/ 250 h 517"/>
                              <a:gd name="T20" fmla="*/ 836 w 8125"/>
                              <a:gd name="T21" fmla="*/ 261 h 517"/>
                              <a:gd name="T22" fmla="*/ 691 w 8125"/>
                              <a:gd name="T23" fmla="*/ 281 h 517"/>
                              <a:gd name="T24" fmla="*/ 574 w 8125"/>
                              <a:gd name="T25" fmla="*/ 300 h 517"/>
                              <a:gd name="T26" fmla="*/ 544 w 8125"/>
                              <a:gd name="T27" fmla="*/ 305 h 517"/>
                              <a:gd name="T28" fmla="*/ 447 w 8125"/>
                              <a:gd name="T29" fmla="*/ 322 h 517"/>
                              <a:gd name="T30" fmla="*/ 393 w 8125"/>
                              <a:gd name="T31" fmla="*/ 332 h 517"/>
                              <a:gd name="T32" fmla="*/ 316 w 8125"/>
                              <a:gd name="T33" fmla="*/ 346 h 517"/>
                              <a:gd name="T34" fmla="*/ 160 w 8125"/>
                              <a:gd name="T35" fmla="*/ 377 h 517"/>
                              <a:gd name="T36" fmla="*/ 0 w 8125"/>
                              <a:gd name="T37" fmla="*/ 412 h 517"/>
                              <a:gd name="T38" fmla="*/ 160 w 8125"/>
                              <a:gd name="T39" fmla="*/ 382 h 517"/>
                              <a:gd name="T40" fmla="*/ 316 w 8125"/>
                              <a:gd name="T41" fmla="*/ 354 h 517"/>
                              <a:gd name="T42" fmla="*/ 469 w 8125"/>
                              <a:gd name="T43" fmla="*/ 330 h 517"/>
                              <a:gd name="T44" fmla="*/ 527 w 8125"/>
                              <a:gd name="T45" fmla="*/ 322 h 517"/>
                              <a:gd name="T46" fmla="*/ 618 w 8125"/>
                              <a:gd name="T47" fmla="*/ 309 h 517"/>
                              <a:gd name="T48" fmla="*/ 764 w 8125"/>
                              <a:gd name="T49" fmla="*/ 291 h 517"/>
                              <a:gd name="T50" fmla="*/ 907 w 8125"/>
                              <a:gd name="T51" fmla="*/ 276 h 517"/>
                              <a:gd name="T52" fmla="*/ 1047 w 8125"/>
                              <a:gd name="T53" fmla="*/ 264 h 517"/>
                              <a:gd name="T54" fmla="*/ 1184 w 8125"/>
                              <a:gd name="T55" fmla="*/ 254 h 517"/>
                              <a:gd name="T56" fmla="*/ 1252 w 8125"/>
                              <a:gd name="T57" fmla="*/ 250 h 517"/>
                              <a:gd name="T58" fmla="*/ 1385 w 8125"/>
                              <a:gd name="T59" fmla="*/ 244 h 517"/>
                              <a:gd name="T60" fmla="*/ 1516 w 8125"/>
                              <a:gd name="T61" fmla="*/ 240 h 517"/>
                              <a:gd name="T62" fmla="*/ 1646 w 8125"/>
                              <a:gd name="T63" fmla="*/ 238 h 517"/>
                              <a:gd name="T64" fmla="*/ 3196 w 8125"/>
                              <a:gd name="T65" fmla="*/ 238 h 517"/>
                              <a:gd name="T66" fmla="*/ 2749 w 8125"/>
                              <a:gd name="T67" fmla="*/ 207 h 517"/>
                              <a:gd name="T68" fmla="*/ 2510 w 8125"/>
                              <a:gd name="T69" fmla="*/ 194 h 517"/>
                              <a:gd name="T70" fmla="*/ 2329 w 8125"/>
                              <a:gd name="T71" fmla="*/ 188 h 517"/>
                              <a:gd name="T72" fmla="*/ 2146 w 8125"/>
                              <a:gd name="T73" fmla="*/ 184 h 517"/>
                              <a:gd name="T74" fmla="*/ 2023 w 8125"/>
                              <a:gd name="T75" fmla="*/ 183 h 517"/>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8125" h="517">
                                <a:moveTo>
                                  <a:pt x="2023" y="183"/>
                                </a:moveTo>
                                <a:lnTo>
                                  <a:pt x="1899" y="183"/>
                                </a:lnTo>
                                <a:lnTo>
                                  <a:pt x="1773" y="186"/>
                                </a:lnTo>
                                <a:lnTo>
                                  <a:pt x="1646" y="190"/>
                                </a:lnTo>
                                <a:lnTo>
                                  <a:pt x="1516" y="196"/>
                                </a:lnTo>
                                <a:lnTo>
                                  <a:pt x="1385" y="204"/>
                                </a:lnTo>
                                <a:lnTo>
                                  <a:pt x="1252" y="214"/>
                                </a:lnTo>
                                <a:lnTo>
                                  <a:pt x="1116" y="227"/>
                                </a:lnTo>
                                <a:lnTo>
                                  <a:pt x="993" y="241"/>
                                </a:lnTo>
                                <a:lnTo>
                                  <a:pt x="916" y="250"/>
                                </a:lnTo>
                                <a:lnTo>
                                  <a:pt x="836" y="261"/>
                                </a:lnTo>
                                <a:lnTo>
                                  <a:pt x="691" y="281"/>
                                </a:lnTo>
                                <a:lnTo>
                                  <a:pt x="574" y="300"/>
                                </a:lnTo>
                                <a:lnTo>
                                  <a:pt x="544" y="305"/>
                                </a:lnTo>
                                <a:lnTo>
                                  <a:pt x="447" y="322"/>
                                </a:lnTo>
                                <a:lnTo>
                                  <a:pt x="393" y="332"/>
                                </a:lnTo>
                                <a:lnTo>
                                  <a:pt x="316" y="346"/>
                                </a:lnTo>
                                <a:lnTo>
                                  <a:pt x="160" y="377"/>
                                </a:lnTo>
                                <a:lnTo>
                                  <a:pt x="0" y="412"/>
                                </a:lnTo>
                                <a:lnTo>
                                  <a:pt x="160" y="382"/>
                                </a:lnTo>
                                <a:lnTo>
                                  <a:pt x="316" y="354"/>
                                </a:lnTo>
                                <a:lnTo>
                                  <a:pt x="469" y="330"/>
                                </a:lnTo>
                                <a:lnTo>
                                  <a:pt x="527" y="322"/>
                                </a:lnTo>
                                <a:lnTo>
                                  <a:pt x="618" y="309"/>
                                </a:lnTo>
                                <a:lnTo>
                                  <a:pt x="764" y="291"/>
                                </a:lnTo>
                                <a:lnTo>
                                  <a:pt x="907" y="276"/>
                                </a:lnTo>
                                <a:lnTo>
                                  <a:pt x="1047" y="264"/>
                                </a:lnTo>
                                <a:lnTo>
                                  <a:pt x="1184" y="254"/>
                                </a:lnTo>
                                <a:lnTo>
                                  <a:pt x="1252" y="250"/>
                                </a:lnTo>
                                <a:lnTo>
                                  <a:pt x="1385" y="244"/>
                                </a:lnTo>
                                <a:lnTo>
                                  <a:pt x="1516" y="240"/>
                                </a:lnTo>
                                <a:lnTo>
                                  <a:pt x="1646" y="238"/>
                                </a:lnTo>
                                <a:lnTo>
                                  <a:pt x="3196" y="238"/>
                                </a:lnTo>
                                <a:lnTo>
                                  <a:pt x="2749" y="207"/>
                                </a:lnTo>
                                <a:lnTo>
                                  <a:pt x="2510" y="194"/>
                                </a:lnTo>
                                <a:lnTo>
                                  <a:pt x="2329" y="188"/>
                                </a:lnTo>
                                <a:lnTo>
                                  <a:pt x="2146" y="184"/>
                                </a:lnTo>
                                <a:lnTo>
                                  <a:pt x="2023" y="183"/>
                                </a:lnTo>
                                <a:close/>
                              </a:path>
                            </a:pathLst>
                          </a:custGeom>
                          <a:solidFill>
                            <a:srgbClr val="55B4C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0" y="13"/>
                            <a:ext cx="8125" cy="517"/>
                          </a:xfrm>
                          <a:custGeom>
                            <a:avLst/>
                            <a:gdLst>
                              <a:gd name="T0" fmla="*/ 8124 w 8125"/>
                              <a:gd name="T1" fmla="*/ 0 h 517"/>
                              <a:gd name="T2" fmla="*/ 7786 w 8125"/>
                              <a:gd name="T3" fmla="*/ 64 h 517"/>
                              <a:gd name="T4" fmla="*/ 7462 w 8125"/>
                              <a:gd name="T5" fmla="*/ 120 h 517"/>
                              <a:gd name="T6" fmla="*/ 7151 w 8125"/>
                              <a:gd name="T7" fmla="*/ 168 h 517"/>
                              <a:gd name="T8" fmla="*/ 6853 w 8125"/>
                              <a:gd name="T9" fmla="*/ 209 h 517"/>
                              <a:gd name="T10" fmla="*/ 6595 w 8125"/>
                              <a:gd name="T11" fmla="*/ 241 h 517"/>
                              <a:gd name="T12" fmla="*/ 6510 w 8125"/>
                              <a:gd name="T13" fmla="*/ 250 h 517"/>
                              <a:gd name="T14" fmla="*/ 6475 w 8125"/>
                              <a:gd name="T15" fmla="*/ 254 h 517"/>
                              <a:gd name="T16" fmla="*/ 6204 w 8125"/>
                              <a:gd name="T17" fmla="*/ 280 h 517"/>
                              <a:gd name="T18" fmla="*/ 5944 w 8125"/>
                              <a:gd name="T19" fmla="*/ 300 h 517"/>
                              <a:gd name="T20" fmla="*/ 5694 w 8125"/>
                              <a:gd name="T21" fmla="*/ 315 h 517"/>
                              <a:gd name="T22" fmla="*/ 5453 w 8125"/>
                              <a:gd name="T23" fmla="*/ 325 h 517"/>
                              <a:gd name="T24" fmla="*/ 5220 w 8125"/>
                              <a:gd name="T25" fmla="*/ 330 h 517"/>
                              <a:gd name="T26" fmla="*/ 4996 w 8125"/>
                              <a:gd name="T27" fmla="*/ 332 h 517"/>
                              <a:gd name="T28" fmla="*/ 7738 w 8125"/>
                              <a:gd name="T29" fmla="*/ 332 h 517"/>
                              <a:gd name="T30" fmla="*/ 7802 w 8125"/>
                              <a:gd name="T31" fmla="*/ 322 h 517"/>
                              <a:gd name="T32" fmla="*/ 7939 w 8125"/>
                              <a:gd name="T33" fmla="*/ 300 h 517"/>
                              <a:gd name="T34" fmla="*/ 8124 w 8125"/>
                              <a:gd name="T35" fmla="*/ 269 h 517"/>
                              <a:gd name="T36" fmla="*/ 8124 w 8125"/>
                              <a:gd name="T37" fmla="*/ 0 h 517"/>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8125" h="517">
                                <a:moveTo>
                                  <a:pt x="8124" y="0"/>
                                </a:moveTo>
                                <a:lnTo>
                                  <a:pt x="7786" y="64"/>
                                </a:lnTo>
                                <a:lnTo>
                                  <a:pt x="7462" y="120"/>
                                </a:lnTo>
                                <a:lnTo>
                                  <a:pt x="7151" y="168"/>
                                </a:lnTo>
                                <a:lnTo>
                                  <a:pt x="6853" y="209"/>
                                </a:lnTo>
                                <a:lnTo>
                                  <a:pt x="6595" y="241"/>
                                </a:lnTo>
                                <a:lnTo>
                                  <a:pt x="6510" y="250"/>
                                </a:lnTo>
                                <a:lnTo>
                                  <a:pt x="6475" y="254"/>
                                </a:lnTo>
                                <a:lnTo>
                                  <a:pt x="6204" y="280"/>
                                </a:lnTo>
                                <a:lnTo>
                                  <a:pt x="5944" y="300"/>
                                </a:lnTo>
                                <a:lnTo>
                                  <a:pt x="5694" y="315"/>
                                </a:lnTo>
                                <a:lnTo>
                                  <a:pt x="5453" y="325"/>
                                </a:lnTo>
                                <a:lnTo>
                                  <a:pt x="5220" y="330"/>
                                </a:lnTo>
                                <a:lnTo>
                                  <a:pt x="4996" y="332"/>
                                </a:lnTo>
                                <a:lnTo>
                                  <a:pt x="7738" y="332"/>
                                </a:lnTo>
                                <a:lnTo>
                                  <a:pt x="7802" y="322"/>
                                </a:lnTo>
                                <a:lnTo>
                                  <a:pt x="7939" y="300"/>
                                </a:lnTo>
                                <a:lnTo>
                                  <a:pt x="8124" y="269"/>
                                </a:lnTo>
                                <a:lnTo>
                                  <a:pt x="8124" y="0"/>
                                </a:lnTo>
                                <a:close/>
                              </a:path>
                            </a:pathLst>
                          </a:custGeom>
                          <a:solidFill>
                            <a:srgbClr val="55B4C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0"/>
                      <wpg:cNvGrpSpPr>
                        <a:grpSpLocks/>
                      </wpg:cNvGrpSpPr>
                      <wpg:grpSpPr bwMode="auto">
                        <a:xfrm>
                          <a:off x="0" y="74"/>
                          <a:ext cx="8125" cy="454"/>
                          <a:chOff x="0" y="74"/>
                          <a:chExt cx="8125" cy="454"/>
                        </a:xfrm>
                      </wpg:grpSpPr>
                      <wps:wsp>
                        <wps:cNvPr id="11" name="Freeform 11"/>
                        <wps:cNvSpPr>
                          <a:spLocks/>
                        </wps:cNvSpPr>
                        <wps:spPr bwMode="auto">
                          <a:xfrm>
                            <a:off x="0" y="74"/>
                            <a:ext cx="8125" cy="454"/>
                          </a:xfrm>
                          <a:custGeom>
                            <a:avLst/>
                            <a:gdLst>
                              <a:gd name="T0" fmla="*/ 8124 w 8125"/>
                              <a:gd name="T1" fmla="*/ 206 h 454"/>
                              <a:gd name="T2" fmla="*/ 5830 w 8125"/>
                              <a:gd name="T3" fmla="*/ 206 h 454"/>
                              <a:gd name="T4" fmla="*/ 5919 w 8125"/>
                              <a:gd name="T5" fmla="*/ 207 h 454"/>
                              <a:gd name="T6" fmla="*/ 6092 w 8125"/>
                              <a:gd name="T7" fmla="*/ 209 h 454"/>
                              <a:gd name="T8" fmla="*/ 6259 w 8125"/>
                              <a:gd name="T9" fmla="*/ 214 h 454"/>
                              <a:gd name="T10" fmla="*/ 6422 w 8125"/>
                              <a:gd name="T11" fmla="*/ 221 h 454"/>
                              <a:gd name="T12" fmla="*/ 6578 w 8125"/>
                              <a:gd name="T13" fmla="*/ 230 h 454"/>
                              <a:gd name="T14" fmla="*/ 6730 w 8125"/>
                              <a:gd name="T15" fmla="*/ 241 h 454"/>
                              <a:gd name="T16" fmla="*/ 6877 w 8125"/>
                              <a:gd name="T17" fmla="*/ 254 h 454"/>
                              <a:gd name="T18" fmla="*/ 7018 w 8125"/>
                              <a:gd name="T19" fmla="*/ 268 h 454"/>
                              <a:gd name="T20" fmla="*/ 7155 w 8125"/>
                              <a:gd name="T21" fmla="*/ 284 h 454"/>
                              <a:gd name="T22" fmla="*/ 7286 w 8125"/>
                              <a:gd name="T23" fmla="*/ 301 h 454"/>
                              <a:gd name="T24" fmla="*/ 7413 w 8125"/>
                              <a:gd name="T25" fmla="*/ 319 h 454"/>
                              <a:gd name="T26" fmla="*/ 7535 w 8125"/>
                              <a:gd name="T27" fmla="*/ 338 h 454"/>
                              <a:gd name="T28" fmla="*/ 7675 w 8125"/>
                              <a:gd name="T29" fmla="*/ 362 h 454"/>
                              <a:gd name="T30" fmla="*/ 7820 w 8125"/>
                              <a:gd name="T31" fmla="*/ 388 h 454"/>
                              <a:gd name="T32" fmla="*/ 7977 w 8125"/>
                              <a:gd name="T33" fmla="*/ 420 h 454"/>
                              <a:gd name="T34" fmla="*/ 8124 w 8125"/>
                              <a:gd name="T35" fmla="*/ 453 h 454"/>
                              <a:gd name="T36" fmla="*/ 8124 w 8125"/>
                              <a:gd name="T37" fmla="*/ 206 h 454"/>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8125" h="454">
                                <a:moveTo>
                                  <a:pt x="8124" y="206"/>
                                </a:moveTo>
                                <a:lnTo>
                                  <a:pt x="5830" y="206"/>
                                </a:lnTo>
                                <a:lnTo>
                                  <a:pt x="5919" y="207"/>
                                </a:lnTo>
                                <a:lnTo>
                                  <a:pt x="6092" y="209"/>
                                </a:lnTo>
                                <a:lnTo>
                                  <a:pt x="6259" y="214"/>
                                </a:lnTo>
                                <a:lnTo>
                                  <a:pt x="6422" y="221"/>
                                </a:lnTo>
                                <a:lnTo>
                                  <a:pt x="6578" y="230"/>
                                </a:lnTo>
                                <a:lnTo>
                                  <a:pt x="6730" y="241"/>
                                </a:lnTo>
                                <a:lnTo>
                                  <a:pt x="6877" y="254"/>
                                </a:lnTo>
                                <a:lnTo>
                                  <a:pt x="7018" y="268"/>
                                </a:lnTo>
                                <a:lnTo>
                                  <a:pt x="7155" y="284"/>
                                </a:lnTo>
                                <a:lnTo>
                                  <a:pt x="7286" y="301"/>
                                </a:lnTo>
                                <a:lnTo>
                                  <a:pt x="7413" y="319"/>
                                </a:lnTo>
                                <a:lnTo>
                                  <a:pt x="7535" y="338"/>
                                </a:lnTo>
                                <a:lnTo>
                                  <a:pt x="7675" y="362"/>
                                </a:lnTo>
                                <a:lnTo>
                                  <a:pt x="7820" y="388"/>
                                </a:lnTo>
                                <a:lnTo>
                                  <a:pt x="7977" y="420"/>
                                </a:lnTo>
                                <a:lnTo>
                                  <a:pt x="8124" y="453"/>
                                </a:lnTo>
                                <a:lnTo>
                                  <a:pt x="8124" y="206"/>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0" y="74"/>
                            <a:ext cx="8125" cy="454"/>
                          </a:xfrm>
                          <a:custGeom>
                            <a:avLst/>
                            <a:gdLst>
                              <a:gd name="T0" fmla="*/ 46 w 8125"/>
                              <a:gd name="T1" fmla="*/ 20 h 454"/>
                              <a:gd name="T2" fmla="*/ 142 w 8125"/>
                              <a:gd name="T3" fmla="*/ 60 h 454"/>
                              <a:gd name="T4" fmla="*/ 242 w 8125"/>
                              <a:gd name="T5" fmla="*/ 98 h 454"/>
                              <a:gd name="T6" fmla="*/ 346 w 8125"/>
                              <a:gd name="T7" fmla="*/ 135 h 454"/>
                              <a:gd name="T8" fmla="*/ 455 w 8125"/>
                              <a:gd name="T9" fmla="*/ 171 h 454"/>
                              <a:gd name="T10" fmla="*/ 568 w 8125"/>
                              <a:gd name="T11" fmla="*/ 204 h 454"/>
                              <a:gd name="T12" fmla="*/ 686 w 8125"/>
                              <a:gd name="T13" fmla="*/ 236 h 454"/>
                              <a:gd name="T14" fmla="*/ 809 w 8125"/>
                              <a:gd name="T15" fmla="*/ 266 h 454"/>
                              <a:gd name="T16" fmla="*/ 936 w 8125"/>
                              <a:gd name="T17" fmla="*/ 293 h 454"/>
                              <a:gd name="T18" fmla="*/ 1069 w 8125"/>
                              <a:gd name="T19" fmla="*/ 319 h 454"/>
                              <a:gd name="T20" fmla="*/ 1207 w 8125"/>
                              <a:gd name="T21" fmla="*/ 342 h 454"/>
                              <a:gd name="T22" fmla="*/ 1350 w 8125"/>
                              <a:gd name="T23" fmla="*/ 362 h 454"/>
                              <a:gd name="T24" fmla="*/ 1498 w 8125"/>
                              <a:gd name="T25" fmla="*/ 380 h 454"/>
                              <a:gd name="T26" fmla="*/ 1653 w 8125"/>
                              <a:gd name="T27" fmla="*/ 395 h 454"/>
                              <a:gd name="T28" fmla="*/ 1812 w 8125"/>
                              <a:gd name="T29" fmla="*/ 408 h 454"/>
                              <a:gd name="T30" fmla="*/ 2064 w 8125"/>
                              <a:gd name="T31" fmla="*/ 421 h 454"/>
                              <a:gd name="T32" fmla="*/ 2420 w 8125"/>
                              <a:gd name="T33" fmla="*/ 427 h 454"/>
                              <a:gd name="T34" fmla="*/ 2801 w 8125"/>
                              <a:gd name="T35" fmla="*/ 420 h 454"/>
                              <a:gd name="T36" fmla="*/ 3209 w 8125"/>
                              <a:gd name="T37" fmla="*/ 399 h 454"/>
                              <a:gd name="T38" fmla="*/ 3602 w 8125"/>
                              <a:gd name="T39" fmla="*/ 366 h 454"/>
                              <a:gd name="T40" fmla="*/ 2058 w 8125"/>
                              <a:gd name="T41" fmla="*/ 364 h 454"/>
                              <a:gd name="T42" fmla="*/ 1806 w 8125"/>
                              <a:gd name="T43" fmla="*/ 355 h 454"/>
                              <a:gd name="T44" fmla="*/ 1646 w 8125"/>
                              <a:gd name="T45" fmla="*/ 345 h 454"/>
                              <a:gd name="T46" fmla="*/ 1491 w 8125"/>
                              <a:gd name="T47" fmla="*/ 332 h 454"/>
                              <a:gd name="T48" fmla="*/ 1342 w 8125"/>
                              <a:gd name="T49" fmla="*/ 317 h 454"/>
                              <a:gd name="T50" fmla="*/ 1198 w 8125"/>
                              <a:gd name="T51" fmla="*/ 299 h 454"/>
                              <a:gd name="T52" fmla="*/ 1060 w 8125"/>
                              <a:gd name="T53" fmla="*/ 279 h 454"/>
                              <a:gd name="T54" fmla="*/ 927 w 8125"/>
                              <a:gd name="T55" fmla="*/ 257 h 454"/>
                              <a:gd name="T56" fmla="*/ 800 w 8125"/>
                              <a:gd name="T57" fmla="*/ 232 h 454"/>
                              <a:gd name="T58" fmla="*/ 678 w 8125"/>
                              <a:gd name="T59" fmla="*/ 206 h 454"/>
                              <a:gd name="T60" fmla="*/ 560 w 8125"/>
                              <a:gd name="T61" fmla="*/ 178 h 454"/>
                              <a:gd name="T62" fmla="*/ 448 w 8125"/>
                              <a:gd name="T63" fmla="*/ 148 h 454"/>
                              <a:gd name="T64" fmla="*/ 340 w 8125"/>
                              <a:gd name="T65" fmla="*/ 117 h 454"/>
                              <a:gd name="T66" fmla="*/ 237 w 8125"/>
                              <a:gd name="T67" fmla="*/ 85 h 454"/>
                              <a:gd name="T68" fmla="*/ 139 w 8125"/>
                              <a:gd name="T69" fmla="*/ 51 h 454"/>
                              <a:gd name="T70" fmla="*/ 45 w 8125"/>
                              <a:gd name="T71" fmla="*/ 17 h 454"/>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125" h="454">
                                <a:moveTo>
                                  <a:pt x="0" y="0"/>
                                </a:moveTo>
                                <a:lnTo>
                                  <a:pt x="46" y="20"/>
                                </a:lnTo>
                                <a:lnTo>
                                  <a:pt x="93" y="40"/>
                                </a:lnTo>
                                <a:lnTo>
                                  <a:pt x="142" y="60"/>
                                </a:lnTo>
                                <a:lnTo>
                                  <a:pt x="191" y="79"/>
                                </a:lnTo>
                                <a:lnTo>
                                  <a:pt x="242" y="98"/>
                                </a:lnTo>
                                <a:lnTo>
                                  <a:pt x="294" y="117"/>
                                </a:lnTo>
                                <a:lnTo>
                                  <a:pt x="346" y="135"/>
                                </a:lnTo>
                                <a:lnTo>
                                  <a:pt x="400" y="153"/>
                                </a:lnTo>
                                <a:lnTo>
                                  <a:pt x="455" y="171"/>
                                </a:lnTo>
                                <a:lnTo>
                                  <a:pt x="511" y="188"/>
                                </a:lnTo>
                                <a:lnTo>
                                  <a:pt x="568" y="204"/>
                                </a:lnTo>
                                <a:lnTo>
                                  <a:pt x="626" y="220"/>
                                </a:lnTo>
                                <a:lnTo>
                                  <a:pt x="686" y="236"/>
                                </a:lnTo>
                                <a:lnTo>
                                  <a:pt x="747" y="251"/>
                                </a:lnTo>
                                <a:lnTo>
                                  <a:pt x="809" y="266"/>
                                </a:lnTo>
                                <a:lnTo>
                                  <a:pt x="872" y="280"/>
                                </a:lnTo>
                                <a:lnTo>
                                  <a:pt x="936" y="293"/>
                                </a:lnTo>
                                <a:lnTo>
                                  <a:pt x="1002" y="306"/>
                                </a:lnTo>
                                <a:lnTo>
                                  <a:pt x="1069" y="319"/>
                                </a:lnTo>
                                <a:lnTo>
                                  <a:pt x="1137" y="331"/>
                                </a:lnTo>
                                <a:lnTo>
                                  <a:pt x="1207" y="342"/>
                                </a:lnTo>
                                <a:lnTo>
                                  <a:pt x="1277" y="352"/>
                                </a:lnTo>
                                <a:lnTo>
                                  <a:pt x="1350" y="362"/>
                                </a:lnTo>
                                <a:lnTo>
                                  <a:pt x="1423" y="372"/>
                                </a:lnTo>
                                <a:lnTo>
                                  <a:pt x="1498" y="380"/>
                                </a:lnTo>
                                <a:lnTo>
                                  <a:pt x="1575" y="388"/>
                                </a:lnTo>
                                <a:lnTo>
                                  <a:pt x="1653" y="395"/>
                                </a:lnTo>
                                <a:lnTo>
                                  <a:pt x="1732" y="402"/>
                                </a:lnTo>
                                <a:lnTo>
                                  <a:pt x="1812" y="408"/>
                                </a:lnTo>
                                <a:lnTo>
                                  <a:pt x="1895" y="413"/>
                                </a:lnTo>
                                <a:lnTo>
                                  <a:pt x="2064" y="421"/>
                                </a:lnTo>
                                <a:lnTo>
                                  <a:pt x="2238" y="426"/>
                                </a:lnTo>
                                <a:lnTo>
                                  <a:pt x="2420" y="427"/>
                                </a:lnTo>
                                <a:lnTo>
                                  <a:pt x="2607" y="425"/>
                                </a:lnTo>
                                <a:lnTo>
                                  <a:pt x="2801" y="420"/>
                                </a:lnTo>
                                <a:lnTo>
                                  <a:pt x="3002" y="411"/>
                                </a:lnTo>
                                <a:lnTo>
                                  <a:pt x="3209" y="399"/>
                                </a:lnTo>
                                <a:lnTo>
                                  <a:pt x="3424" y="382"/>
                                </a:lnTo>
                                <a:lnTo>
                                  <a:pt x="3602" y="366"/>
                                </a:lnTo>
                                <a:lnTo>
                                  <a:pt x="2234" y="366"/>
                                </a:lnTo>
                                <a:lnTo>
                                  <a:pt x="2058" y="364"/>
                                </a:lnTo>
                                <a:lnTo>
                                  <a:pt x="1889" y="359"/>
                                </a:lnTo>
                                <a:lnTo>
                                  <a:pt x="1806" y="355"/>
                                </a:lnTo>
                                <a:lnTo>
                                  <a:pt x="1725" y="350"/>
                                </a:lnTo>
                                <a:lnTo>
                                  <a:pt x="1646" y="345"/>
                                </a:lnTo>
                                <a:lnTo>
                                  <a:pt x="1567" y="339"/>
                                </a:lnTo>
                                <a:lnTo>
                                  <a:pt x="1491" y="332"/>
                                </a:lnTo>
                                <a:lnTo>
                                  <a:pt x="1415" y="325"/>
                                </a:lnTo>
                                <a:lnTo>
                                  <a:pt x="1342" y="317"/>
                                </a:lnTo>
                                <a:lnTo>
                                  <a:pt x="1269" y="309"/>
                                </a:lnTo>
                                <a:lnTo>
                                  <a:pt x="1198" y="299"/>
                                </a:lnTo>
                                <a:lnTo>
                                  <a:pt x="1128" y="290"/>
                                </a:lnTo>
                                <a:lnTo>
                                  <a:pt x="1060" y="279"/>
                                </a:lnTo>
                                <a:lnTo>
                                  <a:pt x="993" y="268"/>
                                </a:lnTo>
                                <a:lnTo>
                                  <a:pt x="927" y="257"/>
                                </a:lnTo>
                                <a:lnTo>
                                  <a:pt x="863" y="245"/>
                                </a:lnTo>
                                <a:lnTo>
                                  <a:pt x="800" y="232"/>
                                </a:lnTo>
                                <a:lnTo>
                                  <a:pt x="738" y="219"/>
                                </a:lnTo>
                                <a:lnTo>
                                  <a:pt x="678" y="206"/>
                                </a:lnTo>
                                <a:lnTo>
                                  <a:pt x="618" y="192"/>
                                </a:lnTo>
                                <a:lnTo>
                                  <a:pt x="560" y="178"/>
                                </a:lnTo>
                                <a:lnTo>
                                  <a:pt x="503" y="163"/>
                                </a:lnTo>
                                <a:lnTo>
                                  <a:pt x="448" y="148"/>
                                </a:lnTo>
                                <a:lnTo>
                                  <a:pt x="393" y="133"/>
                                </a:lnTo>
                                <a:lnTo>
                                  <a:pt x="340" y="117"/>
                                </a:lnTo>
                                <a:lnTo>
                                  <a:pt x="288" y="101"/>
                                </a:lnTo>
                                <a:lnTo>
                                  <a:pt x="237" y="85"/>
                                </a:lnTo>
                                <a:lnTo>
                                  <a:pt x="187" y="68"/>
                                </a:lnTo>
                                <a:lnTo>
                                  <a:pt x="139" y="51"/>
                                </a:lnTo>
                                <a:lnTo>
                                  <a:pt x="91" y="34"/>
                                </a:lnTo>
                                <a:lnTo>
                                  <a:pt x="45" y="17"/>
                                </a:lnTo>
                                <a:lnTo>
                                  <a:pt x="0" y="0"/>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0" y="74"/>
                            <a:ext cx="8125" cy="454"/>
                          </a:xfrm>
                          <a:custGeom>
                            <a:avLst/>
                            <a:gdLst>
                              <a:gd name="T0" fmla="*/ 6341 w 8125"/>
                              <a:gd name="T1" fmla="*/ 39 h 454"/>
                              <a:gd name="T2" fmla="*/ 6259 w 8125"/>
                              <a:gd name="T3" fmla="*/ 40 h 454"/>
                              <a:gd name="T4" fmla="*/ 6006 w 8125"/>
                              <a:gd name="T5" fmla="*/ 45 h 454"/>
                              <a:gd name="T6" fmla="*/ 5740 w 8125"/>
                              <a:gd name="T7" fmla="*/ 55 h 454"/>
                              <a:gd name="T8" fmla="*/ 5462 w 8125"/>
                              <a:gd name="T9" fmla="*/ 70 h 454"/>
                              <a:gd name="T10" fmla="*/ 5171 w 8125"/>
                              <a:gd name="T11" fmla="*/ 92 h 454"/>
                              <a:gd name="T12" fmla="*/ 4901 w 8125"/>
                              <a:gd name="T13" fmla="*/ 117 h 454"/>
                              <a:gd name="T14" fmla="*/ 4657 w 8125"/>
                              <a:gd name="T15" fmla="*/ 143 h 454"/>
                              <a:gd name="T16" fmla="*/ 4331 w 8125"/>
                              <a:gd name="T17" fmla="*/ 182 h 454"/>
                              <a:gd name="T18" fmla="*/ 3874 w 8125"/>
                              <a:gd name="T19" fmla="*/ 246 h 454"/>
                              <a:gd name="T20" fmla="*/ 3702 w 8125"/>
                              <a:gd name="T21" fmla="*/ 268 h 454"/>
                              <a:gd name="T22" fmla="*/ 3645 w 8125"/>
                              <a:gd name="T23" fmla="*/ 275 h 454"/>
                              <a:gd name="T24" fmla="*/ 3423 w 8125"/>
                              <a:gd name="T25" fmla="*/ 301 h 454"/>
                              <a:gd name="T26" fmla="*/ 3237 w 8125"/>
                              <a:gd name="T27" fmla="*/ 319 h 454"/>
                              <a:gd name="T28" fmla="*/ 3208 w 8125"/>
                              <a:gd name="T29" fmla="*/ 321 h 454"/>
                              <a:gd name="T30" fmla="*/ 3000 w 8125"/>
                              <a:gd name="T31" fmla="*/ 338 h 454"/>
                              <a:gd name="T32" fmla="*/ 2799 w 8125"/>
                              <a:gd name="T33" fmla="*/ 351 h 454"/>
                              <a:gd name="T34" fmla="*/ 2604 w 8125"/>
                              <a:gd name="T35" fmla="*/ 359 h 454"/>
                              <a:gd name="T36" fmla="*/ 2416 w 8125"/>
                              <a:gd name="T37" fmla="*/ 364 h 454"/>
                              <a:gd name="T38" fmla="*/ 2234 w 8125"/>
                              <a:gd name="T39" fmla="*/ 366 h 454"/>
                              <a:gd name="T40" fmla="*/ 3602 w 8125"/>
                              <a:gd name="T41" fmla="*/ 366 h 454"/>
                              <a:gd name="T42" fmla="*/ 3874 w 8125"/>
                              <a:gd name="T43" fmla="*/ 337 h 454"/>
                              <a:gd name="T44" fmla="*/ 4028 w 8125"/>
                              <a:gd name="T45" fmla="*/ 319 h 454"/>
                              <a:gd name="T46" fmla="*/ 4331 w 8125"/>
                              <a:gd name="T47" fmla="*/ 285 h 454"/>
                              <a:gd name="T48" fmla="*/ 4505 w 8125"/>
                              <a:gd name="T49" fmla="*/ 268 h 454"/>
                              <a:gd name="T50" fmla="*/ 4763 w 8125"/>
                              <a:gd name="T51" fmla="*/ 247 h 454"/>
                              <a:gd name="T52" fmla="*/ 4970 w 8125"/>
                              <a:gd name="T53" fmla="*/ 233 h 454"/>
                              <a:gd name="T54" fmla="*/ 5171 w 8125"/>
                              <a:gd name="T55" fmla="*/ 222 h 454"/>
                              <a:gd name="T56" fmla="*/ 5367 w 8125"/>
                              <a:gd name="T57" fmla="*/ 214 h 454"/>
                              <a:gd name="T58" fmla="*/ 5556 w 8125"/>
                              <a:gd name="T59" fmla="*/ 209 h 454"/>
                              <a:gd name="T60" fmla="*/ 5740 w 8125"/>
                              <a:gd name="T61" fmla="*/ 206 h 454"/>
                              <a:gd name="T62" fmla="*/ 8124 w 8125"/>
                              <a:gd name="T63" fmla="*/ 206 h 454"/>
                              <a:gd name="T64" fmla="*/ 8124 w 8125"/>
                              <a:gd name="T65" fmla="*/ 196 h 454"/>
                              <a:gd name="T66" fmla="*/ 8027 w 8125"/>
                              <a:gd name="T67" fmla="*/ 177 h 454"/>
                              <a:gd name="T68" fmla="*/ 7926 w 8125"/>
                              <a:gd name="T69" fmla="*/ 159 h 454"/>
                              <a:gd name="T70" fmla="*/ 7820 w 8125"/>
                              <a:gd name="T71" fmla="*/ 141 h 454"/>
                              <a:gd name="T72" fmla="*/ 7709 w 8125"/>
                              <a:gd name="T73" fmla="*/ 125 h 454"/>
                              <a:gd name="T74" fmla="*/ 7652 w 8125"/>
                              <a:gd name="T75" fmla="*/ 117 h 454"/>
                              <a:gd name="T76" fmla="*/ 7535 w 8125"/>
                              <a:gd name="T77" fmla="*/ 102 h 454"/>
                              <a:gd name="T78" fmla="*/ 7413 w 8125"/>
                              <a:gd name="T79" fmla="*/ 89 h 454"/>
                              <a:gd name="T80" fmla="*/ 7286 w 8125"/>
                              <a:gd name="T81" fmla="*/ 77 h 454"/>
                              <a:gd name="T82" fmla="*/ 7155 w 8125"/>
                              <a:gd name="T83" fmla="*/ 66 h 454"/>
                              <a:gd name="T84" fmla="*/ 7018 w 8125"/>
                              <a:gd name="T85" fmla="*/ 57 h 454"/>
                              <a:gd name="T86" fmla="*/ 6877 w 8125"/>
                              <a:gd name="T87" fmla="*/ 50 h 454"/>
                              <a:gd name="T88" fmla="*/ 6730 w 8125"/>
                              <a:gd name="T89" fmla="*/ 44 h 454"/>
                              <a:gd name="T90" fmla="*/ 6578 w 8125"/>
                              <a:gd name="T91" fmla="*/ 41 h 454"/>
                              <a:gd name="T92" fmla="*/ 6341 w 8125"/>
                              <a:gd name="T93" fmla="*/ 39 h 454"/>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Lst>
                            <a:ahLst/>
                            <a:cxnLst>
                              <a:cxn ang="T94">
                                <a:pos x="T0" y="T1"/>
                              </a:cxn>
                              <a:cxn ang="T95">
                                <a:pos x="T2" y="T3"/>
                              </a:cxn>
                              <a:cxn ang="T96">
                                <a:pos x="T4" y="T5"/>
                              </a:cxn>
                              <a:cxn ang="T97">
                                <a:pos x="T6" y="T7"/>
                              </a:cxn>
                              <a:cxn ang="T98">
                                <a:pos x="T8" y="T9"/>
                              </a:cxn>
                              <a:cxn ang="T99">
                                <a:pos x="T10" y="T11"/>
                              </a:cxn>
                              <a:cxn ang="T100">
                                <a:pos x="T12" y="T13"/>
                              </a:cxn>
                              <a:cxn ang="T101">
                                <a:pos x="T14" y="T15"/>
                              </a:cxn>
                              <a:cxn ang="T102">
                                <a:pos x="T16" y="T17"/>
                              </a:cxn>
                              <a:cxn ang="T103">
                                <a:pos x="T18" y="T19"/>
                              </a:cxn>
                              <a:cxn ang="T104">
                                <a:pos x="T20" y="T21"/>
                              </a:cxn>
                              <a:cxn ang="T105">
                                <a:pos x="T22" y="T23"/>
                              </a:cxn>
                              <a:cxn ang="T106">
                                <a:pos x="T24" y="T25"/>
                              </a:cxn>
                              <a:cxn ang="T107">
                                <a:pos x="T26" y="T27"/>
                              </a:cxn>
                              <a:cxn ang="T108">
                                <a:pos x="T28" y="T29"/>
                              </a:cxn>
                              <a:cxn ang="T109">
                                <a:pos x="T30" y="T31"/>
                              </a:cxn>
                              <a:cxn ang="T110">
                                <a:pos x="T32" y="T33"/>
                              </a:cxn>
                              <a:cxn ang="T111">
                                <a:pos x="T34" y="T35"/>
                              </a:cxn>
                              <a:cxn ang="T112">
                                <a:pos x="T36" y="T37"/>
                              </a:cxn>
                              <a:cxn ang="T113">
                                <a:pos x="T38" y="T39"/>
                              </a:cxn>
                              <a:cxn ang="T114">
                                <a:pos x="T40" y="T41"/>
                              </a:cxn>
                              <a:cxn ang="T115">
                                <a:pos x="T42" y="T43"/>
                              </a:cxn>
                              <a:cxn ang="T116">
                                <a:pos x="T44" y="T45"/>
                              </a:cxn>
                              <a:cxn ang="T117">
                                <a:pos x="T46" y="T47"/>
                              </a:cxn>
                              <a:cxn ang="T118">
                                <a:pos x="T48" y="T49"/>
                              </a:cxn>
                              <a:cxn ang="T119">
                                <a:pos x="T50" y="T51"/>
                              </a:cxn>
                              <a:cxn ang="T120">
                                <a:pos x="T52" y="T53"/>
                              </a:cxn>
                              <a:cxn ang="T121">
                                <a:pos x="T54" y="T55"/>
                              </a:cxn>
                              <a:cxn ang="T122">
                                <a:pos x="T56" y="T57"/>
                              </a:cxn>
                              <a:cxn ang="T123">
                                <a:pos x="T58" y="T59"/>
                              </a:cxn>
                              <a:cxn ang="T124">
                                <a:pos x="T60" y="T61"/>
                              </a:cxn>
                              <a:cxn ang="T125">
                                <a:pos x="T62" y="T63"/>
                              </a:cxn>
                              <a:cxn ang="T126">
                                <a:pos x="T64" y="T65"/>
                              </a:cxn>
                              <a:cxn ang="T127">
                                <a:pos x="T66" y="T67"/>
                              </a:cxn>
                              <a:cxn ang="T128">
                                <a:pos x="T68" y="T69"/>
                              </a:cxn>
                              <a:cxn ang="T129">
                                <a:pos x="T70" y="T71"/>
                              </a:cxn>
                              <a:cxn ang="T130">
                                <a:pos x="T72" y="T73"/>
                              </a:cxn>
                              <a:cxn ang="T131">
                                <a:pos x="T74" y="T75"/>
                              </a:cxn>
                              <a:cxn ang="T132">
                                <a:pos x="T76" y="T77"/>
                              </a:cxn>
                              <a:cxn ang="T133">
                                <a:pos x="T78" y="T79"/>
                              </a:cxn>
                              <a:cxn ang="T134">
                                <a:pos x="T80" y="T81"/>
                              </a:cxn>
                              <a:cxn ang="T135">
                                <a:pos x="T82" y="T83"/>
                              </a:cxn>
                              <a:cxn ang="T136">
                                <a:pos x="T84" y="T85"/>
                              </a:cxn>
                              <a:cxn ang="T137">
                                <a:pos x="T86" y="T87"/>
                              </a:cxn>
                              <a:cxn ang="T138">
                                <a:pos x="T88" y="T89"/>
                              </a:cxn>
                              <a:cxn ang="T139">
                                <a:pos x="T90" y="T91"/>
                              </a:cxn>
                              <a:cxn ang="T140">
                                <a:pos x="T92" y="T93"/>
                              </a:cxn>
                            </a:cxnLst>
                            <a:rect l="0" t="0" r="r" b="b"/>
                            <a:pathLst>
                              <a:path w="8125" h="454">
                                <a:moveTo>
                                  <a:pt x="6341" y="39"/>
                                </a:moveTo>
                                <a:lnTo>
                                  <a:pt x="6259" y="40"/>
                                </a:lnTo>
                                <a:lnTo>
                                  <a:pt x="6006" y="45"/>
                                </a:lnTo>
                                <a:lnTo>
                                  <a:pt x="5740" y="55"/>
                                </a:lnTo>
                                <a:lnTo>
                                  <a:pt x="5462" y="70"/>
                                </a:lnTo>
                                <a:lnTo>
                                  <a:pt x="5171" y="92"/>
                                </a:lnTo>
                                <a:lnTo>
                                  <a:pt x="4901" y="117"/>
                                </a:lnTo>
                                <a:lnTo>
                                  <a:pt x="4657" y="143"/>
                                </a:lnTo>
                                <a:lnTo>
                                  <a:pt x="4331" y="182"/>
                                </a:lnTo>
                                <a:lnTo>
                                  <a:pt x="3874" y="246"/>
                                </a:lnTo>
                                <a:lnTo>
                                  <a:pt x="3702" y="268"/>
                                </a:lnTo>
                                <a:lnTo>
                                  <a:pt x="3645" y="275"/>
                                </a:lnTo>
                                <a:lnTo>
                                  <a:pt x="3423" y="301"/>
                                </a:lnTo>
                                <a:lnTo>
                                  <a:pt x="3237" y="319"/>
                                </a:lnTo>
                                <a:lnTo>
                                  <a:pt x="3208" y="321"/>
                                </a:lnTo>
                                <a:lnTo>
                                  <a:pt x="3000" y="338"/>
                                </a:lnTo>
                                <a:lnTo>
                                  <a:pt x="2799" y="351"/>
                                </a:lnTo>
                                <a:lnTo>
                                  <a:pt x="2604" y="359"/>
                                </a:lnTo>
                                <a:lnTo>
                                  <a:pt x="2416" y="364"/>
                                </a:lnTo>
                                <a:lnTo>
                                  <a:pt x="2234" y="366"/>
                                </a:lnTo>
                                <a:lnTo>
                                  <a:pt x="3602" y="366"/>
                                </a:lnTo>
                                <a:lnTo>
                                  <a:pt x="3874" y="337"/>
                                </a:lnTo>
                                <a:lnTo>
                                  <a:pt x="4028" y="319"/>
                                </a:lnTo>
                                <a:lnTo>
                                  <a:pt x="4331" y="285"/>
                                </a:lnTo>
                                <a:lnTo>
                                  <a:pt x="4505" y="268"/>
                                </a:lnTo>
                                <a:lnTo>
                                  <a:pt x="4763" y="247"/>
                                </a:lnTo>
                                <a:lnTo>
                                  <a:pt x="4970" y="233"/>
                                </a:lnTo>
                                <a:lnTo>
                                  <a:pt x="5171" y="222"/>
                                </a:lnTo>
                                <a:lnTo>
                                  <a:pt x="5367" y="214"/>
                                </a:lnTo>
                                <a:lnTo>
                                  <a:pt x="5556" y="209"/>
                                </a:lnTo>
                                <a:lnTo>
                                  <a:pt x="5740" y="206"/>
                                </a:lnTo>
                                <a:lnTo>
                                  <a:pt x="8124" y="206"/>
                                </a:lnTo>
                                <a:lnTo>
                                  <a:pt x="8124" y="196"/>
                                </a:lnTo>
                                <a:lnTo>
                                  <a:pt x="8027" y="177"/>
                                </a:lnTo>
                                <a:lnTo>
                                  <a:pt x="7926" y="159"/>
                                </a:lnTo>
                                <a:lnTo>
                                  <a:pt x="7820" y="141"/>
                                </a:lnTo>
                                <a:lnTo>
                                  <a:pt x="7709" y="125"/>
                                </a:lnTo>
                                <a:lnTo>
                                  <a:pt x="7652" y="117"/>
                                </a:lnTo>
                                <a:lnTo>
                                  <a:pt x="7535" y="102"/>
                                </a:lnTo>
                                <a:lnTo>
                                  <a:pt x="7413" y="89"/>
                                </a:lnTo>
                                <a:lnTo>
                                  <a:pt x="7286" y="77"/>
                                </a:lnTo>
                                <a:lnTo>
                                  <a:pt x="7155" y="66"/>
                                </a:lnTo>
                                <a:lnTo>
                                  <a:pt x="7018" y="57"/>
                                </a:lnTo>
                                <a:lnTo>
                                  <a:pt x="6877" y="50"/>
                                </a:lnTo>
                                <a:lnTo>
                                  <a:pt x="6730" y="44"/>
                                </a:lnTo>
                                <a:lnTo>
                                  <a:pt x="6578" y="41"/>
                                </a:lnTo>
                                <a:lnTo>
                                  <a:pt x="6341" y="39"/>
                                </a:lnTo>
                                <a:close/>
                              </a:path>
                            </a:pathLst>
                          </a:custGeom>
                          <a:solidFill>
                            <a:srgbClr val="008D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1" o:spid="_x0000_s1026" style="width:406.25pt;height:41.5pt;mso-position-horizontal-relative:char;mso-position-vertical-relative:line" coordsize="8125,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">
              <v:group id="Group 2" o:spid="_x0000_s1027" style="position:absolute;left:10;width:8115;height:830" coordorigin="10" coordsize="8115,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3" o:spid="_x0000_s1028" style="position:absolute;left:10;width:8115;height:830;visibility:visible;mso-wrap-style:square;v-text-anchor:top" coordsize="811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xUsUA&#10;AADaAAAADwAAAGRycy9kb3ducmV2LnhtbESPQWvCQBSE74L/YXlCb3WTCkFSVwkFxUMP1pait0f2&#10;NRuafRuzW5P467uFgsdhZr5hVpvBNuJKna8dK0jnCQji0umaKwUf79vHJQgfkDU2jknBSB426+lk&#10;hbl2Pb/R9RgqESHsc1RgQmhzKX1pyKKfu5Y4el+usxii7CqpO+wj3DbyKUkyabHmuGCwpRdD5ffx&#10;xyroL7uz/jwsTtnrftzpm2mK5ZAq9TAbimcQgYZwD/+391rBAv6uxBs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N3FSxQAAANoAAAAPAAAAAAAAAAAAAAAAAJgCAABkcnMv&#10;ZG93bnJldi54bWxQSwUGAAAAAAQABAD1AAAAigMAAAAA&#10;" path="m7161,170r-2203,l5108,171r151,4l5412,182r155,11l5645,199r78,7l5802,214r79,9l5961,233r80,10l6121,255r81,13l6284,281r82,15l6448,311r83,17l6614,346r84,19l6783,384r85,22l6953,428r86,23l7125,476r87,25l7300,528r88,28l7477,586r89,31l7656,649r90,33l7837,717r92,36l8021,790r93,39l8114,464r-81,-32l7952,402r-81,-29l7790,345r-81,-27l7628,293r-81,-24l7466,246r-81,-22l7304,204r-81,-20l7161,170xe" fillcolor="#dbecf0" stroked="f">
                  <v:path arrowok="t" o:connecttype="custom" o:connectlocs="7161,170;4958,170;5108,171;5259,175;5412,182;5567,193;5645,199;5723,206;5802,214;5881,223;5961,233;6041,243;6121,255;6202,268;6284,281;6366,296;6448,311;6531,328;6614,346;6698,365;6783,384;6868,406;6953,428;7039,451;7125,476;7212,501;7300,528;7388,556;7477,586;7566,617;7656,649;7746,682;7837,717;7929,753;8021,790;8114,829;8114,464;8033,432;7952,402;7871,373;7790,345;7709,318;7628,293;7547,269;7466,246;7385,224;7304,204;7223,184;7161,170" o:connectangles="0,0,0,0,0,0,0,0,0,0,0,0,0,0,0,0,0,0,0,0,0,0,0,0,0,0,0,0,0,0,0,0,0,0,0,0,0,0,0,0,0,0,0,0,0,0,0,0,0"/>
                </v:shape>
                <v:shape id="Freeform 4" o:spid="_x0000_s1029" style="position:absolute;left:10;width:8115;height:830;visibility:visible;mso-wrap-style:square;v-text-anchor:top" coordsize="811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7pJsQA&#10;AADaAAAADwAAAGRycy9kb3ducmV2LnhtbESPQWsCMRSE74L/ITzBW82qRWQ1igiKBw/VFtHbY/O6&#10;Wbp5WTfRXfvrG6HgcZiZb5j5srWluFPtC8cKhoMEBHHmdMG5gq/PzdsUhA/IGkvHpOBBHpaLbmeO&#10;qXYNH+h+DLmIEPYpKjAhVKmUPjNk0Q9cRRy9b1dbDFHWudQ1NhFuSzlKkom0WHBcMFjR2lD2c7xZ&#10;Bc11e9Gnj/F5st89tvrXlKtpO1Sq32tXMxCB2vAK/7d3WsE7PK/EG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6SbEAAAA2gAAAA8AAAAAAAAAAAAAAAAAmAIAAGRycy9k&#10;b3ducmV2LnhtbFBLBQYAAAAABAAEAPUAAACJAwAAAAA=&#10;" path="m,605r67,6l134,615r67,5l268,623r66,3l401,628r66,1l534,629r132,-1l798,625r132,-6l1062,611r33,-2l182,609r-61,-1l60,607,,605xe" fillcolor="#dbecf0" stroked="f">
                  <v:path arrowok="t" o:connecttype="custom" o:connectlocs="0,605;67,611;134,615;201,620;268,623;334,626;401,628;467,629;534,629;666,628;798,625;930,619;1062,611;1095,609;182,609;121,608;60,607;0,605" o:connectangles="0,0,0,0,0,0,0,0,0,0,0,0,0,0,0,0,0,0"/>
                </v:shape>
                <v:shape id="Freeform 5" o:spid="_x0000_s1030" style="position:absolute;left:10;width:8115;height:830;visibility:visible;mso-wrap-style:square;v-text-anchor:top" coordsize="811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JMvcQA&#10;AADaAAAADwAAAGRycy9kb3ducmV2LnhtbESPQWsCMRSE74L/ITzBW82qVGQ1igiKBw/VFtHbY/O6&#10;Wbp5WTfRXfvrG6HgcZiZb5j5srWluFPtC8cKhoMEBHHmdMG5gq/PzdsUhA/IGkvHpOBBHpaLbmeO&#10;qXYNH+h+DLmIEPYpKjAhVKmUPjNk0Q9cRRy9b1dbDFHWudQ1NhFuSzlKkom0WHBcMFjR2lD2c7xZ&#10;Bc11e9Gnj/F5st89tvrXlKtpO1Sq32tXMxCB2vAK/7d3WsE7PK/EG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STL3EAAAA2gAAAA8AAAAAAAAAAAAAAAAAmAIAAGRycy9k&#10;b3ducmV2LnhtbFBLBQYAAAAABAAEAPUAAACJAwAAAAA=&#10;" path="m5521,r-80,l5280,2,5120,8r-160,7l4800,25,4562,44,4325,66,4090,93r-312,40l3393,190,1630,480r-345,48l1082,553,883,574,752,586r-130,9l494,602r-126,5l305,608r-62,1l182,609r913,l1124,607r135,-11l1456,576r197,-23l1982,509,3251,313r344,-47l3873,233r212,-21l4299,194r144,-9l4589,178r146,-5l4883,170r2278,l7142,166r-82,-18l6979,132r-81,-15l6817,103,6736,90,6654,77,6573,66,6492,56r-81,-9l6330,38r-81,-7l6168,24r-82,-6l6006,13,5844,5,5682,1,5521,xe" fillcolor="#dbecf0" stroked="f">
                  <v:path arrowok="t" o:connecttype="custom" o:connectlocs="5521,0;5441,0;5280,2;5120,8;4960,15;4800,25;4562,44;4325,66;4090,93;3778,133;3393,190;1630,480;1285,528;1082,553;883,574;752,586;622,595;494,602;368,607;305,608;243,609;182,609;1095,609;1124,607;1259,596;1456,576;1653,553;1982,509;3251,313;3595,266;3873,233;4085,212;4299,194;4443,185;4589,178;4735,173;4883,170;7161,170;7142,166;7060,148;6979,132;6898,117;6817,103;6736,90;6654,77;6573,66;6492,56;6411,47;6330,38;6249,31;6168,24;6086,18;6006,13;5844,5;5682,1;5521,0" o:connectangles="0,0,0,0,0,0,0,0,0,0,0,0,0,0,0,0,0,0,0,0,0,0,0,0,0,0,0,0,0,0,0,0,0,0,0,0,0,0,0,0,0,0,0,0,0,0,0,0,0,0,0,0,0,0,0,0"/>
                </v:shape>
              </v:group>
              <v:group id="Group 6" o:spid="_x0000_s1031" style="position:absolute;top:13;width:8125;height:517" coordorigin=",13" coordsize="8125,5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7" o:spid="_x0000_s1032" style="position:absolute;top:13;width:8125;height:517;visibility:visible;mso-wrap-style:square;v-text-anchor:top" coordsize="8125,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GyjsIA&#10;AADaAAAADwAAAGRycy9kb3ducmV2LnhtbESPT4vCMBTE74LfITxhb5rqQaVrlEUQPCnrH+zx0bxt&#10;yzYvJYltdz+9EQSPw8z8hlltelOLlpyvLCuYThIQxLnVFRcKLufdeAnCB2SNtWVS8EceNuvhYIWp&#10;th1/U3sKhYgQ9ikqKENoUil9XpJBP7ENcfR+rDMYonSF1A67CDe1nCXJXBqsOC6U2NC2pPz3dDcK&#10;btn1uJPcL50+zLJ/L9vzvmuV+hj1X58gAvXhHX6191rBAp5X4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AbKOwgAAANoAAAAPAAAAAAAAAAAAAAAAAJgCAABkcnMvZG93&#10;bnJldi54bWxQSwUGAAAAAAQABAD1AAAAhwMAAAAA&#10;" path="m3196,238r-1486,l1836,239r125,3l2146,250r61,3l2389,265r241,20l2988,322r793,91l4231,458r269,22l4779,498r217,9l5220,514r233,2l5694,514r250,-7l6204,495r271,-17l6757,454r294,-31l7357,386r319,-45l7738,332r-2742,l4779,330r-279,-8l4165,307,3350,250r-121,-9l3196,238xe" fillcolor="#55b4c8" stroked="f">
                  <v:path arrowok="t" o:connecttype="custom" o:connectlocs="3196,238;1710,238;1836,239;1961,242;2146,250;2207,253;2389,265;2630,285;2988,322;3781,413;4231,458;4500,480;4779,498;4996,507;5220,514;5453,516;5694,514;5944,507;6204,495;6475,478;6757,454;7051,423;7357,386;7676,341;7738,332;4996,332;4779,330;4500,322;4165,307;3350,250;3229,241;3196,238" o:connectangles="0,0,0,0,0,0,0,0,0,0,0,0,0,0,0,0,0,0,0,0,0,0,0,0,0,0,0,0,0,0,0,0"/>
                </v:shape>
                <v:shape id="Freeform 8" o:spid="_x0000_s1033" style="position:absolute;top:13;width:8125;height:517;visibility:visible;mso-wrap-style:square;v-text-anchor:top" coordsize="8125,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4m/LwA&#10;AADaAAAADwAAAGRycy9kb3ducmV2LnhtbERPy6rCMBDdX/AfwgjurqkuRKpRRBBcKb7Q5dCMbbGZ&#10;lCS21a83C8Hl4bzny85UoiHnS8sKRsMEBHFmdcm5gvNp8z8F4QOyxsoyKXiRh+Wi9zfHVNuWD9Qc&#10;Qy5iCPsUFRQh1KmUPivIoB/amjhyd+sMhghdLrXDNoabSo6TZCINlhwbCqxpXVD2OD6Nguvtst9I&#10;7qZO78a3t5fNads2Sg363WoGIlAXfuKve6sVxK3xSrwBcvE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Qnib8vAAAANoAAAAPAAAAAAAAAAAAAAAAAJgCAABkcnMvZG93bnJldi54&#10;bWxQSwUGAAAAAAQABAD1AAAAgQMAAAAA&#10;" path="m2023,183r-124,l1773,186r-127,4l1516,196r-131,8l1252,214r-136,13l993,241r-77,9l836,261,691,281,574,300r-30,5l447,322r-54,10l316,346,160,377,,412,160,382,316,354,469,330r58,-8l618,309,764,291,907,276r140,-12l1184,254r68,-4l1385,244r131,-4l1646,238r1550,l2749,207,2510,194r-181,-6l2146,184r-123,-1xe" fillcolor="#55b4c8" stroked="f">
                  <v:path arrowok="t" o:connecttype="custom" o:connectlocs="2023,183;1899,183;1773,186;1646,190;1516,196;1385,204;1252,214;1116,227;993,241;916,250;836,261;691,281;574,300;544,305;447,322;393,332;316,346;160,377;0,412;160,382;316,354;469,330;527,322;618,309;764,291;907,276;1047,264;1184,254;1252,250;1385,244;1516,240;1646,238;3196,238;2749,207;2510,194;2329,188;2146,184;2023,183" o:connectangles="0,0,0,0,0,0,0,0,0,0,0,0,0,0,0,0,0,0,0,0,0,0,0,0,0,0,0,0,0,0,0,0,0,0,0,0,0,0"/>
                </v:shape>
                <v:shape id="Freeform 9" o:spid="_x0000_s1034" style="position:absolute;top:13;width:8125;height:517;visibility:visible;mso-wrap-style:square;v-text-anchor:top" coordsize="8125,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KDZ8IA&#10;AADaAAAADwAAAGRycy9kb3ducmV2LnhtbESPQWvCQBSE74X+h+UVvNWNOZSYukoRBE8WE0WPj+xr&#10;Epp9G3bXJPrru4VCj8PMfMOsNpPpxEDOt5YVLOYJCOLK6pZrBady95qB8AFZY2eZFNzJw2b9/LTC&#10;XNuRjzQUoRYRwj5HBU0IfS6lrxoy6Oe2J47el3UGQ5SultrhGOGmk2mSvEmDLceFBnvaNlR9Fzej&#10;4HI9f+4kT5nTh/T68HIo9+Og1Oxl+ngHEWgK/+G/9l4rWMLvlXg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oNnwgAAANoAAAAPAAAAAAAAAAAAAAAAAJgCAABkcnMvZG93&#10;bnJldi54bWxQSwUGAAAAAAQABAD1AAAAhwMAAAAA&#10;" path="m8124,l7786,64r-324,56l7151,168r-298,41l6595,241r-85,9l6475,254r-271,26l5944,300r-250,15l5453,325r-233,5l4996,332r2742,l7802,322r137,-22l8124,269,8124,xe" fillcolor="#55b4c8" stroked="f">
                  <v:path arrowok="t" o:connecttype="custom" o:connectlocs="8124,0;7786,64;7462,120;7151,168;6853,209;6595,241;6510,250;6475,254;6204,280;5944,300;5694,315;5453,325;5220,330;4996,332;7738,332;7802,322;7939,300;8124,269;8124,0" o:connectangles="0,0,0,0,0,0,0,0,0,0,0,0,0,0,0,0,0,0,0"/>
                </v:shape>
              </v:group>
              <v:group id="Group 10" o:spid="_x0000_s1035" style="position:absolute;top:74;width:8125;height:454" coordorigin=",74" coordsize="8125,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1" o:spid="_x0000_s1036" style="position:absolute;top:74;width:8125;height:454;visibility:visible;mso-wrap-style:square;v-text-anchor:top" coordsize="8125,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MpzMIA&#10;AADbAAAADwAAAGRycy9kb3ducmV2LnhtbERP32vCMBB+H+x/CDfwbaYVHdIZRQTBMRCsij4eza2p&#10;NpfSZLX7740g7O0+vp83W/S2Fh21vnKsIB0mIIgLpysuFRz26/cpCB+QNdaOScEfeVjMX19mmGl3&#10;4x11eShFDGGfoQITQpNJ6QtDFv3QNcSR+3GtxRBhW0rd4i2G21qOkuRDWqw4NhhsaGWouOa/VsHp&#10;8n0szqOpXq7O2zQ3p69xRxOlBm/98hNEoD78i5/ujY7zU3j8Eg+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kynMwgAAANsAAAAPAAAAAAAAAAAAAAAAAJgCAABkcnMvZG93&#10;bnJldi54bWxQSwUGAAAAAAQABAD1AAAAhwMAAAAA&#10;" path="m8124,206r-2294,l5919,207r173,2l6259,214r163,7l6578,230r152,11l6877,254r141,14l7155,284r131,17l7413,319r122,19l7675,362r145,26l7977,420r147,33l8124,206xe" fillcolor="#008da8" stroked="f">
                  <v:path arrowok="t" o:connecttype="custom" o:connectlocs="8124,206;5830,206;5919,207;6092,209;6259,214;6422,221;6578,230;6730,241;6877,254;7018,268;7155,284;7286,301;7413,319;7535,338;7675,362;7820,388;7977,420;8124,453;8124,206" o:connectangles="0,0,0,0,0,0,0,0,0,0,0,0,0,0,0,0,0,0,0"/>
                </v:shape>
                <v:shape id="Freeform 12" o:spid="_x0000_s1037" style="position:absolute;top:74;width:8125;height:454;visibility:visible;mso-wrap-style:square;v-text-anchor:top" coordsize="8125,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G3u8IA&#10;AADbAAAADwAAAGRycy9kb3ducmV2LnhtbERP32vCMBB+H+x/CDfwbaYWHdIZRQTBMRCsij4eza2p&#10;NpfSZLX7740g7O0+vp83W/S2Fh21vnKsYDRMQBAXTldcKjjs1+9TED4ga6wdk4I/8rCYv77MMNPu&#10;xjvq8lCKGMI+QwUmhCaT0heGLPqha4gj9+NaiyHCtpS6xVsMt7VMk+RDWqw4NhhsaGWouOa/VsHp&#10;8n0szulUL1fn7Sg3p69xRxOlBm/98hNEoD78i5/ujY7zU3j8Eg+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Qbe7wgAAANsAAAAPAAAAAAAAAAAAAAAAAJgCAABkcnMvZG93&#10;bnJldi54bWxQSwUGAAAAAAQABAD1AAAAhwMAAAAA&#10;" path="m,l46,20,93,40r49,20l191,79r51,19l294,117r52,18l400,153r55,18l511,188r57,16l626,220r60,16l747,251r62,15l872,280r64,13l1002,306r67,13l1137,331r70,11l1277,352r73,10l1423,372r75,8l1575,388r78,7l1732,402r80,6l1895,413r169,8l2238,426r182,1l2607,425r194,-5l3002,411r207,-12l3424,382r178,-16l2234,366r-176,-2l1889,359r-83,-4l1725,350r-79,-5l1567,339r-76,-7l1415,325r-73,-8l1269,309r-71,-10l1128,290r-68,-11l993,268,927,257,863,245,800,232,738,219,678,206,618,192,560,178,503,163,448,148,393,133,340,117,288,101,237,85,187,68,139,51,91,34,45,17,,xe" fillcolor="#008da8" stroked="f">
                  <v:path arrowok="t" o:connecttype="custom" o:connectlocs="46,20;142,60;242,98;346,135;455,171;568,204;686,236;809,266;936,293;1069,319;1207,342;1350,362;1498,380;1653,395;1812,408;2064,421;2420,427;2801,420;3209,399;3602,366;2058,364;1806,355;1646,345;1491,332;1342,317;1198,299;1060,279;927,257;800,232;678,206;560,178;448,148;340,117;237,85;139,51;45,17" o:connectangles="0,0,0,0,0,0,0,0,0,0,0,0,0,0,0,0,0,0,0,0,0,0,0,0,0,0,0,0,0,0,0,0,0,0,0,0"/>
                </v:shape>
                <v:shape id="Freeform 13" o:spid="_x0000_s1038" style="position:absolute;top:74;width:8125;height:454;visibility:visible;mso-wrap-style:square;v-text-anchor:top" coordsize="8125,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0SIMIA&#10;AADbAAAADwAAAGRycy9kb3ducmV2LnhtbERP32vCMBB+F/wfwg1801SnIp1RRBAmgrDOoY9Hc2u6&#10;NZfSxFr/ezMQ9nYf389brjtbiZYaXzpWMB4lIIhzp0suFJw+d8MFCB+QNVaOScGdPKxX/d4SU+1u&#10;/EFtFgoRQ9inqMCEUKdS+tyQRT9yNXHkvl1jMUTYFFI3eIvhtpKTJJlLiyXHBoM1bQ3lv9nVKjj/&#10;HL7yy2ShN9vLcZyZ837a0kypwUu3eQMRqAv/4qf7Xcf5r/D3Sz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RIgwgAAANsAAAAPAAAAAAAAAAAAAAAAAJgCAABkcnMvZG93&#10;bnJldi54bWxQSwUGAAAAAAQABAD1AAAAhwMAAAAA&#10;" path="m6341,39r-82,1l6006,45,5740,55,5462,70,5171,92r-270,25l4657,143r-326,39l3874,246r-172,22l3645,275r-222,26l3237,319r-29,2l3000,338r-201,13l2604,359r-188,5l2234,366r1368,l3874,337r154,-18l4331,285r174,-17l4763,247r207,-14l5171,222r196,-8l5556,209r184,-3l8124,206r,-10l8027,177,7926,159,7820,141,7709,125r-57,-8l7535,102,7413,89,7286,77,7155,66,7018,57,6877,50,6730,44,6578,41,6341,39xe" fillcolor="#008da8" stroked="f">
                  <v:path arrowok="t" o:connecttype="custom" o:connectlocs="6341,39;6259,40;6006,45;5740,55;5462,70;5171,92;4901,117;4657,143;4331,182;3874,246;3702,268;3645,275;3423,301;3237,319;3208,321;3000,338;2799,351;2604,359;2416,364;2234,366;3602,366;3874,337;4028,319;4331,285;4505,268;4763,247;4970,233;5171,222;5367,214;5556,209;5740,206;8124,206;8124,196;8027,177;7926,159;7820,141;7709,125;7652,117;7535,102;7413,89;7286,77;7155,66;7018,57;6877,50;6730,44;6578,41;6341,39" o:connectangles="0,0,0,0,0,0,0,0,0,0,0,0,0,0,0,0,0,0,0,0,0,0,0,0,0,0,0,0,0,0,0,0,0,0,0,0,0,0,0,0,0,0,0,0,0,0,0"/>
                </v:shape>
              </v:group>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5528"/>
    <w:multiLevelType w:val="hybridMultilevel"/>
    <w:tmpl w:val="4E268992"/>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7A72B8"/>
    <w:multiLevelType w:val="hybridMultilevel"/>
    <w:tmpl w:val="AEEC0AAC"/>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FF6942"/>
    <w:multiLevelType w:val="hybridMultilevel"/>
    <w:tmpl w:val="8DBE347A"/>
    <w:lvl w:ilvl="0" w:tplc="968051BE">
      <w:start w:val="1"/>
      <w:numFmt w:val="bullet"/>
      <w:lvlText w:val=""/>
      <w:lvlJc w:val="left"/>
      <w:pPr>
        <w:ind w:left="720" w:hanging="360"/>
      </w:pPr>
      <w:rPr>
        <w:rFonts w:ascii="Wingdings" w:hAnsi="Wingdings" w:hint="default"/>
        <w:color w:val="000000" w:themeColor="text1"/>
      </w:rPr>
    </w:lvl>
    <w:lvl w:ilvl="1" w:tplc="9DB6D212">
      <w:numFmt w:val="bullet"/>
      <w:lvlText w:val=""/>
      <w:lvlJc w:val="left"/>
      <w:pPr>
        <w:ind w:left="1440" w:hanging="360"/>
      </w:pPr>
      <w:rPr>
        <w:rFonts w:ascii="Palatino Linotype" w:eastAsiaTheme="minorEastAsia" w:hAnsi="Palatino Linotype"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95D734E"/>
    <w:multiLevelType w:val="hybridMultilevel"/>
    <w:tmpl w:val="B55AE2E0"/>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E22941"/>
    <w:multiLevelType w:val="hybridMultilevel"/>
    <w:tmpl w:val="B2F4D20A"/>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2A91E0B"/>
    <w:multiLevelType w:val="hybridMultilevel"/>
    <w:tmpl w:val="8CA89F10"/>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52581D"/>
    <w:multiLevelType w:val="hybridMultilevel"/>
    <w:tmpl w:val="1A522D58"/>
    <w:lvl w:ilvl="0" w:tplc="968051BE">
      <w:start w:val="1"/>
      <w:numFmt w:val="bullet"/>
      <w:lvlText w:val=""/>
      <w:lvlJc w:val="left"/>
      <w:pPr>
        <w:ind w:left="720" w:hanging="360"/>
      </w:pPr>
      <w:rPr>
        <w:rFonts w:ascii="Wingdings" w:hAnsi="Wingdings" w:hint="default"/>
        <w:color w:val="000000" w:themeColor="text1"/>
      </w:rPr>
    </w:lvl>
    <w:lvl w:ilvl="1" w:tplc="968051BE">
      <w:start w:val="1"/>
      <w:numFmt w:val="bullet"/>
      <w:lvlText w:val=""/>
      <w:lvlJc w:val="left"/>
      <w:pPr>
        <w:ind w:left="1440" w:hanging="360"/>
      </w:pPr>
      <w:rPr>
        <w:rFonts w:ascii="Wingdings" w:hAnsi="Wingdings" w:hint="default"/>
        <w:color w:val="000000" w:themeColor="tex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7AB3AB8"/>
    <w:multiLevelType w:val="hybridMultilevel"/>
    <w:tmpl w:val="BD482B16"/>
    <w:lvl w:ilvl="0" w:tplc="968051BE">
      <w:start w:val="1"/>
      <w:numFmt w:val="bullet"/>
      <w:lvlText w:val=""/>
      <w:lvlJc w:val="left"/>
      <w:pPr>
        <w:ind w:left="1440" w:hanging="360"/>
      </w:pPr>
      <w:rPr>
        <w:rFonts w:ascii="Wingdings" w:hAnsi="Wingdings" w:hint="default"/>
        <w:color w:val="000000" w:themeColor="text1"/>
      </w:rPr>
    </w:lvl>
    <w:lvl w:ilvl="1" w:tplc="968051BE">
      <w:start w:val="1"/>
      <w:numFmt w:val="bullet"/>
      <w:lvlText w:val=""/>
      <w:lvlJc w:val="left"/>
      <w:pPr>
        <w:ind w:left="2160" w:hanging="360"/>
      </w:pPr>
      <w:rPr>
        <w:rFonts w:ascii="Wingdings" w:hAnsi="Wingdings" w:hint="default"/>
        <w:color w:val="000000" w:themeColor="text1"/>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19271AAD"/>
    <w:multiLevelType w:val="hybridMultilevel"/>
    <w:tmpl w:val="457E4B2E"/>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3065466"/>
    <w:multiLevelType w:val="hybridMultilevel"/>
    <w:tmpl w:val="1A7C668E"/>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A733355"/>
    <w:multiLevelType w:val="hybridMultilevel"/>
    <w:tmpl w:val="F83E0F3E"/>
    <w:lvl w:ilvl="0" w:tplc="968051BE">
      <w:start w:val="1"/>
      <w:numFmt w:val="bullet"/>
      <w:lvlText w:val=""/>
      <w:lvlJc w:val="left"/>
      <w:pPr>
        <w:ind w:left="720" w:hanging="360"/>
      </w:pPr>
      <w:rPr>
        <w:rFonts w:ascii="Wingdings" w:hAnsi="Wingdings" w:hint="default"/>
        <w:color w:val="000000" w:themeColor="text1"/>
      </w:rPr>
    </w:lvl>
    <w:lvl w:ilvl="1" w:tplc="968051BE">
      <w:start w:val="1"/>
      <w:numFmt w:val="bullet"/>
      <w:lvlText w:val=""/>
      <w:lvlJc w:val="left"/>
      <w:pPr>
        <w:ind w:left="1440" w:hanging="360"/>
      </w:pPr>
      <w:rPr>
        <w:rFonts w:ascii="Wingdings" w:hAnsi="Wingdings" w:hint="default"/>
        <w:color w:val="000000" w:themeColor="tex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E524A9F"/>
    <w:multiLevelType w:val="hybridMultilevel"/>
    <w:tmpl w:val="D4BCB04C"/>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7A0342"/>
    <w:multiLevelType w:val="hybridMultilevel"/>
    <w:tmpl w:val="C45CAD46"/>
    <w:lvl w:ilvl="0" w:tplc="0C09000B">
      <w:start w:val="1"/>
      <w:numFmt w:val="bullet"/>
      <w:lvlText w:val=""/>
      <w:lvlJc w:val="left"/>
      <w:pPr>
        <w:ind w:left="720" w:hanging="360"/>
      </w:pPr>
      <w:rPr>
        <w:rFonts w:ascii="Wingdings" w:hAnsi="Wingdings" w:hint="default"/>
      </w:rPr>
    </w:lvl>
    <w:lvl w:ilvl="1" w:tplc="DB3AF72A">
      <w:numFmt w:val="bullet"/>
      <w:lvlText w:val="•"/>
      <w:lvlJc w:val="left"/>
      <w:pPr>
        <w:ind w:left="1440" w:hanging="360"/>
      </w:pPr>
      <w:rPr>
        <w:rFonts w:ascii="Palatino Linotype" w:eastAsiaTheme="minorEastAsia" w:hAnsi="Palatino Linotype"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8025510"/>
    <w:multiLevelType w:val="hybridMultilevel"/>
    <w:tmpl w:val="FAF2B91C"/>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3A2F4D"/>
    <w:multiLevelType w:val="hybridMultilevel"/>
    <w:tmpl w:val="8C74DF3C"/>
    <w:lvl w:ilvl="0" w:tplc="968051BE">
      <w:start w:val="1"/>
      <w:numFmt w:val="bullet"/>
      <w:lvlText w:val=""/>
      <w:lvlJc w:val="left"/>
      <w:pPr>
        <w:ind w:left="1440" w:hanging="360"/>
      </w:pPr>
      <w:rPr>
        <w:rFonts w:ascii="Wingdings" w:hAnsi="Wingdings" w:hint="default"/>
        <w:color w:val="000000" w:themeColor="text1"/>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549937DA"/>
    <w:multiLevelType w:val="hybridMultilevel"/>
    <w:tmpl w:val="E52A3726"/>
    <w:lvl w:ilvl="0" w:tplc="968051BE">
      <w:start w:val="1"/>
      <w:numFmt w:val="bullet"/>
      <w:lvlText w:val=""/>
      <w:lvlJc w:val="left"/>
      <w:pPr>
        <w:ind w:left="1440" w:hanging="360"/>
      </w:pPr>
      <w:rPr>
        <w:rFonts w:ascii="Wingdings" w:hAnsi="Wingdings" w:hint="default"/>
        <w:color w:val="000000" w:themeColor="text1"/>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6385209C"/>
    <w:multiLevelType w:val="hybridMultilevel"/>
    <w:tmpl w:val="8816580E"/>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7086352"/>
    <w:multiLevelType w:val="hybridMultilevel"/>
    <w:tmpl w:val="3A88C646"/>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F112855"/>
    <w:multiLevelType w:val="hybridMultilevel"/>
    <w:tmpl w:val="E2347E24"/>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F556273"/>
    <w:multiLevelType w:val="hybridMultilevel"/>
    <w:tmpl w:val="3BF81CAE"/>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42752FB"/>
    <w:multiLevelType w:val="hybridMultilevel"/>
    <w:tmpl w:val="5CB864EE"/>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4702FB2"/>
    <w:multiLevelType w:val="hybridMultilevel"/>
    <w:tmpl w:val="F41C924A"/>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3119E8"/>
    <w:multiLevelType w:val="hybridMultilevel"/>
    <w:tmpl w:val="0636B5EC"/>
    <w:lvl w:ilvl="0" w:tplc="968051BE">
      <w:start w:val="1"/>
      <w:numFmt w:val="bullet"/>
      <w:lvlText w:val=""/>
      <w:lvlJc w:val="left"/>
      <w:pPr>
        <w:ind w:left="720" w:hanging="360"/>
      </w:pPr>
      <w:rPr>
        <w:rFonts w:ascii="Wingdings" w:hAnsi="Wingding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4"/>
  </w:num>
  <w:num w:numId="4">
    <w:abstractNumId w:val="12"/>
  </w:num>
  <w:num w:numId="5">
    <w:abstractNumId w:val="15"/>
  </w:num>
  <w:num w:numId="6">
    <w:abstractNumId w:val="7"/>
  </w:num>
  <w:num w:numId="7">
    <w:abstractNumId w:val="6"/>
  </w:num>
  <w:num w:numId="8">
    <w:abstractNumId w:val="8"/>
  </w:num>
  <w:num w:numId="9">
    <w:abstractNumId w:val="20"/>
  </w:num>
  <w:num w:numId="10">
    <w:abstractNumId w:val="10"/>
  </w:num>
  <w:num w:numId="11">
    <w:abstractNumId w:val="11"/>
  </w:num>
  <w:num w:numId="12">
    <w:abstractNumId w:val="0"/>
  </w:num>
  <w:num w:numId="13">
    <w:abstractNumId w:val="9"/>
  </w:num>
  <w:num w:numId="14">
    <w:abstractNumId w:val="1"/>
  </w:num>
  <w:num w:numId="15">
    <w:abstractNumId w:val="5"/>
  </w:num>
  <w:num w:numId="16">
    <w:abstractNumId w:val="13"/>
  </w:num>
  <w:num w:numId="17">
    <w:abstractNumId w:val="21"/>
  </w:num>
  <w:num w:numId="18">
    <w:abstractNumId w:val="22"/>
  </w:num>
  <w:num w:numId="19">
    <w:abstractNumId w:val="3"/>
  </w:num>
  <w:num w:numId="20">
    <w:abstractNumId w:val="4"/>
  </w:num>
  <w:num w:numId="21">
    <w:abstractNumId w:val="19"/>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339"/>
  </w:hdrShapeDefaults>
  <w:footnotePr>
    <w:footnote w:id="-1"/>
    <w:footnote w:id="0"/>
  </w:footnotePr>
  <w:endnotePr>
    <w:endnote w:id="-1"/>
    <w:endnote w:id="0"/>
  </w:endnotePr>
  <w:compat>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E76"/>
    <w:rsid w:val="00037EF3"/>
    <w:rsid w:val="00044D92"/>
    <w:rsid w:val="000956F2"/>
    <w:rsid w:val="00110121"/>
    <w:rsid w:val="001337FD"/>
    <w:rsid w:val="001469EC"/>
    <w:rsid w:val="001C1648"/>
    <w:rsid w:val="00226B18"/>
    <w:rsid w:val="0024396F"/>
    <w:rsid w:val="002C4F02"/>
    <w:rsid w:val="003021D7"/>
    <w:rsid w:val="00442E8F"/>
    <w:rsid w:val="00461ABC"/>
    <w:rsid w:val="004A40AE"/>
    <w:rsid w:val="005D6E76"/>
    <w:rsid w:val="0075500B"/>
    <w:rsid w:val="007B1DF6"/>
    <w:rsid w:val="0082043A"/>
    <w:rsid w:val="00841B48"/>
    <w:rsid w:val="00861C12"/>
    <w:rsid w:val="00983521"/>
    <w:rsid w:val="00AA7E84"/>
    <w:rsid w:val="00D15AB3"/>
    <w:rsid w:val="00D87698"/>
    <w:rsid w:val="00FC6B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0"/>
      <w:ind w:left="3781"/>
    </w:pPr>
    <w:rPr>
      <w:rFonts w:ascii="Arial" w:hAnsi="Arial" w:cs="Arial"/>
      <w:sz w:val="20"/>
      <w:szCs w:val="20"/>
    </w:rPr>
  </w:style>
  <w:style w:type="character" w:customStyle="1" w:styleId="BodyTextChar">
    <w:name w:val="Body Text Char"/>
    <w:link w:val="BodyText"/>
    <w:uiPriority w:val="99"/>
    <w:semiHidden/>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61C12"/>
    <w:pPr>
      <w:tabs>
        <w:tab w:val="center" w:pos="4513"/>
        <w:tab w:val="right" w:pos="9026"/>
      </w:tabs>
    </w:pPr>
  </w:style>
  <w:style w:type="character" w:customStyle="1" w:styleId="HeaderChar">
    <w:name w:val="Header Char"/>
    <w:link w:val="Header"/>
    <w:uiPriority w:val="99"/>
    <w:rsid w:val="00861C12"/>
    <w:rPr>
      <w:rFonts w:ascii="Times New Roman" w:hAnsi="Times New Roman" w:cs="Times New Roman"/>
      <w:sz w:val="24"/>
      <w:szCs w:val="24"/>
    </w:rPr>
  </w:style>
  <w:style w:type="paragraph" w:styleId="Footer">
    <w:name w:val="footer"/>
    <w:basedOn w:val="Normal"/>
    <w:link w:val="FooterChar"/>
    <w:uiPriority w:val="99"/>
    <w:unhideWhenUsed/>
    <w:rsid w:val="00861C12"/>
    <w:pPr>
      <w:tabs>
        <w:tab w:val="center" w:pos="4513"/>
        <w:tab w:val="right" w:pos="9026"/>
      </w:tabs>
    </w:pPr>
  </w:style>
  <w:style w:type="character" w:customStyle="1" w:styleId="FooterChar">
    <w:name w:val="Footer Char"/>
    <w:link w:val="Footer"/>
    <w:uiPriority w:val="99"/>
    <w:rsid w:val="00861C12"/>
    <w:rPr>
      <w:rFonts w:ascii="Times New Roman" w:hAnsi="Times New Roman" w:cs="Times New Roman"/>
      <w:sz w:val="24"/>
      <w:szCs w:val="24"/>
    </w:rPr>
  </w:style>
  <w:style w:type="paragraph" w:customStyle="1" w:styleId="Default">
    <w:name w:val="Default"/>
    <w:rsid w:val="00841B48"/>
    <w:pPr>
      <w:widowControl w:val="0"/>
      <w:autoSpaceDE w:val="0"/>
      <w:autoSpaceDN w:val="0"/>
      <w:adjustRightInd w:val="0"/>
    </w:pPr>
    <w:rPr>
      <w:rFonts w:ascii="Times New Roman" w:eastAsiaTheme="minorEastAsia"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0"/>
      <w:ind w:left="3781"/>
    </w:pPr>
    <w:rPr>
      <w:rFonts w:ascii="Arial" w:hAnsi="Arial" w:cs="Arial"/>
      <w:sz w:val="20"/>
      <w:szCs w:val="20"/>
    </w:rPr>
  </w:style>
  <w:style w:type="character" w:customStyle="1" w:styleId="BodyTextChar">
    <w:name w:val="Body Text Char"/>
    <w:link w:val="BodyText"/>
    <w:uiPriority w:val="99"/>
    <w:semiHidden/>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61C12"/>
    <w:pPr>
      <w:tabs>
        <w:tab w:val="center" w:pos="4513"/>
        <w:tab w:val="right" w:pos="9026"/>
      </w:tabs>
    </w:pPr>
  </w:style>
  <w:style w:type="character" w:customStyle="1" w:styleId="HeaderChar">
    <w:name w:val="Header Char"/>
    <w:link w:val="Header"/>
    <w:uiPriority w:val="99"/>
    <w:rsid w:val="00861C12"/>
    <w:rPr>
      <w:rFonts w:ascii="Times New Roman" w:hAnsi="Times New Roman" w:cs="Times New Roman"/>
      <w:sz w:val="24"/>
      <w:szCs w:val="24"/>
    </w:rPr>
  </w:style>
  <w:style w:type="paragraph" w:styleId="Footer">
    <w:name w:val="footer"/>
    <w:basedOn w:val="Normal"/>
    <w:link w:val="FooterChar"/>
    <w:uiPriority w:val="99"/>
    <w:unhideWhenUsed/>
    <w:rsid w:val="00861C12"/>
    <w:pPr>
      <w:tabs>
        <w:tab w:val="center" w:pos="4513"/>
        <w:tab w:val="right" w:pos="9026"/>
      </w:tabs>
    </w:pPr>
  </w:style>
  <w:style w:type="character" w:customStyle="1" w:styleId="FooterChar">
    <w:name w:val="Footer Char"/>
    <w:link w:val="Footer"/>
    <w:uiPriority w:val="99"/>
    <w:rsid w:val="00861C12"/>
    <w:rPr>
      <w:rFonts w:ascii="Times New Roman" w:hAnsi="Times New Roman" w:cs="Times New Roman"/>
      <w:sz w:val="24"/>
      <w:szCs w:val="24"/>
    </w:rPr>
  </w:style>
  <w:style w:type="paragraph" w:customStyle="1" w:styleId="Default">
    <w:name w:val="Default"/>
    <w:rsid w:val="00841B48"/>
    <w:pPr>
      <w:widowControl w:val="0"/>
      <w:autoSpaceDE w:val="0"/>
      <w:autoSpaceDN w:val="0"/>
      <w:adjustRightInd w:val="0"/>
    </w:pPr>
    <w:rPr>
      <w:rFonts w:ascii="Times New Roman" w:eastAsiaTheme="minorEastAsia"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hyperlink" Target="http://www.springfarm-p.schools.nsw.edu.au/" TargetMode="External"/><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hyperlink" Target="mailto:springfarm-p.school@det.nsw.edu.au" TargetMode="External"/><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User\AppData\Local\Microsoft\Windows\Temporary%20Internet%20Files\Content.IE5\RBXEFZXZ\Spring%20Farm%20letterhead%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Spring Farm letterhead 2</Template>
  <TotalTime>0</TotalTime>
  <Pages>1</Pages>
  <Words>254</Words>
  <Characters>1450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Inspiring creative and innovative learners</vt:lpstr>
    </vt:vector>
  </TitlesOfParts>
  <Company>NSW, Department of Education and Training</Company>
  <LinksUpToDate>false</LinksUpToDate>
  <CharactersWithSpaces>1701</CharactersWithSpaces>
  <SharedDoc>false</SharedDoc>
  <HLinks>
    <vt:vector size="12" baseType="variant">
      <vt:variant>
        <vt:i4>8323133</vt:i4>
      </vt:variant>
      <vt:variant>
        <vt:i4>3</vt:i4>
      </vt:variant>
      <vt:variant>
        <vt:i4>0</vt:i4>
      </vt:variant>
      <vt:variant>
        <vt:i4>5</vt:i4>
      </vt:variant>
      <vt:variant>
        <vt:lpwstr>http://www.springfarm-p.schools.nsw.edu.au/</vt:lpwstr>
      </vt:variant>
      <vt:variant>
        <vt:lpwstr/>
      </vt:variant>
      <vt:variant>
        <vt:i4>131104</vt:i4>
      </vt:variant>
      <vt:variant>
        <vt:i4>0</vt:i4>
      </vt:variant>
      <vt:variant>
        <vt:i4>0</vt:i4>
      </vt:variant>
      <vt:variant>
        <vt:i4>5</vt:i4>
      </vt:variant>
      <vt:variant>
        <vt:lpwstr>mailto:springfarm-p.school@det.nsw.edu.au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Inspiring creative and innovative learners</dc:title>
  <dc:creator>LocalUser</dc:creator>
  <cp:lastModifiedBy>Mills, Eileen</cp:lastModifiedBy>
  <cp:revision>2</cp:revision>
  <cp:lastPrinted>2016-12-05T23:26:00Z</cp:lastPrinted>
  <dcterms:created xsi:type="dcterms:W3CDTF">2016-12-05T23:27:00Z</dcterms:created>
  <dcterms:modified xsi:type="dcterms:W3CDTF">2016-12-05T23:27:00Z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Illustrator CS3</vt:lpwstr>
  </property>
</Properties>
</file>