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39" w:rsidRDefault="005A5A39" w:rsidP="005A5A39"/>
    <w:p w:rsidR="005A5A39" w:rsidRDefault="005A5A39" w:rsidP="005A5A39"/>
    <w:p w:rsidR="005A5A39" w:rsidRPr="005A5A39" w:rsidRDefault="005A5A39" w:rsidP="005A5A39">
      <w:pPr>
        <w:rPr>
          <w:b/>
          <w:u w:val="single"/>
        </w:rPr>
      </w:pPr>
    </w:p>
    <w:p w:rsidR="005A5A39" w:rsidRPr="005A5A39" w:rsidRDefault="005A5A39" w:rsidP="005A5A39">
      <w:pPr>
        <w:jc w:val="center"/>
        <w:rPr>
          <w:b/>
          <w:u w:val="single"/>
        </w:rPr>
      </w:pPr>
      <w:r w:rsidRPr="005A5A39">
        <w:rPr>
          <w:b/>
          <w:u w:val="single"/>
        </w:rPr>
        <w:t>Spring Farm Swimming Carnival 2017</w:t>
      </w:r>
    </w:p>
    <w:p w:rsidR="005A5A39" w:rsidRDefault="005A5A39" w:rsidP="005A5A39"/>
    <w:p w:rsidR="005A5A39" w:rsidRDefault="005A5A39" w:rsidP="005A5A39">
      <w:r>
        <w:t xml:space="preserve">Dear </w:t>
      </w:r>
      <w:r w:rsidR="004D1E90">
        <w:t>P</w:t>
      </w:r>
      <w:r>
        <w:t xml:space="preserve">arent or </w:t>
      </w:r>
      <w:r w:rsidR="004D1E90">
        <w:t>C</w:t>
      </w:r>
      <w:r>
        <w:t>aregiver,</w:t>
      </w:r>
    </w:p>
    <w:p w:rsidR="005A5A39" w:rsidRDefault="005A5A39" w:rsidP="005A5A39"/>
    <w:p w:rsidR="005A5A39" w:rsidRDefault="005A5A39" w:rsidP="005A5A39">
      <w:r>
        <w:t>Spring Farm Public School will be holding their swimming carnival at the Camden War Memorial Swimming Pool on Friday 10</w:t>
      </w:r>
      <w:r w:rsidRPr="009A7581">
        <w:rPr>
          <w:vertAlign w:val="superscript"/>
        </w:rPr>
        <w:t>th</w:t>
      </w:r>
      <w:r>
        <w:t xml:space="preserve"> February 2017. This carnival will be a twilight meet</w:t>
      </w:r>
      <w:r w:rsidR="004D1E90">
        <w:t>,</w:t>
      </w:r>
      <w:r>
        <w:t xml:space="preserve"> commencing at 6pm and concluding by 8pm.</w:t>
      </w:r>
    </w:p>
    <w:p w:rsidR="005A5A39" w:rsidRDefault="005A5A39" w:rsidP="005A5A39"/>
    <w:p w:rsidR="005A5A39" w:rsidRDefault="005A5A39" w:rsidP="005A5A39">
      <w:r>
        <w:t xml:space="preserve">Please note this carnival is being held </w:t>
      </w:r>
      <w:r w:rsidRPr="00AF7BF4">
        <w:rPr>
          <w:b/>
        </w:rPr>
        <w:t>for those who can swim 50 metres</w:t>
      </w:r>
      <w:r>
        <w:t>. This is a Razorback zone qualifier carnival. Families of students competing in the swimming carnival are encouraged to spectate.</w:t>
      </w:r>
    </w:p>
    <w:p w:rsidR="005A5A39" w:rsidRDefault="005A5A39" w:rsidP="005A5A39"/>
    <w:p w:rsidR="005A5A39" w:rsidRDefault="005A5A39" w:rsidP="005A5A39">
      <w:r>
        <w:t xml:space="preserve">The only cost of the swimming carnival will be pool admittance, </w:t>
      </w:r>
      <w:r w:rsidR="004D1E90">
        <w:t>PAYABLE ON ENTRY AT THE POOL</w:t>
      </w:r>
      <w:r>
        <w:t xml:space="preserve">. </w:t>
      </w:r>
      <w:proofErr w:type="gramStart"/>
      <w:r>
        <w:t>Swimmers $3.50 and Spectators $1.50.</w:t>
      </w:r>
      <w:proofErr w:type="gramEnd"/>
    </w:p>
    <w:p w:rsidR="005A5A39" w:rsidRDefault="005A5A39" w:rsidP="005A5A39"/>
    <w:p w:rsidR="005A5A39" w:rsidRDefault="005A5A39" w:rsidP="005A5A39">
      <w:r>
        <w:t>Parents and carers are required to transport their child/</w:t>
      </w:r>
      <w:proofErr w:type="spellStart"/>
      <w:r>
        <w:t>ren</w:t>
      </w:r>
      <w:proofErr w:type="spellEnd"/>
      <w:r>
        <w:t xml:space="preserve"> to and from the venue. </w:t>
      </w:r>
    </w:p>
    <w:p w:rsidR="005A5A39" w:rsidRDefault="005A5A39" w:rsidP="005A5A39"/>
    <w:p w:rsidR="005A5A39" w:rsidRPr="00EA703A" w:rsidRDefault="005A5A39" w:rsidP="005A5A39">
      <w:r>
        <w:t xml:space="preserve">The staff </w:t>
      </w:r>
      <w:r w:rsidRPr="00EA703A">
        <w:t xml:space="preserve">member with </w:t>
      </w:r>
      <w:r>
        <w:t>CPR</w:t>
      </w:r>
      <w:r w:rsidRPr="00EA703A">
        <w:t xml:space="preserve"> training is </w:t>
      </w:r>
      <w:r>
        <w:t xml:space="preserve">Mrs </w:t>
      </w:r>
      <w:proofErr w:type="spellStart"/>
      <w:r>
        <w:t>Creber</w:t>
      </w:r>
      <w:proofErr w:type="spellEnd"/>
      <w:r w:rsidR="004D1E90">
        <w:t>, and other a</w:t>
      </w:r>
      <w:r>
        <w:t>ccompanying staff will be determined closer to the time of the carnival.</w:t>
      </w:r>
    </w:p>
    <w:p w:rsidR="005A5A39" w:rsidRDefault="005A5A39" w:rsidP="005A5A39"/>
    <w:p w:rsidR="005A5A39" w:rsidRDefault="005A5A39" w:rsidP="005A5A39">
      <w:pPr>
        <w:rPr>
          <w:rFonts w:eastAsia="Times"/>
        </w:rPr>
      </w:pPr>
      <w:r w:rsidRPr="00130A2F">
        <w:rPr>
          <w:rFonts w:eastAsia="Times"/>
        </w:rPr>
        <w:t>The excursion will</w:t>
      </w:r>
      <w:r>
        <w:rPr>
          <w:rFonts w:eastAsia="Times"/>
        </w:rPr>
        <w:t xml:space="preserve"> involve the following </w:t>
      </w:r>
      <w:r w:rsidRPr="00130A2F">
        <w:rPr>
          <w:rFonts w:eastAsia="Times"/>
        </w:rPr>
        <w:t xml:space="preserve">swimming activities: </w:t>
      </w:r>
    </w:p>
    <w:p w:rsidR="005A5A39" w:rsidRDefault="005A5A39" w:rsidP="005A5A39">
      <w:pPr>
        <w:rPr>
          <w:rFonts w:eastAsia="Times"/>
        </w:rPr>
      </w:pP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t>50m Freestyle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  <w:t>100m Freestyle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t>50m Breaststroke</w:t>
      </w:r>
      <w:r>
        <w:rPr>
          <w:rFonts w:eastAsia="Times"/>
        </w:rPr>
        <w:tab/>
      </w:r>
      <w:r>
        <w:rPr>
          <w:rFonts w:eastAsia="Times"/>
        </w:rPr>
        <w:tab/>
        <w:t>200m Individual Medley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t>50m Backstroke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t>50m Butterfly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Pr="00130A2F" w:rsidRDefault="005A5A39" w:rsidP="005A5A39">
      <w:pPr>
        <w:rPr>
          <w:rFonts w:eastAsia="Times"/>
        </w:rPr>
      </w:pPr>
    </w:p>
    <w:p w:rsidR="005A5A39" w:rsidRPr="004D1E90" w:rsidRDefault="005A5A39" w:rsidP="005A5A39">
      <w:pPr>
        <w:rPr>
          <w:rFonts w:ascii="Times Roman" w:eastAsia="Times" w:hAnsi="Times Roman"/>
        </w:rPr>
      </w:pPr>
      <w:r w:rsidRPr="004D1E90">
        <w:rPr>
          <w:rFonts w:ascii="Times Roman" w:eastAsia="Times" w:hAnsi="Times Roman"/>
        </w:rPr>
        <w:t xml:space="preserve">These activities will take place at Camden War Memorial Swimming Pool, </w:t>
      </w:r>
      <w:r w:rsidRPr="004D1E90">
        <w:rPr>
          <w:rFonts w:ascii="Times Roman" w:hAnsi="Times Roman" w:cs="Arial"/>
          <w:color w:val="231F20"/>
          <w:shd w:val="clear" w:color="auto" w:fill="FFFFFF"/>
        </w:rPr>
        <w:t>Corner of Oxley St and Mitchell St,</w:t>
      </w:r>
      <w:r w:rsidRPr="004D1E90">
        <w:rPr>
          <w:rFonts w:ascii="Times Roman" w:hAnsi="Times Roman" w:cs="Arial"/>
          <w:color w:val="231F20"/>
        </w:rPr>
        <w:t xml:space="preserve"> </w:t>
      </w:r>
      <w:r w:rsidRPr="004D1E90">
        <w:rPr>
          <w:rFonts w:ascii="Times Roman" w:hAnsi="Times Roman" w:cs="Arial"/>
          <w:color w:val="231F20"/>
          <w:shd w:val="clear" w:color="auto" w:fill="FFFFFF"/>
        </w:rPr>
        <w:t>Camden.</w:t>
      </w:r>
      <w:r w:rsidRPr="004D1E90">
        <w:rPr>
          <w:rFonts w:ascii="Times Roman" w:eastAsia="Times" w:hAnsi="Times Roman"/>
        </w:rPr>
        <w:t xml:space="preserve"> </w:t>
      </w:r>
    </w:p>
    <w:p w:rsidR="005A5A39" w:rsidRPr="004D1E90" w:rsidRDefault="005A5A39" w:rsidP="005A5A39">
      <w:pPr>
        <w:rPr>
          <w:rFonts w:ascii="Times Roman" w:eastAsia="Times" w:hAnsi="Times Roman"/>
        </w:rPr>
      </w:pP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t>Please complete the response on the following page as soon as possible. If you have any questions please see office staff.</w:t>
      </w:r>
    </w:p>
    <w:p w:rsidR="005A5A39" w:rsidRDefault="005A5A39" w:rsidP="005A5A39">
      <w:pPr>
        <w:rPr>
          <w:rFonts w:eastAsia="Times"/>
        </w:rPr>
      </w:pPr>
    </w:p>
    <w:p w:rsidR="005A5A39" w:rsidRDefault="005A5A39" w:rsidP="005A5A39">
      <w:pPr>
        <w:rPr>
          <w:rFonts w:eastAsia="Times"/>
        </w:rPr>
      </w:pPr>
    </w:p>
    <w:p w:rsidR="004D1E90" w:rsidRDefault="004D1E90" w:rsidP="005A5A39">
      <w:pPr>
        <w:rPr>
          <w:rFonts w:eastAsia="Times"/>
        </w:rPr>
      </w:pPr>
    </w:p>
    <w:p w:rsidR="004D1E90" w:rsidRDefault="004D1E90" w:rsidP="005A5A39">
      <w:pPr>
        <w:rPr>
          <w:rFonts w:eastAsia="Times"/>
        </w:rPr>
      </w:pPr>
    </w:p>
    <w:p w:rsidR="005A5A39" w:rsidRDefault="005A5A39" w:rsidP="005A5A39">
      <w:r>
        <w:t>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5A5A39" w:rsidRDefault="005A5A39" w:rsidP="005A5A39">
      <w:r>
        <w:t xml:space="preserve">Mrs Chelsea </w:t>
      </w:r>
      <w:proofErr w:type="spellStart"/>
      <w:r>
        <w:t>Creber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Mr Donovan </w:t>
      </w:r>
      <w:proofErr w:type="spellStart"/>
      <w:r>
        <w:t>Jance</w:t>
      </w:r>
      <w:proofErr w:type="spellEnd"/>
      <w:r>
        <w:t xml:space="preserve"> </w:t>
      </w:r>
    </w:p>
    <w:p w:rsidR="005A5A39" w:rsidRDefault="005A5A39" w:rsidP="005A5A39">
      <w:r>
        <w:t>Swimming Coordinator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9584F">
        <w:t>Principal</w:t>
      </w:r>
    </w:p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>
      <w:pPr>
        <w:jc w:val="center"/>
        <w:rPr>
          <w:b/>
          <w:u w:val="single"/>
        </w:rPr>
      </w:pPr>
      <w:bookmarkStart w:id="0" w:name="_GoBack"/>
      <w:bookmarkEnd w:id="0"/>
      <w:r w:rsidRPr="005A5A39">
        <w:rPr>
          <w:b/>
          <w:u w:val="single"/>
        </w:rPr>
        <w:t>Spring Farm Public School Swimming Carnival 2017</w:t>
      </w:r>
    </w:p>
    <w:p w:rsidR="005A5A39" w:rsidRDefault="005A5A39" w:rsidP="005A5A39">
      <w:pPr>
        <w:jc w:val="center"/>
        <w:rPr>
          <w:b/>
          <w:u w:val="single"/>
        </w:rPr>
      </w:pPr>
    </w:p>
    <w:p w:rsidR="005A5A39" w:rsidRDefault="005A5A39" w:rsidP="005A5A39">
      <w:pPr>
        <w:jc w:val="center"/>
        <w:rPr>
          <w:b/>
          <w:u w:val="single"/>
        </w:rPr>
      </w:pPr>
    </w:p>
    <w:p w:rsidR="005A5A39" w:rsidRDefault="005A5A39" w:rsidP="005A5A39">
      <w:pPr>
        <w:jc w:val="center"/>
        <w:rPr>
          <w:b/>
          <w:u w:val="single"/>
        </w:rPr>
      </w:pPr>
    </w:p>
    <w:p w:rsidR="005A5A39" w:rsidRPr="005A5A39" w:rsidRDefault="005A5A39" w:rsidP="005A5A39">
      <w:pPr>
        <w:jc w:val="center"/>
        <w:rPr>
          <w:b/>
          <w:u w:val="single"/>
        </w:rPr>
      </w:pPr>
    </w:p>
    <w:p w:rsidR="005A5A39" w:rsidRDefault="005A5A39" w:rsidP="005A5A39"/>
    <w:p w:rsidR="005A5A39" w:rsidRPr="00E257B3" w:rsidRDefault="005A5A39" w:rsidP="005A5A39">
      <w:r>
        <w:t>Please complete</w:t>
      </w:r>
      <w:r w:rsidRPr="002B5492">
        <w:t xml:space="preserve"> </w:t>
      </w:r>
      <w:r>
        <w:t xml:space="preserve">response </w:t>
      </w:r>
      <w:r w:rsidRPr="002B5492">
        <w:t>and return to</w:t>
      </w:r>
      <w:r>
        <w:t xml:space="preserve"> the office by Friday 3</w:t>
      </w:r>
      <w:r w:rsidRPr="00E257B3">
        <w:rPr>
          <w:vertAlign w:val="superscript"/>
        </w:rPr>
        <w:t>rd</w:t>
      </w:r>
      <w:r>
        <w:t xml:space="preserve"> February 2017.</w:t>
      </w:r>
    </w:p>
    <w:p w:rsidR="005A5A39" w:rsidRPr="00130A2F" w:rsidRDefault="005A5A39" w:rsidP="005A5A39">
      <w:pPr>
        <w:rPr>
          <w:rFonts w:eastAsia="Times"/>
        </w:rPr>
      </w:pPr>
      <w:r w:rsidRPr="00130A2F">
        <w:rPr>
          <w:rFonts w:eastAsia="Times"/>
        </w:rPr>
        <w:t xml:space="preserve">………………………………………………………………………………………………………. </w:t>
      </w:r>
    </w:p>
    <w:p w:rsidR="005A5A39" w:rsidRDefault="005A5A39" w:rsidP="005A5A39">
      <w:r>
        <w:t xml:space="preserve">Response: </w:t>
      </w:r>
    </w:p>
    <w:p w:rsidR="005A5A39" w:rsidRDefault="005A5A39" w:rsidP="005A5A39"/>
    <w:p w:rsidR="005A5A39" w:rsidRDefault="005A5A39" w:rsidP="005A5A39">
      <w:r>
        <w:t>I do / do not consent to my child ________________________</w:t>
      </w:r>
      <w:proofErr w:type="gramStart"/>
      <w:r>
        <w:t>_  of</w:t>
      </w:r>
      <w:proofErr w:type="gramEnd"/>
      <w:r>
        <w:t xml:space="preserve"> year _____ participating in the swimming carnival on Friday 10</w:t>
      </w:r>
      <w:r w:rsidRPr="00DE627B">
        <w:rPr>
          <w:vertAlign w:val="superscript"/>
        </w:rPr>
        <w:t>th</w:t>
      </w:r>
      <w:r>
        <w:t xml:space="preserve"> February 2017.</w:t>
      </w:r>
    </w:p>
    <w:p w:rsidR="005A5A39" w:rsidRDefault="005A5A39" w:rsidP="005A5A39"/>
    <w:p w:rsidR="005A5A39" w:rsidRDefault="005A5A39" w:rsidP="005A5A39">
      <w:pPr>
        <w:rPr>
          <w:rFonts w:eastAsia="Times"/>
        </w:rPr>
      </w:pPr>
      <w:r w:rsidRPr="00130A2F">
        <w:rPr>
          <w:rFonts w:eastAsia="Times"/>
        </w:rPr>
        <w:t>In re</w:t>
      </w:r>
      <w:r>
        <w:rPr>
          <w:rFonts w:eastAsia="Times"/>
        </w:rPr>
        <w:t xml:space="preserve">lation to the proposed </w:t>
      </w:r>
      <w:r w:rsidRPr="00130A2F">
        <w:rPr>
          <w:rFonts w:eastAsia="Times"/>
        </w:rPr>
        <w:t>swimming activities, I advise that my child is a: (</w:t>
      </w:r>
      <w:r w:rsidRPr="00130A2F">
        <w:rPr>
          <w:rFonts w:eastAsia="Times"/>
          <w:i/>
        </w:rPr>
        <w:t>please tick one</w:t>
      </w:r>
      <w:r w:rsidRPr="00130A2F">
        <w:rPr>
          <w:rFonts w:eastAsia="Times"/>
        </w:rPr>
        <w:t>)</w:t>
      </w:r>
    </w:p>
    <w:p w:rsidR="005A5A39" w:rsidRPr="00130A2F" w:rsidRDefault="005A5A39" w:rsidP="005A5A39">
      <w:pPr>
        <w:rPr>
          <w:rFonts w:eastAsia="Tim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42"/>
        <w:gridCol w:w="3140"/>
        <w:gridCol w:w="3140"/>
      </w:tblGrid>
      <w:tr w:rsidR="005A5A39" w:rsidRPr="00130A2F" w:rsidTr="002F0F17">
        <w:trPr>
          <w:trHeight w:val="372"/>
        </w:trPr>
        <w:tc>
          <w:tcPr>
            <w:tcW w:w="3142" w:type="dxa"/>
            <w:shd w:val="clear" w:color="auto" w:fill="auto"/>
            <w:vAlign w:val="center"/>
          </w:tcPr>
          <w:p w:rsidR="005A5A39" w:rsidRPr="00130A2F" w:rsidRDefault="005A5A39" w:rsidP="002F0F17">
            <w:pPr>
              <w:rPr>
                <w:rFonts w:eastAsia="Times"/>
              </w:rPr>
            </w:pPr>
            <w:r w:rsidRPr="00130A2F">
              <w:rPr>
                <w:rFonts w:eastAsia="Times"/>
              </w:rPr>
              <w:sym w:font="Webdings" w:char="F063"/>
            </w:r>
            <w:r w:rsidRPr="00130A2F">
              <w:rPr>
                <w:rFonts w:eastAsia="Times"/>
              </w:rPr>
              <w:t xml:space="preserve"> strong swimmer</w:t>
            </w:r>
            <w:r>
              <w:rPr>
                <w:rFonts w:eastAsia="Times"/>
              </w:rPr>
              <w:t xml:space="preserve"> 50m +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5A5A39" w:rsidRPr="00130A2F" w:rsidRDefault="005A5A39" w:rsidP="002F0F17">
            <w:pPr>
              <w:rPr>
                <w:rFonts w:eastAsia="Times"/>
              </w:rPr>
            </w:pPr>
            <w:r w:rsidRPr="00130A2F">
              <w:rPr>
                <w:rFonts w:eastAsia="Times"/>
              </w:rPr>
              <w:sym w:font="Webdings" w:char="F063"/>
            </w:r>
            <w:r w:rsidRPr="00130A2F">
              <w:rPr>
                <w:rFonts w:eastAsia="Times"/>
              </w:rPr>
              <w:t xml:space="preserve"> average swimmer</w:t>
            </w:r>
            <w:r>
              <w:rPr>
                <w:rFonts w:eastAsia="Times"/>
              </w:rPr>
              <w:t xml:space="preserve"> 25m +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5A5A39" w:rsidRPr="00130A2F" w:rsidRDefault="005A5A39" w:rsidP="002F0F17">
            <w:pPr>
              <w:rPr>
                <w:rFonts w:eastAsia="Times"/>
              </w:rPr>
            </w:pPr>
            <w:r w:rsidRPr="00130A2F">
              <w:rPr>
                <w:rFonts w:eastAsia="Times"/>
              </w:rPr>
              <w:sym w:font="Webdings" w:char="F063"/>
            </w:r>
            <w:r w:rsidRPr="00130A2F">
              <w:rPr>
                <w:rFonts w:eastAsia="Times"/>
              </w:rPr>
              <w:t xml:space="preserve"> poor swimmer</w:t>
            </w:r>
            <w:r>
              <w:rPr>
                <w:rFonts w:eastAsia="Times"/>
              </w:rPr>
              <w:t xml:space="preserve"> 25m or less</w:t>
            </w:r>
          </w:p>
        </w:tc>
      </w:tr>
    </w:tbl>
    <w:p w:rsidR="005A5A39" w:rsidRDefault="005A5A39" w:rsidP="005A5A39"/>
    <w:p w:rsidR="005A5A39" w:rsidRDefault="005A5A39" w:rsidP="005A5A39">
      <w:r>
        <w:t>My child will most likely participate in the following events:</w:t>
      </w:r>
    </w:p>
    <w:p w:rsidR="005A5A39" w:rsidRDefault="005A5A39" w:rsidP="005A5A39"/>
    <w:p w:rsidR="005A5A39" w:rsidRDefault="005A5A39" w:rsidP="005A5A39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Freestyle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sym w:font="Wingdings" w:char="F072"/>
      </w:r>
      <w:r>
        <w:rPr>
          <w:rFonts w:eastAsia="Times"/>
        </w:rPr>
        <w:t>100m Freestyle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Breaststroke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sym w:font="Wingdings" w:char="F072"/>
      </w:r>
      <w:r>
        <w:rPr>
          <w:rFonts w:eastAsia="Times"/>
        </w:rPr>
        <w:t>200m Individual Medley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Backstroke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Butterfly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</w:p>
    <w:p w:rsidR="005A5A39" w:rsidRDefault="005A5A39" w:rsidP="005A5A39"/>
    <w:p w:rsidR="005A5A39" w:rsidRDefault="005A5A39" w:rsidP="005A5A39">
      <w:r>
        <w:t>My son / daughter has the following special needs (please provide full details and include any relevant medical details</w:t>
      </w:r>
      <w:r w:rsidRPr="006974AF">
        <w:t>)</w:t>
      </w:r>
      <w:r>
        <w:t xml:space="preserve"> _____________________________________________________</w:t>
      </w:r>
    </w:p>
    <w:p w:rsidR="005A5A39" w:rsidRPr="002C44B4" w:rsidRDefault="005A5A39" w:rsidP="005A5A39"/>
    <w:p w:rsidR="005A5A39" w:rsidRDefault="005A5A39" w:rsidP="005A5A39">
      <w:r w:rsidRPr="00057586">
        <w:t>I understand that my child will receive medical treatment in the case of an emergency.</w:t>
      </w:r>
    </w:p>
    <w:p w:rsidR="005A5A39" w:rsidRDefault="005A5A39" w:rsidP="005A5A39"/>
    <w:p w:rsidR="005A5A39" w:rsidRPr="002C44B4" w:rsidRDefault="005A5A39" w:rsidP="005A5A39"/>
    <w:p w:rsidR="005A5A39" w:rsidRPr="00805DCF" w:rsidRDefault="005A5A39" w:rsidP="005A5A39">
      <w:r>
        <w:t xml:space="preserve">_____________   </w:t>
      </w:r>
      <w:r>
        <w:tab/>
        <w:t>______________</w:t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A39" w:rsidRPr="00805DCF" w:rsidRDefault="005A5A39" w:rsidP="005A5A39">
      <w:r>
        <w:t>Name</w:t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</w:r>
      <w:r>
        <w:tab/>
      </w:r>
      <w:r>
        <w:tab/>
      </w:r>
      <w:r w:rsidRPr="00805DCF">
        <w:t>Date</w:t>
      </w:r>
    </w:p>
    <w:p w:rsidR="005A5A39" w:rsidRDefault="005A5A39" w:rsidP="005A5A39"/>
    <w:p w:rsidR="005A5A39" w:rsidRPr="001004CD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Default="005A5A39" w:rsidP="005A5A39"/>
    <w:p w:rsidR="005A5A39" w:rsidRPr="00FB7D91" w:rsidRDefault="005A5A39" w:rsidP="005A5A39"/>
    <w:p w:rsidR="005A5A39" w:rsidRDefault="005A5A39" w:rsidP="005A5A39"/>
    <w:p w:rsidR="00FB549C" w:rsidRDefault="00FB549C" w:rsidP="00861C12">
      <w:pPr>
        <w:rPr>
          <w:rFonts w:ascii="Palatino Linotype" w:hAnsi="Palatino Linotype"/>
        </w:rPr>
      </w:pPr>
    </w:p>
    <w:p w:rsidR="00FB549C" w:rsidRDefault="00FB549C" w:rsidP="00861C12">
      <w:pPr>
        <w:rPr>
          <w:rFonts w:ascii="Palatino Linotype" w:hAnsi="Palatino Linotype"/>
        </w:rPr>
      </w:pPr>
    </w:p>
    <w:p w:rsidR="00FB549C" w:rsidRDefault="00FB549C" w:rsidP="00FB549C">
      <w:pPr>
        <w:rPr>
          <w:rFonts w:asciiTheme="minorHAnsi" w:hAnsiTheme="minorHAnsi"/>
          <w:b/>
          <w:sz w:val="28"/>
          <w:szCs w:val="28"/>
          <w:u w:val="single"/>
        </w:rPr>
      </w:pPr>
    </w:p>
    <w:sectPr w:rsidR="00FB549C" w:rsidSect="009D01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560" w:right="480" w:bottom="851" w:left="480" w:header="562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01" w:rsidRDefault="00413601" w:rsidP="00861C12">
      <w:r>
        <w:separator/>
      </w:r>
    </w:p>
  </w:endnote>
  <w:endnote w:type="continuationSeparator" w:id="0">
    <w:p w:rsidR="00413601" w:rsidRDefault="00413601" w:rsidP="0086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3" w:rsidRDefault="002E41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5955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 w:rsidRPr="00841B48">
          <w:rPr>
            <w:rFonts w:ascii="Palatino Linotype" w:hAnsi="Palatino Linotype"/>
            <w:i/>
          </w:rPr>
          <w:t>I</w:t>
        </w:r>
        <w:r w:rsidR="00D55316">
          <w:rPr>
            <w:rFonts w:ascii="Palatino Linotype" w:hAnsi="Palatino Linotype"/>
            <w:i/>
          </w:rPr>
          <w:t>nspiring Creative and Resilient</w:t>
        </w:r>
        <w:r w:rsidRPr="00841B48">
          <w:rPr>
            <w:rFonts w:ascii="Palatino Linotype" w:hAnsi="Palatino Linotype"/>
            <w:i/>
          </w:rPr>
          <w:t xml:space="preserve"> Learners</w:t>
        </w:r>
        <w:r>
          <w:tab/>
        </w:r>
        <w:r>
          <w:tab/>
        </w:r>
        <w:r>
          <w:tab/>
          <w:t xml:space="preserve">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E90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841B48" w:rsidRDefault="00841B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40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</w:pPr>
        <w:r w:rsidRPr="00841B48">
          <w:rPr>
            <w:rFonts w:ascii="Palatino Linotype" w:hAnsi="Palatino Linotype"/>
            <w:i/>
          </w:rPr>
          <w:t xml:space="preserve">Inspiring Creative </w:t>
        </w:r>
        <w:r w:rsidR="002E4103">
          <w:rPr>
            <w:rFonts w:ascii="Palatino Linotype" w:hAnsi="Palatino Linotype"/>
            <w:i/>
          </w:rPr>
          <w:t>and Resilient</w:t>
        </w:r>
        <w:r w:rsidRPr="00841B48">
          <w:rPr>
            <w:rFonts w:ascii="Palatino Linotype" w:hAnsi="Palatino Linotype"/>
            <w:i/>
          </w:rPr>
          <w:t xml:space="preserve"> Learners</w:t>
        </w:r>
        <w:r>
          <w:tab/>
        </w:r>
        <w:r>
          <w:tab/>
        </w:r>
        <w:r>
          <w:tab/>
          <w:t xml:space="preserve">         </w:t>
        </w:r>
      </w:p>
    </w:sdtContent>
  </w:sdt>
  <w:p w:rsidR="00841B48" w:rsidRDefault="00841B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01" w:rsidRDefault="00413601" w:rsidP="00861C12">
      <w:r>
        <w:separator/>
      </w:r>
    </w:p>
  </w:footnote>
  <w:footnote w:type="continuationSeparator" w:id="0">
    <w:p w:rsidR="00413601" w:rsidRDefault="00413601" w:rsidP="0086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3" w:rsidRDefault="002E41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C12" w:rsidRDefault="00861C12" w:rsidP="00861C12">
    <w:pPr>
      <w:pStyle w:val="BodyText"/>
      <w:kinsoku w:val="0"/>
      <w:overflowPunct w:val="0"/>
      <w:spacing w:before="0"/>
      <w:ind w:left="270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B48" w:rsidRDefault="00841B48" w:rsidP="00841B48">
    <w:pPr>
      <w:pStyle w:val="BodyText"/>
      <w:kinsoku w:val="0"/>
      <w:overflowPunct w:val="0"/>
      <w:spacing w:before="0" w:line="542" w:lineRule="exact"/>
      <w:ind w:right="962"/>
      <w:jc w:val="center"/>
      <w:rPr>
        <w:rFonts w:ascii="Trebuchet MS" w:hAnsi="Trebuchet MS" w:cs="Trebuchet MS"/>
        <w:color w:val="000000"/>
        <w:sz w:val="55"/>
        <w:szCs w:val="55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0" allowOverlap="1" wp14:anchorId="4AD0A3DC" wp14:editId="412B1A12">
              <wp:simplePos x="0" y="0"/>
              <wp:positionH relativeFrom="page">
                <wp:posOffset>375285</wp:posOffset>
              </wp:positionH>
              <wp:positionV relativeFrom="paragraph">
                <wp:posOffset>-68580</wp:posOffset>
              </wp:positionV>
              <wp:extent cx="1459865" cy="1637030"/>
              <wp:effectExtent l="0" t="0" r="0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59865" cy="1637030"/>
                        <a:chOff x="591" y="-108"/>
                        <a:chExt cx="2299" cy="2578"/>
                      </a:xfrm>
                    </wpg:grpSpPr>
                    <wpg:grpSp>
                      <wpg:cNvPr id="15" name="Group 15"/>
                      <wpg:cNvGrpSpPr>
                        <a:grpSpLocks/>
                      </wpg:cNvGrpSpPr>
                      <wpg:grpSpPr bwMode="auto">
                        <a:xfrm>
                          <a:off x="1470" y="933"/>
                          <a:ext cx="565" cy="1055"/>
                          <a:chOff x="1470" y="933"/>
                          <a:chExt cx="565" cy="1055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9 w 565"/>
                              <a:gd name="T1" fmla="*/ 249 h 1055"/>
                              <a:gd name="T2" fmla="*/ 4 w 565"/>
                              <a:gd name="T3" fmla="*/ 255 h 1055"/>
                              <a:gd name="T4" fmla="*/ 5 w 565"/>
                              <a:gd name="T5" fmla="*/ 274 h 1055"/>
                              <a:gd name="T6" fmla="*/ 21 w 565"/>
                              <a:gd name="T7" fmla="*/ 300 h 1055"/>
                              <a:gd name="T8" fmla="*/ 53 w 565"/>
                              <a:gd name="T9" fmla="*/ 329 h 1055"/>
                              <a:gd name="T10" fmla="*/ 104 w 565"/>
                              <a:gd name="T11" fmla="*/ 361 h 1055"/>
                              <a:gd name="T12" fmla="*/ 165 w 565"/>
                              <a:gd name="T13" fmla="*/ 404 h 1055"/>
                              <a:gd name="T14" fmla="*/ 216 w 565"/>
                              <a:gd name="T15" fmla="*/ 466 h 1055"/>
                              <a:gd name="T16" fmla="*/ 239 w 565"/>
                              <a:gd name="T17" fmla="*/ 558 h 1055"/>
                              <a:gd name="T18" fmla="*/ 237 w 565"/>
                              <a:gd name="T19" fmla="*/ 645 h 1055"/>
                              <a:gd name="T20" fmla="*/ 231 w 565"/>
                              <a:gd name="T21" fmla="*/ 751 h 1055"/>
                              <a:gd name="T22" fmla="*/ 224 w 565"/>
                              <a:gd name="T23" fmla="*/ 860 h 1055"/>
                              <a:gd name="T24" fmla="*/ 216 w 565"/>
                              <a:gd name="T25" fmla="*/ 958 h 1055"/>
                              <a:gd name="T26" fmla="*/ 210 w 565"/>
                              <a:gd name="T27" fmla="*/ 1028 h 1055"/>
                              <a:gd name="T28" fmla="*/ 207 w 565"/>
                              <a:gd name="T29" fmla="*/ 1054 h 1055"/>
                              <a:gd name="T30" fmla="*/ 420 w 565"/>
                              <a:gd name="T31" fmla="*/ 978 h 1055"/>
                              <a:gd name="T32" fmla="*/ 401 w 565"/>
                              <a:gd name="T33" fmla="*/ 867 h 1055"/>
                              <a:gd name="T34" fmla="*/ 388 w 565"/>
                              <a:gd name="T35" fmla="*/ 783 h 1055"/>
                              <a:gd name="T36" fmla="*/ 382 w 565"/>
                              <a:gd name="T37" fmla="*/ 718 h 1055"/>
                              <a:gd name="T38" fmla="*/ 383 w 565"/>
                              <a:gd name="T39" fmla="*/ 661 h 1055"/>
                              <a:gd name="T40" fmla="*/ 391 w 565"/>
                              <a:gd name="T41" fmla="*/ 605 h 1055"/>
                              <a:gd name="T42" fmla="*/ 405 w 565"/>
                              <a:gd name="T43" fmla="*/ 539 h 1055"/>
                              <a:gd name="T44" fmla="*/ 426 w 565"/>
                              <a:gd name="T45" fmla="*/ 455 h 1055"/>
                              <a:gd name="T46" fmla="*/ 464 w 565"/>
                              <a:gd name="T47" fmla="*/ 340 h 1055"/>
                              <a:gd name="T48" fmla="*/ 477 w 565"/>
                              <a:gd name="T49" fmla="*/ 313 h 1055"/>
                              <a:gd name="T50" fmla="*/ 136 w 565"/>
                              <a:gd name="T51" fmla="*/ 313 h 1055"/>
                              <a:gd name="T52" fmla="*/ 119 w 565"/>
                              <a:gd name="T53" fmla="*/ 309 h 1055"/>
                              <a:gd name="T54" fmla="*/ 49 w 565"/>
                              <a:gd name="T55" fmla="*/ 262 h 1055"/>
                              <a:gd name="T56" fmla="*/ 19 w 565"/>
                              <a:gd name="T57" fmla="*/ 249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9" y="249"/>
                                </a:moveTo>
                                <a:lnTo>
                                  <a:pt x="4" y="255"/>
                                </a:lnTo>
                                <a:lnTo>
                                  <a:pt x="5" y="274"/>
                                </a:lnTo>
                                <a:lnTo>
                                  <a:pt x="21" y="300"/>
                                </a:lnTo>
                                <a:lnTo>
                                  <a:pt x="53" y="329"/>
                                </a:lnTo>
                                <a:lnTo>
                                  <a:pt x="104" y="361"/>
                                </a:lnTo>
                                <a:lnTo>
                                  <a:pt x="165" y="404"/>
                                </a:lnTo>
                                <a:lnTo>
                                  <a:pt x="216" y="466"/>
                                </a:lnTo>
                                <a:lnTo>
                                  <a:pt x="239" y="558"/>
                                </a:lnTo>
                                <a:lnTo>
                                  <a:pt x="237" y="645"/>
                                </a:lnTo>
                                <a:lnTo>
                                  <a:pt x="231" y="751"/>
                                </a:lnTo>
                                <a:lnTo>
                                  <a:pt x="224" y="860"/>
                                </a:lnTo>
                                <a:lnTo>
                                  <a:pt x="216" y="958"/>
                                </a:lnTo>
                                <a:lnTo>
                                  <a:pt x="210" y="1028"/>
                                </a:lnTo>
                                <a:lnTo>
                                  <a:pt x="207" y="1054"/>
                                </a:lnTo>
                                <a:lnTo>
                                  <a:pt x="420" y="978"/>
                                </a:lnTo>
                                <a:lnTo>
                                  <a:pt x="401" y="867"/>
                                </a:lnTo>
                                <a:lnTo>
                                  <a:pt x="388" y="783"/>
                                </a:lnTo>
                                <a:lnTo>
                                  <a:pt x="382" y="718"/>
                                </a:lnTo>
                                <a:lnTo>
                                  <a:pt x="383" y="661"/>
                                </a:lnTo>
                                <a:lnTo>
                                  <a:pt x="391" y="605"/>
                                </a:lnTo>
                                <a:lnTo>
                                  <a:pt x="405" y="539"/>
                                </a:lnTo>
                                <a:lnTo>
                                  <a:pt x="426" y="455"/>
                                </a:lnTo>
                                <a:lnTo>
                                  <a:pt x="464" y="340"/>
                                </a:lnTo>
                                <a:lnTo>
                                  <a:pt x="477" y="313"/>
                                </a:lnTo>
                                <a:lnTo>
                                  <a:pt x="136" y="313"/>
                                </a:lnTo>
                                <a:lnTo>
                                  <a:pt x="119" y="309"/>
                                </a:lnTo>
                                <a:lnTo>
                                  <a:pt x="49" y="262"/>
                                </a:lnTo>
                                <a:lnTo>
                                  <a:pt x="19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8 w 565"/>
                              <a:gd name="T1" fmla="*/ 104 h 1055"/>
                              <a:gd name="T2" fmla="*/ 8 w 565"/>
                              <a:gd name="T3" fmla="*/ 109 h 1055"/>
                              <a:gd name="T4" fmla="*/ 0 w 565"/>
                              <a:gd name="T5" fmla="*/ 119 h 1055"/>
                              <a:gd name="T6" fmla="*/ 0 w 565"/>
                              <a:gd name="T7" fmla="*/ 138 h 1055"/>
                              <a:gd name="T8" fmla="*/ 14 w 565"/>
                              <a:gd name="T9" fmla="*/ 169 h 1055"/>
                              <a:gd name="T10" fmla="*/ 47 w 565"/>
                              <a:gd name="T11" fmla="*/ 210 h 1055"/>
                              <a:gd name="T12" fmla="*/ 89 w 565"/>
                              <a:gd name="T13" fmla="*/ 254 h 1055"/>
                              <a:gd name="T14" fmla="*/ 124 w 565"/>
                              <a:gd name="T15" fmla="*/ 292 h 1055"/>
                              <a:gd name="T16" fmla="*/ 136 w 565"/>
                              <a:gd name="T17" fmla="*/ 313 h 1055"/>
                              <a:gd name="T18" fmla="*/ 477 w 565"/>
                              <a:gd name="T19" fmla="*/ 313 h 1055"/>
                              <a:gd name="T20" fmla="*/ 502 w 565"/>
                              <a:gd name="T21" fmla="*/ 260 h 1055"/>
                              <a:gd name="T22" fmla="*/ 509 w 565"/>
                              <a:gd name="T23" fmla="*/ 249 h 1055"/>
                              <a:gd name="T24" fmla="*/ 373 w 565"/>
                              <a:gd name="T25" fmla="*/ 249 h 1055"/>
                              <a:gd name="T26" fmla="*/ 370 w 565"/>
                              <a:gd name="T27" fmla="*/ 246 h 1055"/>
                              <a:gd name="T28" fmla="*/ 169 w 565"/>
                              <a:gd name="T29" fmla="*/ 246 h 1055"/>
                              <a:gd name="T30" fmla="*/ 144 w 565"/>
                              <a:gd name="T31" fmla="*/ 227 h 1055"/>
                              <a:gd name="T32" fmla="*/ 46 w 565"/>
                              <a:gd name="T33" fmla="*/ 126 h 1055"/>
                              <a:gd name="T34" fmla="*/ 18 w 565"/>
                              <a:gd name="T35" fmla="*/ 104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8" y="104"/>
                                </a:moveTo>
                                <a:lnTo>
                                  <a:pt x="8" y="109"/>
                                </a:lnTo>
                                <a:lnTo>
                                  <a:pt x="0" y="119"/>
                                </a:lnTo>
                                <a:lnTo>
                                  <a:pt x="0" y="138"/>
                                </a:lnTo>
                                <a:lnTo>
                                  <a:pt x="14" y="169"/>
                                </a:lnTo>
                                <a:lnTo>
                                  <a:pt x="47" y="210"/>
                                </a:lnTo>
                                <a:lnTo>
                                  <a:pt x="89" y="254"/>
                                </a:lnTo>
                                <a:lnTo>
                                  <a:pt x="124" y="292"/>
                                </a:lnTo>
                                <a:lnTo>
                                  <a:pt x="136" y="313"/>
                                </a:lnTo>
                                <a:lnTo>
                                  <a:pt x="477" y="313"/>
                                </a:lnTo>
                                <a:lnTo>
                                  <a:pt x="502" y="260"/>
                                </a:lnTo>
                                <a:lnTo>
                                  <a:pt x="509" y="249"/>
                                </a:lnTo>
                                <a:lnTo>
                                  <a:pt x="373" y="249"/>
                                </a:lnTo>
                                <a:lnTo>
                                  <a:pt x="370" y="246"/>
                                </a:lnTo>
                                <a:lnTo>
                                  <a:pt x="169" y="246"/>
                                </a:lnTo>
                                <a:lnTo>
                                  <a:pt x="144" y="227"/>
                                </a:lnTo>
                                <a:lnTo>
                                  <a:pt x="46" y="126"/>
                                </a:lnTo>
                                <a:lnTo>
                                  <a:pt x="18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533 w 565"/>
                              <a:gd name="T1" fmla="*/ 130 h 1055"/>
                              <a:gd name="T2" fmla="*/ 513 w 565"/>
                              <a:gd name="T3" fmla="*/ 141 h 1055"/>
                              <a:gd name="T4" fmla="*/ 497 w 565"/>
                              <a:gd name="T5" fmla="*/ 161 h 1055"/>
                              <a:gd name="T6" fmla="*/ 479 w 565"/>
                              <a:gd name="T7" fmla="*/ 190 h 1055"/>
                              <a:gd name="T8" fmla="*/ 449 w 565"/>
                              <a:gd name="T9" fmla="*/ 221 h 1055"/>
                              <a:gd name="T10" fmla="*/ 412 w 565"/>
                              <a:gd name="T11" fmla="*/ 245 h 1055"/>
                              <a:gd name="T12" fmla="*/ 373 w 565"/>
                              <a:gd name="T13" fmla="*/ 249 h 1055"/>
                              <a:gd name="T14" fmla="*/ 509 w 565"/>
                              <a:gd name="T15" fmla="*/ 249 h 1055"/>
                              <a:gd name="T16" fmla="*/ 535 w 565"/>
                              <a:gd name="T17" fmla="*/ 207 h 1055"/>
                              <a:gd name="T18" fmla="*/ 558 w 565"/>
                              <a:gd name="T19" fmla="*/ 172 h 1055"/>
                              <a:gd name="T20" fmla="*/ 564 w 565"/>
                              <a:gd name="T21" fmla="*/ 149 h 1055"/>
                              <a:gd name="T22" fmla="*/ 552 w 565"/>
                              <a:gd name="T23" fmla="*/ 132 h 1055"/>
                              <a:gd name="T24" fmla="*/ 533 w 565"/>
                              <a:gd name="T25" fmla="*/ 13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533" y="130"/>
                                </a:moveTo>
                                <a:lnTo>
                                  <a:pt x="513" y="141"/>
                                </a:lnTo>
                                <a:lnTo>
                                  <a:pt x="497" y="161"/>
                                </a:lnTo>
                                <a:lnTo>
                                  <a:pt x="479" y="190"/>
                                </a:lnTo>
                                <a:lnTo>
                                  <a:pt x="449" y="221"/>
                                </a:lnTo>
                                <a:lnTo>
                                  <a:pt x="412" y="245"/>
                                </a:lnTo>
                                <a:lnTo>
                                  <a:pt x="373" y="249"/>
                                </a:lnTo>
                                <a:lnTo>
                                  <a:pt x="509" y="249"/>
                                </a:lnTo>
                                <a:lnTo>
                                  <a:pt x="535" y="207"/>
                                </a:lnTo>
                                <a:lnTo>
                                  <a:pt x="558" y="172"/>
                                </a:lnTo>
                                <a:lnTo>
                                  <a:pt x="564" y="149"/>
                                </a:lnTo>
                                <a:lnTo>
                                  <a:pt x="552" y="132"/>
                                </a:lnTo>
                                <a:lnTo>
                                  <a:pt x="533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03 w 565"/>
                              <a:gd name="T1" fmla="*/ 22 h 1055"/>
                              <a:gd name="T2" fmla="*/ 87 w 565"/>
                              <a:gd name="T3" fmla="*/ 25 h 1055"/>
                              <a:gd name="T4" fmla="*/ 79 w 565"/>
                              <a:gd name="T5" fmla="*/ 37 h 1055"/>
                              <a:gd name="T6" fmla="*/ 92 w 565"/>
                              <a:gd name="T7" fmla="*/ 74 h 1055"/>
                              <a:gd name="T8" fmla="*/ 157 w 565"/>
                              <a:gd name="T9" fmla="*/ 212 h 1055"/>
                              <a:gd name="T10" fmla="*/ 169 w 565"/>
                              <a:gd name="T11" fmla="*/ 246 h 1055"/>
                              <a:gd name="T12" fmla="*/ 370 w 565"/>
                              <a:gd name="T13" fmla="*/ 246 h 1055"/>
                              <a:gd name="T14" fmla="*/ 340 w 565"/>
                              <a:gd name="T15" fmla="*/ 208 h 1055"/>
                              <a:gd name="T16" fmla="*/ 339 w 565"/>
                              <a:gd name="T17" fmla="*/ 204 h 1055"/>
                              <a:gd name="T18" fmla="*/ 255 w 565"/>
                              <a:gd name="T19" fmla="*/ 204 h 1055"/>
                              <a:gd name="T20" fmla="*/ 229 w 565"/>
                              <a:gd name="T21" fmla="*/ 201 h 1055"/>
                              <a:gd name="T22" fmla="*/ 193 w 565"/>
                              <a:gd name="T23" fmla="*/ 163 h 1055"/>
                              <a:gd name="T24" fmla="*/ 156 w 565"/>
                              <a:gd name="T25" fmla="*/ 97 h 1055"/>
                              <a:gd name="T26" fmla="*/ 126 w 565"/>
                              <a:gd name="T27" fmla="*/ 41 h 1055"/>
                              <a:gd name="T28" fmla="*/ 103 w 565"/>
                              <a:gd name="T29" fmla="*/ 22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03" y="22"/>
                                </a:moveTo>
                                <a:lnTo>
                                  <a:pt x="87" y="25"/>
                                </a:lnTo>
                                <a:lnTo>
                                  <a:pt x="79" y="37"/>
                                </a:lnTo>
                                <a:lnTo>
                                  <a:pt x="92" y="74"/>
                                </a:lnTo>
                                <a:lnTo>
                                  <a:pt x="157" y="212"/>
                                </a:lnTo>
                                <a:lnTo>
                                  <a:pt x="169" y="246"/>
                                </a:lnTo>
                                <a:lnTo>
                                  <a:pt x="370" y="246"/>
                                </a:lnTo>
                                <a:lnTo>
                                  <a:pt x="340" y="208"/>
                                </a:lnTo>
                                <a:lnTo>
                                  <a:pt x="339" y="204"/>
                                </a:lnTo>
                                <a:lnTo>
                                  <a:pt x="255" y="204"/>
                                </a:lnTo>
                                <a:lnTo>
                                  <a:pt x="229" y="201"/>
                                </a:lnTo>
                                <a:lnTo>
                                  <a:pt x="193" y="163"/>
                                </a:lnTo>
                                <a:lnTo>
                                  <a:pt x="156" y="97"/>
                                </a:lnTo>
                                <a:lnTo>
                                  <a:pt x="126" y="41"/>
                                </a:lnTo>
                                <a:lnTo>
                                  <a:pt x="103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272 w 565"/>
                              <a:gd name="T1" fmla="*/ 0 h 1055"/>
                              <a:gd name="T2" fmla="*/ 252 w 565"/>
                              <a:gd name="T3" fmla="*/ 4 h 1055"/>
                              <a:gd name="T4" fmla="*/ 246 w 565"/>
                              <a:gd name="T5" fmla="*/ 41 h 1055"/>
                              <a:gd name="T6" fmla="*/ 250 w 565"/>
                              <a:gd name="T7" fmla="*/ 98 h 1055"/>
                              <a:gd name="T8" fmla="*/ 259 w 565"/>
                              <a:gd name="T9" fmla="*/ 163 h 1055"/>
                              <a:gd name="T10" fmla="*/ 255 w 565"/>
                              <a:gd name="T11" fmla="*/ 204 h 1055"/>
                              <a:gd name="T12" fmla="*/ 339 w 565"/>
                              <a:gd name="T13" fmla="*/ 204 h 1055"/>
                              <a:gd name="T14" fmla="*/ 317 w 565"/>
                              <a:gd name="T15" fmla="*/ 128 h 1055"/>
                              <a:gd name="T16" fmla="*/ 296 w 565"/>
                              <a:gd name="T17" fmla="*/ 46 h 1055"/>
                              <a:gd name="T18" fmla="*/ 272 w 565"/>
                              <a:gd name="T19" fmla="*/ 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272" y="0"/>
                                </a:moveTo>
                                <a:lnTo>
                                  <a:pt x="252" y="4"/>
                                </a:lnTo>
                                <a:lnTo>
                                  <a:pt x="246" y="41"/>
                                </a:lnTo>
                                <a:lnTo>
                                  <a:pt x="250" y="98"/>
                                </a:lnTo>
                                <a:lnTo>
                                  <a:pt x="259" y="163"/>
                                </a:lnTo>
                                <a:lnTo>
                                  <a:pt x="255" y="204"/>
                                </a:lnTo>
                                <a:lnTo>
                                  <a:pt x="339" y="204"/>
                                </a:lnTo>
                                <a:lnTo>
                                  <a:pt x="317" y="128"/>
                                </a:lnTo>
                                <a:lnTo>
                                  <a:pt x="296" y="46"/>
                                </a:lnTo>
                                <a:lnTo>
                                  <a:pt x="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1" name="Freeform 21"/>
                      <wps:cNvSpPr>
                        <a:spLocks/>
                      </wps:cNvSpPr>
                      <wps:spPr bwMode="auto">
                        <a:xfrm>
                          <a:off x="1605" y="575"/>
                          <a:ext cx="214" cy="314"/>
                        </a:xfrm>
                        <a:custGeom>
                          <a:avLst/>
                          <a:gdLst>
                            <a:gd name="T0" fmla="*/ 44 w 214"/>
                            <a:gd name="T1" fmla="*/ 0 h 314"/>
                            <a:gd name="T2" fmla="*/ 36 w 214"/>
                            <a:gd name="T3" fmla="*/ 14 h 314"/>
                            <a:gd name="T4" fmla="*/ 20 w 214"/>
                            <a:gd name="T5" fmla="*/ 54 h 314"/>
                            <a:gd name="T6" fmla="*/ 4 w 214"/>
                            <a:gd name="T7" fmla="*/ 112 h 314"/>
                            <a:gd name="T8" fmla="*/ 0 w 214"/>
                            <a:gd name="T9" fmla="*/ 183 h 314"/>
                            <a:gd name="T10" fmla="*/ 5 w 214"/>
                            <a:gd name="T11" fmla="*/ 240 h 314"/>
                            <a:gd name="T12" fmla="*/ 18 w 214"/>
                            <a:gd name="T13" fmla="*/ 273 h 314"/>
                            <a:gd name="T14" fmla="*/ 50 w 214"/>
                            <a:gd name="T15" fmla="*/ 293 h 314"/>
                            <a:gd name="T16" fmla="*/ 111 w 214"/>
                            <a:gd name="T17" fmla="*/ 313 h 314"/>
                            <a:gd name="T18" fmla="*/ 172 w 214"/>
                            <a:gd name="T19" fmla="*/ 240 h 314"/>
                            <a:gd name="T20" fmla="*/ 207 w 214"/>
                            <a:gd name="T21" fmla="*/ 188 h 314"/>
                            <a:gd name="T22" fmla="*/ 213 w 214"/>
                            <a:gd name="T23" fmla="*/ 146 h 314"/>
                            <a:gd name="T24" fmla="*/ 190 w 214"/>
                            <a:gd name="T25" fmla="*/ 106 h 314"/>
                            <a:gd name="T26" fmla="*/ 134 w 214"/>
                            <a:gd name="T27" fmla="*/ 60 h 314"/>
                            <a:gd name="T28" fmla="*/ 44 w 214"/>
                            <a:gd name="T29" fmla="*/ 0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14" h="314">
                              <a:moveTo>
                                <a:pt x="44" y="0"/>
                              </a:moveTo>
                              <a:lnTo>
                                <a:pt x="36" y="14"/>
                              </a:lnTo>
                              <a:lnTo>
                                <a:pt x="20" y="54"/>
                              </a:lnTo>
                              <a:lnTo>
                                <a:pt x="4" y="112"/>
                              </a:lnTo>
                              <a:lnTo>
                                <a:pt x="0" y="183"/>
                              </a:lnTo>
                              <a:lnTo>
                                <a:pt x="5" y="240"/>
                              </a:lnTo>
                              <a:lnTo>
                                <a:pt x="18" y="273"/>
                              </a:lnTo>
                              <a:lnTo>
                                <a:pt x="50" y="293"/>
                              </a:lnTo>
                              <a:lnTo>
                                <a:pt x="111" y="313"/>
                              </a:lnTo>
                              <a:lnTo>
                                <a:pt x="172" y="240"/>
                              </a:lnTo>
                              <a:lnTo>
                                <a:pt x="207" y="188"/>
                              </a:lnTo>
                              <a:lnTo>
                                <a:pt x="213" y="146"/>
                              </a:lnTo>
                              <a:lnTo>
                                <a:pt x="190" y="106"/>
                              </a:lnTo>
                              <a:lnTo>
                                <a:pt x="134" y="6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/>
                      </wps:cNvSpPr>
                      <wps:spPr bwMode="auto">
                        <a:xfrm>
                          <a:off x="1404" y="687"/>
                          <a:ext cx="170" cy="223"/>
                        </a:xfrm>
                        <a:custGeom>
                          <a:avLst/>
                          <a:gdLst>
                            <a:gd name="T0" fmla="*/ 6 w 170"/>
                            <a:gd name="T1" fmla="*/ 0 h 223"/>
                            <a:gd name="T2" fmla="*/ 3 w 170"/>
                            <a:gd name="T3" fmla="*/ 12 h 223"/>
                            <a:gd name="T4" fmla="*/ 0 w 170"/>
                            <a:gd name="T5" fmla="*/ 46 h 223"/>
                            <a:gd name="T6" fmla="*/ 1 w 170"/>
                            <a:gd name="T7" fmla="*/ 94 h 223"/>
                            <a:gd name="T8" fmla="*/ 12 w 170"/>
                            <a:gd name="T9" fmla="*/ 148 h 223"/>
                            <a:gd name="T10" fmla="*/ 29 w 170"/>
                            <a:gd name="T11" fmla="*/ 190 h 223"/>
                            <a:gd name="T12" fmla="*/ 46 w 170"/>
                            <a:gd name="T13" fmla="*/ 212 h 223"/>
                            <a:gd name="T14" fmla="*/ 74 w 170"/>
                            <a:gd name="T15" fmla="*/ 221 h 223"/>
                            <a:gd name="T16" fmla="*/ 124 w 170"/>
                            <a:gd name="T17" fmla="*/ 222 h 223"/>
                            <a:gd name="T18" fmla="*/ 158 w 170"/>
                            <a:gd name="T19" fmla="*/ 144 h 223"/>
                            <a:gd name="T20" fmla="*/ 169 w 170"/>
                            <a:gd name="T21" fmla="*/ 92 h 223"/>
                            <a:gd name="T22" fmla="*/ 151 w 170"/>
                            <a:gd name="T23" fmla="*/ 59 h 223"/>
                            <a:gd name="T24" fmla="*/ 99 w 170"/>
                            <a:gd name="T25" fmla="*/ 31 h 223"/>
                            <a:gd name="T26" fmla="*/ 6 w 170"/>
                            <a:gd name="T27" fmla="*/ 0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70" h="223">
                              <a:moveTo>
                                <a:pt x="6" y="0"/>
                              </a:moveTo>
                              <a:lnTo>
                                <a:pt x="3" y="12"/>
                              </a:lnTo>
                              <a:lnTo>
                                <a:pt x="0" y="46"/>
                              </a:lnTo>
                              <a:lnTo>
                                <a:pt x="1" y="94"/>
                              </a:lnTo>
                              <a:lnTo>
                                <a:pt x="12" y="148"/>
                              </a:lnTo>
                              <a:lnTo>
                                <a:pt x="29" y="190"/>
                              </a:lnTo>
                              <a:lnTo>
                                <a:pt x="46" y="212"/>
                              </a:lnTo>
                              <a:lnTo>
                                <a:pt x="74" y="221"/>
                              </a:lnTo>
                              <a:lnTo>
                                <a:pt x="124" y="222"/>
                              </a:lnTo>
                              <a:lnTo>
                                <a:pt x="158" y="144"/>
                              </a:lnTo>
                              <a:lnTo>
                                <a:pt x="169" y="92"/>
                              </a:lnTo>
                              <a:lnTo>
                                <a:pt x="151" y="59"/>
                              </a:lnTo>
                              <a:lnTo>
                                <a:pt x="99" y="3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/>
                      </wps:cNvSpPr>
                      <wps:spPr bwMode="auto">
                        <a:xfrm>
                          <a:off x="1784" y="463"/>
                          <a:ext cx="183" cy="243"/>
                        </a:xfrm>
                        <a:custGeom>
                          <a:avLst/>
                          <a:gdLst>
                            <a:gd name="T0" fmla="*/ 120 w 183"/>
                            <a:gd name="T1" fmla="*/ 0 h 243"/>
                            <a:gd name="T2" fmla="*/ 109 w 183"/>
                            <a:gd name="T3" fmla="*/ 7 h 243"/>
                            <a:gd name="T4" fmla="*/ 83 w 183"/>
                            <a:gd name="T5" fmla="*/ 28 h 243"/>
                            <a:gd name="T6" fmla="*/ 50 w 183"/>
                            <a:gd name="T7" fmla="*/ 63 h 243"/>
                            <a:gd name="T8" fmla="*/ 21 w 183"/>
                            <a:gd name="T9" fmla="*/ 110 h 243"/>
                            <a:gd name="T10" fmla="*/ 3 w 183"/>
                            <a:gd name="T11" fmla="*/ 152 h 243"/>
                            <a:gd name="T12" fmla="*/ 0 w 183"/>
                            <a:gd name="T13" fmla="*/ 179 h 243"/>
                            <a:gd name="T14" fmla="*/ 14 w 183"/>
                            <a:gd name="T15" fmla="*/ 205 h 243"/>
                            <a:gd name="T16" fmla="*/ 48 w 183"/>
                            <a:gd name="T17" fmla="*/ 242 h 243"/>
                            <a:gd name="T18" fmla="*/ 128 w 183"/>
                            <a:gd name="T19" fmla="*/ 209 h 243"/>
                            <a:gd name="T20" fmla="*/ 171 w 183"/>
                            <a:gd name="T21" fmla="*/ 180 h 243"/>
                            <a:gd name="T22" fmla="*/ 182 w 183"/>
                            <a:gd name="T23" fmla="*/ 143 h 243"/>
                            <a:gd name="T24" fmla="*/ 164 w 183"/>
                            <a:gd name="T25" fmla="*/ 87 h 243"/>
                            <a:gd name="T26" fmla="*/ 120 w 183"/>
                            <a:gd name="T27" fmla="*/ 0 h 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83" h="243">
                              <a:moveTo>
                                <a:pt x="120" y="0"/>
                              </a:moveTo>
                              <a:lnTo>
                                <a:pt x="109" y="7"/>
                              </a:lnTo>
                              <a:lnTo>
                                <a:pt x="83" y="28"/>
                              </a:lnTo>
                              <a:lnTo>
                                <a:pt x="50" y="63"/>
                              </a:lnTo>
                              <a:lnTo>
                                <a:pt x="21" y="110"/>
                              </a:lnTo>
                              <a:lnTo>
                                <a:pt x="3" y="152"/>
                              </a:lnTo>
                              <a:lnTo>
                                <a:pt x="0" y="179"/>
                              </a:lnTo>
                              <a:lnTo>
                                <a:pt x="14" y="205"/>
                              </a:lnTo>
                              <a:lnTo>
                                <a:pt x="48" y="242"/>
                              </a:lnTo>
                              <a:lnTo>
                                <a:pt x="128" y="209"/>
                              </a:lnTo>
                              <a:lnTo>
                                <a:pt x="171" y="180"/>
                              </a:lnTo>
                              <a:lnTo>
                                <a:pt x="182" y="143"/>
                              </a:lnTo>
                              <a:lnTo>
                                <a:pt x="164" y="87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/>
                      </wps:cNvSpPr>
                      <wps:spPr bwMode="auto">
                        <a:xfrm>
                          <a:off x="1306" y="877"/>
                          <a:ext cx="158" cy="158"/>
                        </a:xfrm>
                        <a:custGeom>
                          <a:avLst/>
                          <a:gdLst>
                            <a:gd name="T0" fmla="*/ 0 w 158"/>
                            <a:gd name="T1" fmla="*/ 0 h 158"/>
                            <a:gd name="T2" fmla="*/ 1 w 158"/>
                            <a:gd name="T3" fmla="*/ 10 h 158"/>
                            <a:gd name="T4" fmla="*/ 6 w 158"/>
                            <a:gd name="T5" fmla="*/ 38 h 158"/>
                            <a:gd name="T6" fmla="*/ 19 w 158"/>
                            <a:gd name="T7" fmla="*/ 75 h 158"/>
                            <a:gd name="T8" fmla="*/ 42 w 158"/>
                            <a:gd name="T9" fmla="*/ 115 h 158"/>
                            <a:gd name="T10" fmla="*/ 66 w 158"/>
                            <a:gd name="T11" fmla="*/ 144 h 158"/>
                            <a:gd name="T12" fmla="*/ 85 w 158"/>
                            <a:gd name="T13" fmla="*/ 157 h 158"/>
                            <a:gd name="T14" fmla="*/ 110 w 158"/>
                            <a:gd name="T15" fmla="*/ 156 h 158"/>
                            <a:gd name="T16" fmla="*/ 150 w 158"/>
                            <a:gd name="T17" fmla="*/ 145 h 158"/>
                            <a:gd name="T18" fmla="*/ 157 w 158"/>
                            <a:gd name="T19" fmla="*/ 61 h 158"/>
                            <a:gd name="T20" fmla="*/ 143 w 158"/>
                            <a:gd name="T21" fmla="*/ 18 h 158"/>
                            <a:gd name="T22" fmla="*/ 96 w 158"/>
                            <a:gd name="T23" fmla="*/ 2 h 158"/>
                            <a:gd name="T24" fmla="*/ 0 w 158"/>
                            <a:gd name="T25" fmla="*/ 0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0" y="0"/>
                              </a:moveTo>
                              <a:lnTo>
                                <a:pt x="1" y="10"/>
                              </a:lnTo>
                              <a:lnTo>
                                <a:pt x="6" y="38"/>
                              </a:lnTo>
                              <a:lnTo>
                                <a:pt x="19" y="75"/>
                              </a:lnTo>
                              <a:lnTo>
                                <a:pt x="42" y="115"/>
                              </a:lnTo>
                              <a:lnTo>
                                <a:pt x="66" y="144"/>
                              </a:lnTo>
                              <a:lnTo>
                                <a:pt x="85" y="157"/>
                              </a:lnTo>
                              <a:lnTo>
                                <a:pt x="110" y="156"/>
                              </a:lnTo>
                              <a:lnTo>
                                <a:pt x="150" y="145"/>
                              </a:lnTo>
                              <a:lnTo>
                                <a:pt x="157" y="61"/>
                              </a:lnTo>
                              <a:lnTo>
                                <a:pt x="143" y="18"/>
                              </a:lnTo>
                              <a:lnTo>
                                <a:pt x="96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260" y="1070"/>
                          <a:ext cx="200" cy="151"/>
                        </a:xfrm>
                        <a:custGeom>
                          <a:avLst/>
                          <a:gdLst>
                            <a:gd name="T0" fmla="*/ 136 w 200"/>
                            <a:gd name="T1" fmla="*/ 0 h 151"/>
                            <a:gd name="T2" fmla="*/ 87 w 200"/>
                            <a:gd name="T3" fmla="*/ 6 h 151"/>
                            <a:gd name="T4" fmla="*/ 0 w 200"/>
                            <a:gd name="T5" fmla="*/ 47 h 151"/>
                            <a:gd name="T6" fmla="*/ 5 w 200"/>
                            <a:gd name="T7" fmla="*/ 56 h 151"/>
                            <a:gd name="T8" fmla="*/ 23 w 200"/>
                            <a:gd name="T9" fmla="*/ 78 h 151"/>
                            <a:gd name="T10" fmla="*/ 51 w 200"/>
                            <a:gd name="T11" fmla="*/ 106 h 151"/>
                            <a:gd name="T12" fmla="*/ 89 w 200"/>
                            <a:gd name="T13" fmla="*/ 131 h 151"/>
                            <a:gd name="T14" fmla="*/ 124 w 200"/>
                            <a:gd name="T15" fmla="*/ 147 h 151"/>
                            <a:gd name="T16" fmla="*/ 147 w 200"/>
                            <a:gd name="T17" fmla="*/ 150 h 151"/>
                            <a:gd name="T18" fmla="*/ 168 w 200"/>
                            <a:gd name="T19" fmla="*/ 138 h 151"/>
                            <a:gd name="T20" fmla="*/ 199 w 200"/>
                            <a:gd name="T21" fmla="*/ 110 h 151"/>
                            <a:gd name="T22" fmla="*/ 168 w 200"/>
                            <a:gd name="T23" fmla="*/ 32 h 151"/>
                            <a:gd name="T24" fmla="*/ 136 w 200"/>
                            <a:gd name="T25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51">
                              <a:moveTo>
                                <a:pt x="136" y="0"/>
                              </a:moveTo>
                              <a:lnTo>
                                <a:pt x="87" y="6"/>
                              </a:lnTo>
                              <a:lnTo>
                                <a:pt x="0" y="47"/>
                              </a:lnTo>
                              <a:lnTo>
                                <a:pt x="5" y="56"/>
                              </a:lnTo>
                              <a:lnTo>
                                <a:pt x="23" y="78"/>
                              </a:lnTo>
                              <a:lnTo>
                                <a:pt x="51" y="106"/>
                              </a:lnTo>
                              <a:lnTo>
                                <a:pt x="89" y="131"/>
                              </a:lnTo>
                              <a:lnTo>
                                <a:pt x="124" y="147"/>
                              </a:lnTo>
                              <a:lnTo>
                                <a:pt x="147" y="150"/>
                              </a:lnTo>
                              <a:lnTo>
                                <a:pt x="168" y="138"/>
                              </a:lnTo>
                              <a:lnTo>
                                <a:pt x="199" y="110"/>
                              </a:lnTo>
                              <a:lnTo>
                                <a:pt x="168" y="32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/>
                      </wps:cNvSpPr>
                      <wps:spPr bwMode="auto">
                        <a:xfrm>
                          <a:off x="1303" y="1241"/>
                          <a:ext cx="197" cy="137"/>
                        </a:xfrm>
                        <a:custGeom>
                          <a:avLst/>
                          <a:gdLst>
                            <a:gd name="T0" fmla="*/ 79 w 197"/>
                            <a:gd name="T1" fmla="*/ 0 h 137"/>
                            <a:gd name="T2" fmla="*/ 43 w 197"/>
                            <a:gd name="T3" fmla="*/ 35 h 137"/>
                            <a:gd name="T4" fmla="*/ 0 w 197"/>
                            <a:gd name="T5" fmla="*/ 121 h 137"/>
                            <a:gd name="T6" fmla="*/ 10 w 197"/>
                            <a:gd name="T7" fmla="*/ 125 h 137"/>
                            <a:gd name="T8" fmla="*/ 37 w 197"/>
                            <a:gd name="T9" fmla="*/ 131 h 137"/>
                            <a:gd name="T10" fmla="*/ 76 w 197"/>
                            <a:gd name="T11" fmla="*/ 136 h 137"/>
                            <a:gd name="T12" fmla="*/ 122 w 197"/>
                            <a:gd name="T13" fmla="*/ 132 h 137"/>
                            <a:gd name="T14" fmla="*/ 159 w 197"/>
                            <a:gd name="T15" fmla="*/ 124 h 137"/>
                            <a:gd name="T16" fmla="*/ 179 w 197"/>
                            <a:gd name="T17" fmla="*/ 112 h 137"/>
                            <a:gd name="T18" fmla="*/ 189 w 197"/>
                            <a:gd name="T19" fmla="*/ 90 h 137"/>
                            <a:gd name="T20" fmla="*/ 196 w 197"/>
                            <a:gd name="T21" fmla="*/ 49 h 137"/>
                            <a:gd name="T22" fmla="*/ 123 w 197"/>
                            <a:gd name="T23" fmla="*/ 6 h 137"/>
                            <a:gd name="T24" fmla="*/ 79 w 197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7" h="137">
                              <a:moveTo>
                                <a:pt x="79" y="0"/>
                              </a:moveTo>
                              <a:lnTo>
                                <a:pt x="43" y="35"/>
                              </a:lnTo>
                              <a:lnTo>
                                <a:pt x="0" y="121"/>
                              </a:lnTo>
                              <a:lnTo>
                                <a:pt x="10" y="125"/>
                              </a:lnTo>
                              <a:lnTo>
                                <a:pt x="37" y="131"/>
                              </a:lnTo>
                              <a:lnTo>
                                <a:pt x="76" y="136"/>
                              </a:lnTo>
                              <a:lnTo>
                                <a:pt x="122" y="132"/>
                              </a:lnTo>
                              <a:lnTo>
                                <a:pt x="159" y="124"/>
                              </a:lnTo>
                              <a:lnTo>
                                <a:pt x="179" y="112"/>
                              </a:lnTo>
                              <a:lnTo>
                                <a:pt x="189" y="90"/>
                              </a:lnTo>
                              <a:lnTo>
                                <a:pt x="196" y="49"/>
                              </a:lnTo>
                              <a:lnTo>
                                <a:pt x="123" y="6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/>
                      </wps:cNvSpPr>
                      <wps:spPr bwMode="auto">
                        <a:xfrm>
                          <a:off x="1126" y="1183"/>
                          <a:ext cx="200" cy="137"/>
                        </a:xfrm>
                        <a:custGeom>
                          <a:avLst/>
                          <a:gdLst>
                            <a:gd name="T0" fmla="*/ 85 w 200"/>
                            <a:gd name="T1" fmla="*/ 0 h 137"/>
                            <a:gd name="T2" fmla="*/ 48 w 200"/>
                            <a:gd name="T3" fmla="*/ 34 h 137"/>
                            <a:gd name="T4" fmla="*/ 0 w 200"/>
                            <a:gd name="T5" fmla="*/ 117 h 137"/>
                            <a:gd name="T6" fmla="*/ 10 w 200"/>
                            <a:gd name="T7" fmla="*/ 121 h 137"/>
                            <a:gd name="T8" fmla="*/ 36 w 200"/>
                            <a:gd name="T9" fmla="*/ 129 h 137"/>
                            <a:gd name="T10" fmla="*/ 75 w 200"/>
                            <a:gd name="T11" fmla="*/ 136 h 137"/>
                            <a:gd name="T12" fmla="*/ 121 w 200"/>
                            <a:gd name="T13" fmla="*/ 134 h 137"/>
                            <a:gd name="T14" fmla="*/ 158 w 200"/>
                            <a:gd name="T15" fmla="*/ 128 h 137"/>
                            <a:gd name="T16" fmla="*/ 179 w 200"/>
                            <a:gd name="T17" fmla="*/ 117 h 137"/>
                            <a:gd name="T18" fmla="*/ 190 w 200"/>
                            <a:gd name="T19" fmla="*/ 95 h 137"/>
                            <a:gd name="T20" fmla="*/ 199 w 200"/>
                            <a:gd name="T21" fmla="*/ 55 h 137"/>
                            <a:gd name="T22" fmla="*/ 129 w 200"/>
                            <a:gd name="T23" fmla="*/ 8 h 137"/>
                            <a:gd name="T24" fmla="*/ 85 w 200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37">
                              <a:moveTo>
                                <a:pt x="85" y="0"/>
                              </a:moveTo>
                              <a:lnTo>
                                <a:pt x="48" y="34"/>
                              </a:lnTo>
                              <a:lnTo>
                                <a:pt x="0" y="117"/>
                              </a:lnTo>
                              <a:lnTo>
                                <a:pt x="10" y="121"/>
                              </a:lnTo>
                              <a:lnTo>
                                <a:pt x="36" y="129"/>
                              </a:lnTo>
                              <a:lnTo>
                                <a:pt x="75" y="136"/>
                              </a:lnTo>
                              <a:lnTo>
                                <a:pt x="121" y="134"/>
                              </a:lnTo>
                              <a:lnTo>
                                <a:pt x="158" y="128"/>
                              </a:lnTo>
                              <a:lnTo>
                                <a:pt x="179" y="117"/>
                              </a:lnTo>
                              <a:lnTo>
                                <a:pt x="190" y="95"/>
                              </a:lnTo>
                              <a:lnTo>
                                <a:pt x="199" y="55"/>
                              </a:lnTo>
                              <a:lnTo>
                                <a:pt x="129" y="8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/>
                      </wps:cNvSpPr>
                      <wps:spPr bwMode="auto">
                        <a:xfrm>
                          <a:off x="1142" y="928"/>
                          <a:ext cx="202" cy="150"/>
                        </a:xfrm>
                        <a:custGeom>
                          <a:avLst/>
                          <a:gdLst>
                            <a:gd name="T0" fmla="*/ 135 w 202"/>
                            <a:gd name="T1" fmla="*/ 0 h 150"/>
                            <a:gd name="T2" fmla="*/ 85 w 202"/>
                            <a:gd name="T3" fmla="*/ 8 h 150"/>
                            <a:gd name="T4" fmla="*/ 0 w 202"/>
                            <a:gd name="T5" fmla="*/ 52 h 150"/>
                            <a:gd name="T6" fmla="*/ 6 w 202"/>
                            <a:gd name="T7" fmla="*/ 61 h 150"/>
                            <a:gd name="T8" fmla="*/ 24 w 202"/>
                            <a:gd name="T9" fmla="*/ 83 h 150"/>
                            <a:gd name="T10" fmla="*/ 53 w 202"/>
                            <a:gd name="T11" fmla="*/ 109 h 150"/>
                            <a:gd name="T12" fmla="*/ 92 w 202"/>
                            <a:gd name="T13" fmla="*/ 133 h 150"/>
                            <a:gd name="T14" fmla="*/ 127 w 202"/>
                            <a:gd name="T15" fmla="*/ 147 h 150"/>
                            <a:gd name="T16" fmla="*/ 150 w 202"/>
                            <a:gd name="T17" fmla="*/ 149 h 150"/>
                            <a:gd name="T18" fmla="*/ 171 w 202"/>
                            <a:gd name="T19" fmla="*/ 137 h 150"/>
                            <a:gd name="T20" fmla="*/ 201 w 202"/>
                            <a:gd name="T21" fmla="*/ 108 h 150"/>
                            <a:gd name="T22" fmla="*/ 167 w 202"/>
                            <a:gd name="T23" fmla="*/ 31 h 150"/>
                            <a:gd name="T24" fmla="*/ 135 w 202"/>
                            <a:gd name="T25" fmla="*/ 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2" h="150">
                              <a:moveTo>
                                <a:pt x="135" y="0"/>
                              </a:moveTo>
                              <a:lnTo>
                                <a:pt x="85" y="8"/>
                              </a:lnTo>
                              <a:lnTo>
                                <a:pt x="0" y="52"/>
                              </a:lnTo>
                              <a:lnTo>
                                <a:pt x="6" y="61"/>
                              </a:lnTo>
                              <a:lnTo>
                                <a:pt x="24" y="83"/>
                              </a:lnTo>
                              <a:lnTo>
                                <a:pt x="53" y="109"/>
                              </a:lnTo>
                              <a:lnTo>
                                <a:pt x="92" y="133"/>
                              </a:lnTo>
                              <a:lnTo>
                                <a:pt x="127" y="147"/>
                              </a:lnTo>
                              <a:lnTo>
                                <a:pt x="150" y="149"/>
                              </a:lnTo>
                              <a:lnTo>
                                <a:pt x="171" y="137"/>
                              </a:lnTo>
                              <a:lnTo>
                                <a:pt x="201" y="108"/>
                              </a:lnTo>
                              <a:lnTo>
                                <a:pt x="167" y="31"/>
                              </a:lnTo>
                              <a:lnTo>
                                <a:pt x="1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/>
                      </wps:cNvSpPr>
                      <wps:spPr bwMode="auto">
                        <a:xfrm>
                          <a:off x="1068" y="1063"/>
                          <a:ext cx="173" cy="119"/>
                        </a:xfrm>
                        <a:custGeom>
                          <a:avLst/>
                          <a:gdLst>
                            <a:gd name="T0" fmla="*/ 93 w 173"/>
                            <a:gd name="T1" fmla="*/ 0 h 119"/>
                            <a:gd name="T2" fmla="*/ 56 w 173"/>
                            <a:gd name="T3" fmla="*/ 19 h 119"/>
                            <a:gd name="T4" fmla="*/ 0 w 173"/>
                            <a:gd name="T5" fmla="*/ 74 h 119"/>
                            <a:gd name="T6" fmla="*/ 7 w 173"/>
                            <a:gd name="T7" fmla="*/ 80 h 119"/>
                            <a:gd name="T8" fmla="*/ 26 w 173"/>
                            <a:gd name="T9" fmla="*/ 92 h 119"/>
                            <a:gd name="T10" fmla="*/ 56 w 173"/>
                            <a:gd name="T11" fmla="*/ 106 h 119"/>
                            <a:gd name="T12" fmla="*/ 93 w 173"/>
                            <a:gd name="T13" fmla="*/ 115 h 119"/>
                            <a:gd name="T14" fmla="*/ 124 w 173"/>
                            <a:gd name="T15" fmla="*/ 118 h 119"/>
                            <a:gd name="T16" fmla="*/ 142 w 173"/>
                            <a:gd name="T17" fmla="*/ 114 h 119"/>
                            <a:gd name="T18" fmla="*/ 156 w 173"/>
                            <a:gd name="T19" fmla="*/ 99 h 119"/>
                            <a:gd name="T20" fmla="*/ 172 w 173"/>
                            <a:gd name="T21" fmla="*/ 68 h 119"/>
                            <a:gd name="T22" fmla="*/ 126 w 173"/>
                            <a:gd name="T23" fmla="*/ 16 h 119"/>
                            <a:gd name="T24" fmla="*/ 93 w 173"/>
                            <a:gd name="T25" fmla="*/ 0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73" h="119">
                              <a:moveTo>
                                <a:pt x="93" y="0"/>
                              </a:moveTo>
                              <a:lnTo>
                                <a:pt x="56" y="19"/>
                              </a:lnTo>
                              <a:lnTo>
                                <a:pt x="0" y="74"/>
                              </a:lnTo>
                              <a:lnTo>
                                <a:pt x="7" y="80"/>
                              </a:lnTo>
                              <a:lnTo>
                                <a:pt x="26" y="92"/>
                              </a:lnTo>
                              <a:lnTo>
                                <a:pt x="56" y="106"/>
                              </a:lnTo>
                              <a:lnTo>
                                <a:pt x="93" y="115"/>
                              </a:lnTo>
                              <a:lnTo>
                                <a:pt x="124" y="118"/>
                              </a:lnTo>
                              <a:lnTo>
                                <a:pt x="142" y="114"/>
                              </a:lnTo>
                              <a:lnTo>
                                <a:pt x="156" y="99"/>
                              </a:lnTo>
                              <a:lnTo>
                                <a:pt x="172" y="68"/>
                              </a:lnTo>
                              <a:lnTo>
                                <a:pt x="126" y="16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203" y="688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40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40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/>
                      </wps:cNvSpPr>
                      <wps:spPr bwMode="auto">
                        <a:xfrm>
                          <a:off x="1074" y="584"/>
                          <a:ext cx="113" cy="104"/>
                        </a:xfrm>
                        <a:custGeom>
                          <a:avLst/>
                          <a:gdLst>
                            <a:gd name="T0" fmla="*/ 63 w 113"/>
                            <a:gd name="T1" fmla="*/ 0 h 104"/>
                            <a:gd name="T2" fmla="*/ 0 w 113"/>
                            <a:gd name="T3" fmla="*/ 7 h 104"/>
                            <a:gd name="T4" fmla="*/ 1 w 113"/>
                            <a:gd name="T5" fmla="*/ 14 h 104"/>
                            <a:gd name="T6" fmla="*/ 8 w 113"/>
                            <a:gd name="T7" fmla="*/ 32 h 104"/>
                            <a:gd name="T8" fmla="*/ 20 w 113"/>
                            <a:gd name="T9" fmla="*/ 55 h 104"/>
                            <a:gd name="T10" fmla="*/ 39 w 113"/>
                            <a:gd name="T11" fmla="*/ 79 h 104"/>
                            <a:gd name="T12" fmla="*/ 57 w 113"/>
                            <a:gd name="T13" fmla="*/ 96 h 104"/>
                            <a:gd name="T14" fmla="*/ 71 w 113"/>
                            <a:gd name="T15" fmla="*/ 103 h 104"/>
                            <a:gd name="T16" fmla="*/ 87 w 113"/>
                            <a:gd name="T17" fmla="*/ 100 h 104"/>
                            <a:gd name="T18" fmla="*/ 112 w 113"/>
                            <a:gd name="T19" fmla="*/ 89 h 104"/>
                            <a:gd name="T20" fmla="*/ 109 w 113"/>
                            <a:gd name="T21" fmla="*/ 33 h 104"/>
                            <a:gd name="T22" fmla="*/ 96 w 113"/>
                            <a:gd name="T23" fmla="*/ 5 h 104"/>
                            <a:gd name="T24" fmla="*/ 63 w 113"/>
                            <a:gd name="T25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3" h="104">
                              <a:moveTo>
                                <a:pt x="63" y="0"/>
                              </a:moveTo>
                              <a:lnTo>
                                <a:pt x="0" y="7"/>
                              </a:lnTo>
                              <a:lnTo>
                                <a:pt x="1" y="14"/>
                              </a:lnTo>
                              <a:lnTo>
                                <a:pt x="8" y="32"/>
                              </a:lnTo>
                              <a:lnTo>
                                <a:pt x="20" y="55"/>
                              </a:lnTo>
                              <a:lnTo>
                                <a:pt x="39" y="79"/>
                              </a:lnTo>
                              <a:lnTo>
                                <a:pt x="57" y="96"/>
                              </a:lnTo>
                              <a:lnTo>
                                <a:pt x="71" y="103"/>
                              </a:lnTo>
                              <a:lnTo>
                                <a:pt x="87" y="100"/>
                              </a:lnTo>
                              <a:lnTo>
                                <a:pt x="112" y="89"/>
                              </a:lnTo>
                              <a:lnTo>
                                <a:pt x="109" y="33"/>
                              </a:lnTo>
                              <a:lnTo>
                                <a:pt x="96" y="5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/>
                      </wps:cNvSpPr>
                      <wps:spPr bwMode="auto">
                        <a:xfrm>
                          <a:off x="1274" y="530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9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7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9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7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1291" y="346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8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8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8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8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1678" y="141"/>
                          <a:ext cx="125" cy="164"/>
                        </a:xfrm>
                        <a:custGeom>
                          <a:avLst/>
                          <a:gdLst>
                            <a:gd name="T0" fmla="*/ 86 w 125"/>
                            <a:gd name="T1" fmla="*/ 0 h 164"/>
                            <a:gd name="T2" fmla="*/ 78 w 125"/>
                            <a:gd name="T3" fmla="*/ 4 h 164"/>
                            <a:gd name="T4" fmla="*/ 60 w 125"/>
                            <a:gd name="T5" fmla="*/ 18 h 164"/>
                            <a:gd name="T6" fmla="*/ 37 w 125"/>
                            <a:gd name="T7" fmla="*/ 41 h 164"/>
                            <a:gd name="T8" fmla="*/ 16 w 125"/>
                            <a:gd name="T9" fmla="*/ 73 h 164"/>
                            <a:gd name="T10" fmla="*/ 2 w 125"/>
                            <a:gd name="T11" fmla="*/ 101 h 164"/>
                            <a:gd name="T12" fmla="*/ 0 w 125"/>
                            <a:gd name="T13" fmla="*/ 120 h 164"/>
                            <a:gd name="T14" fmla="*/ 9 w 125"/>
                            <a:gd name="T15" fmla="*/ 138 h 164"/>
                            <a:gd name="T16" fmla="*/ 31 w 125"/>
                            <a:gd name="T17" fmla="*/ 163 h 164"/>
                            <a:gd name="T18" fmla="*/ 96 w 125"/>
                            <a:gd name="T19" fmla="*/ 138 h 164"/>
                            <a:gd name="T20" fmla="*/ 124 w 125"/>
                            <a:gd name="T21" fmla="*/ 113 h 164"/>
                            <a:gd name="T22" fmla="*/ 119 w 125"/>
                            <a:gd name="T23" fmla="*/ 72 h 164"/>
                            <a:gd name="T24" fmla="*/ 86 w 125"/>
                            <a:gd name="T25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64">
                              <a:moveTo>
                                <a:pt x="86" y="0"/>
                              </a:moveTo>
                              <a:lnTo>
                                <a:pt x="78" y="4"/>
                              </a:lnTo>
                              <a:lnTo>
                                <a:pt x="60" y="18"/>
                              </a:lnTo>
                              <a:lnTo>
                                <a:pt x="37" y="41"/>
                              </a:lnTo>
                              <a:lnTo>
                                <a:pt x="16" y="73"/>
                              </a:lnTo>
                              <a:lnTo>
                                <a:pt x="2" y="101"/>
                              </a:lnTo>
                              <a:lnTo>
                                <a:pt x="0" y="120"/>
                              </a:lnTo>
                              <a:lnTo>
                                <a:pt x="9" y="138"/>
                              </a:lnTo>
                              <a:lnTo>
                                <a:pt x="31" y="163"/>
                              </a:lnTo>
                              <a:lnTo>
                                <a:pt x="96" y="138"/>
                              </a:lnTo>
                              <a:lnTo>
                                <a:pt x="124" y="113"/>
                              </a:lnTo>
                              <a:lnTo>
                                <a:pt x="119" y="72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960" y="874"/>
                          <a:ext cx="154" cy="108"/>
                        </a:xfrm>
                        <a:custGeom>
                          <a:avLst/>
                          <a:gdLst>
                            <a:gd name="T0" fmla="*/ 90 w 154"/>
                            <a:gd name="T1" fmla="*/ 0 h 108"/>
                            <a:gd name="T2" fmla="*/ 56 w 154"/>
                            <a:gd name="T3" fmla="*/ 13 h 108"/>
                            <a:gd name="T4" fmla="*/ 0 w 154"/>
                            <a:gd name="T5" fmla="*/ 56 h 108"/>
                            <a:gd name="T6" fmla="*/ 5 w 154"/>
                            <a:gd name="T7" fmla="*/ 61 h 108"/>
                            <a:gd name="T8" fmla="*/ 21 w 154"/>
                            <a:gd name="T9" fmla="*/ 75 h 108"/>
                            <a:gd name="T10" fmla="*/ 46 w 154"/>
                            <a:gd name="T11" fmla="*/ 90 h 108"/>
                            <a:gd name="T12" fmla="*/ 78 w 154"/>
                            <a:gd name="T13" fmla="*/ 102 h 108"/>
                            <a:gd name="T14" fmla="*/ 105 w 154"/>
                            <a:gd name="T15" fmla="*/ 107 h 108"/>
                            <a:gd name="T16" fmla="*/ 122 w 154"/>
                            <a:gd name="T17" fmla="*/ 106 h 108"/>
                            <a:gd name="T18" fmla="*/ 136 w 154"/>
                            <a:gd name="T19" fmla="*/ 94 h 108"/>
                            <a:gd name="T20" fmla="*/ 153 w 154"/>
                            <a:gd name="T21" fmla="*/ 69 h 108"/>
                            <a:gd name="T22" fmla="*/ 118 w 154"/>
                            <a:gd name="T23" fmla="*/ 18 h 108"/>
                            <a:gd name="T24" fmla="*/ 90 w 154"/>
                            <a:gd name="T2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4" h="108">
                              <a:moveTo>
                                <a:pt x="90" y="0"/>
                              </a:moveTo>
                              <a:lnTo>
                                <a:pt x="56" y="13"/>
                              </a:lnTo>
                              <a:lnTo>
                                <a:pt x="0" y="56"/>
                              </a:lnTo>
                              <a:lnTo>
                                <a:pt x="5" y="61"/>
                              </a:lnTo>
                              <a:lnTo>
                                <a:pt x="21" y="75"/>
                              </a:lnTo>
                              <a:lnTo>
                                <a:pt x="46" y="90"/>
                              </a:lnTo>
                              <a:lnTo>
                                <a:pt x="78" y="102"/>
                              </a:lnTo>
                              <a:lnTo>
                                <a:pt x="105" y="107"/>
                              </a:lnTo>
                              <a:lnTo>
                                <a:pt x="122" y="106"/>
                              </a:lnTo>
                              <a:lnTo>
                                <a:pt x="136" y="94"/>
                              </a:lnTo>
                              <a:lnTo>
                                <a:pt x="153" y="69"/>
                              </a:lnTo>
                              <a:lnTo>
                                <a:pt x="118" y="18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2203" y="539"/>
                          <a:ext cx="121" cy="113"/>
                        </a:xfrm>
                        <a:custGeom>
                          <a:avLst/>
                          <a:gdLst>
                            <a:gd name="T0" fmla="*/ 120 w 121"/>
                            <a:gd name="T1" fmla="*/ 0 h 113"/>
                            <a:gd name="T2" fmla="*/ 112 w 121"/>
                            <a:gd name="T3" fmla="*/ 0 h 113"/>
                            <a:gd name="T4" fmla="*/ 92 w 121"/>
                            <a:gd name="T5" fmla="*/ 3 h 113"/>
                            <a:gd name="T6" fmla="*/ 64 w 121"/>
                            <a:gd name="T7" fmla="*/ 10 h 113"/>
                            <a:gd name="T8" fmla="*/ 33 w 121"/>
                            <a:gd name="T9" fmla="*/ 26 h 113"/>
                            <a:gd name="T10" fmla="*/ 11 w 121"/>
                            <a:gd name="T11" fmla="*/ 42 h 113"/>
                            <a:gd name="T12" fmla="*/ 0 w 121"/>
                            <a:gd name="T13" fmla="*/ 55 h 113"/>
                            <a:gd name="T14" fmla="*/ 0 w 121"/>
                            <a:gd name="T15" fmla="*/ 73 h 113"/>
                            <a:gd name="T16" fmla="*/ 6 w 121"/>
                            <a:gd name="T17" fmla="*/ 103 h 113"/>
                            <a:gd name="T18" fmla="*/ 67 w 121"/>
                            <a:gd name="T19" fmla="*/ 112 h 113"/>
                            <a:gd name="T20" fmla="*/ 100 w 121"/>
                            <a:gd name="T21" fmla="*/ 104 h 113"/>
                            <a:gd name="T22" fmla="*/ 114 w 121"/>
                            <a:gd name="T23" fmla="*/ 70 h 113"/>
                            <a:gd name="T24" fmla="*/ 120 w 121"/>
                            <a:gd name="T25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1" h="113">
                              <a:moveTo>
                                <a:pt x="120" y="0"/>
                              </a:moveTo>
                              <a:lnTo>
                                <a:pt x="112" y="0"/>
                              </a:lnTo>
                              <a:lnTo>
                                <a:pt x="92" y="3"/>
                              </a:lnTo>
                              <a:lnTo>
                                <a:pt x="64" y="10"/>
                              </a:lnTo>
                              <a:lnTo>
                                <a:pt x="33" y="26"/>
                              </a:lnTo>
                              <a:lnTo>
                                <a:pt x="11" y="42"/>
                              </a:lnTo>
                              <a:lnTo>
                                <a:pt x="0" y="55"/>
                              </a:lnTo>
                              <a:lnTo>
                                <a:pt x="0" y="73"/>
                              </a:lnTo>
                              <a:lnTo>
                                <a:pt x="6" y="103"/>
                              </a:lnTo>
                              <a:lnTo>
                                <a:pt x="67" y="112"/>
                              </a:lnTo>
                              <a:lnTo>
                                <a:pt x="100" y="104"/>
                              </a:lnTo>
                              <a:lnTo>
                                <a:pt x="114" y="70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Picture 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2" y="835"/>
                          <a:ext cx="12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" y="-46"/>
                          <a:ext cx="1880" cy="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1101" y="787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39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39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78" y="-108"/>
                          <a:ext cx="1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1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43" y="-76"/>
                          <a:ext cx="1040" cy="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936" y="2135"/>
                          <a:ext cx="1625" cy="190"/>
                          <a:chOff x="936" y="2135"/>
                          <a:chExt cx="1625" cy="190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0 w 1625"/>
                              <a:gd name="T1" fmla="*/ 60 h 190"/>
                              <a:gd name="T2" fmla="*/ 65 w 1625"/>
                              <a:gd name="T3" fmla="*/ 104 h 190"/>
                              <a:gd name="T4" fmla="*/ 140 w 1625"/>
                              <a:gd name="T5" fmla="*/ 137 h 190"/>
                              <a:gd name="T6" fmla="*/ 221 w 1625"/>
                              <a:gd name="T7" fmla="*/ 161 h 190"/>
                              <a:gd name="T8" fmla="*/ 305 w 1625"/>
                              <a:gd name="T9" fmla="*/ 178 h 190"/>
                              <a:gd name="T10" fmla="*/ 390 w 1625"/>
                              <a:gd name="T11" fmla="*/ 187 h 190"/>
                              <a:gd name="T12" fmla="*/ 473 w 1625"/>
                              <a:gd name="T13" fmla="*/ 189 h 190"/>
                              <a:gd name="T14" fmla="*/ 552 w 1625"/>
                              <a:gd name="T15" fmla="*/ 187 h 190"/>
                              <a:gd name="T16" fmla="*/ 623 w 1625"/>
                              <a:gd name="T17" fmla="*/ 180 h 190"/>
                              <a:gd name="T18" fmla="*/ 684 w 1625"/>
                              <a:gd name="T19" fmla="*/ 170 h 190"/>
                              <a:gd name="T20" fmla="*/ 747 w 1625"/>
                              <a:gd name="T21" fmla="*/ 156 h 190"/>
                              <a:gd name="T22" fmla="*/ 776 w 1625"/>
                              <a:gd name="T23" fmla="*/ 148 h 190"/>
                              <a:gd name="T24" fmla="*/ 287 w 1625"/>
                              <a:gd name="T25" fmla="*/ 148 h 190"/>
                              <a:gd name="T26" fmla="*/ 227 w 1625"/>
                              <a:gd name="T27" fmla="*/ 148 h 190"/>
                              <a:gd name="T28" fmla="*/ 174 w 1625"/>
                              <a:gd name="T29" fmla="*/ 140 h 190"/>
                              <a:gd name="T30" fmla="*/ 124 w 1625"/>
                              <a:gd name="T31" fmla="*/ 123 h 190"/>
                              <a:gd name="T32" fmla="*/ 68 w 1625"/>
                              <a:gd name="T33" fmla="*/ 96 h 190"/>
                              <a:gd name="T34" fmla="*/ 0 w 1625"/>
                              <a:gd name="T35" fmla="*/ 6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0" y="60"/>
                                </a:moveTo>
                                <a:lnTo>
                                  <a:pt x="65" y="104"/>
                                </a:lnTo>
                                <a:lnTo>
                                  <a:pt x="140" y="137"/>
                                </a:lnTo>
                                <a:lnTo>
                                  <a:pt x="221" y="161"/>
                                </a:lnTo>
                                <a:lnTo>
                                  <a:pt x="305" y="178"/>
                                </a:lnTo>
                                <a:lnTo>
                                  <a:pt x="390" y="187"/>
                                </a:lnTo>
                                <a:lnTo>
                                  <a:pt x="473" y="189"/>
                                </a:lnTo>
                                <a:lnTo>
                                  <a:pt x="552" y="187"/>
                                </a:lnTo>
                                <a:lnTo>
                                  <a:pt x="623" y="180"/>
                                </a:lnTo>
                                <a:lnTo>
                                  <a:pt x="684" y="170"/>
                                </a:lnTo>
                                <a:lnTo>
                                  <a:pt x="747" y="156"/>
                                </a:lnTo>
                                <a:lnTo>
                                  <a:pt x="776" y="148"/>
                                </a:lnTo>
                                <a:lnTo>
                                  <a:pt x="287" y="148"/>
                                </a:lnTo>
                                <a:lnTo>
                                  <a:pt x="227" y="148"/>
                                </a:lnTo>
                                <a:lnTo>
                                  <a:pt x="174" y="140"/>
                                </a:lnTo>
                                <a:lnTo>
                                  <a:pt x="124" y="123"/>
                                </a:lnTo>
                                <a:lnTo>
                                  <a:pt x="68" y="96"/>
                                </a:lnTo>
                                <a:lnTo>
                                  <a:pt x="0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150 w 1625"/>
                              <a:gd name="T1" fmla="*/ 0 h 190"/>
                              <a:gd name="T2" fmla="*/ 1065 w 1625"/>
                              <a:gd name="T3" fmla="*/ 4 h 190"/>
                              <a:gd name="T4" fmla="*/ 994 w 1625"/>
                              <a:gd name="T5" fmla="*/ 13 h 190"/>
                              <a:gd name="T6" fmla="*/ 929 w 1625"/>
                              <a:gd name="T7" fmla="*/ 26 h 190"/>
                              <a:gd name="T8" fmla="*/ 790 w 1625"/>
                              <a:gd name="T9" fmla="*/ 61 h 190"/>
                              <a:gd name="T10" fmla="*/ 701 w 1625"/>
                              <a:gd name="T11" fmla="*/ 82 h 190"/>
                              <a:gd name="T12" fmla="*/ 588 w 1625"/>
                              <a:gd name="T13" fmla="*/ 104 h 190"/>
                              <a:gd name="T14" fmla="*/ 461 w 1625"/>
                              <a:gd name="T15" fmla="*/ 125 h 190"/>
                              <a:gd name="T16" fmla="*/ 363 w 1625"/>
                              <a:gd name="T17" fmla="*/ 141 h 190"/>
                              <a:gd name="T18" fmla="*/ 287 w 1625"/>
                              <a:gd name="T19" fmla="*/ 148 h 190"/>
                              <a:gd name="T20" fmla="*/ 776 w 1625"/>
                              <a:gd name="T21" fmla="*/ 148 h 190"/>
                              <a:gd name="T22" fmla="*/ 880 w 1625"/>
                              <a:gd name="T23" fmla="*/ 122 h 190"/>
                              <a:gd name="T24" fmla="*/ 952 w 1625"/>
                              <a:gd name="T25" fmla="*/ 105 h 190"/>
                              <a:gd name="T26" fmla="*/ 1028 w 1625"/>
                              <a:gd name="T27" fmla="*/ 91 h 190"/>
                              <a:gd name="T28" fmla="*/ 1111 w 1625"/>
                              <a:gd name="T29" fmla="*/ 80 h 190"/>
                              <a:gd name="T30" fmla="*/ 1199 w 1625"/>
                              <a:gd name="T31" fmla="*/ 74 h 190"/>
                              <a:gd name="T32" fmla="*/ 1517 w 1625"/>
                              <a:gd name="T33" fmla="*/ 74 h 190"/>
                              <a:gd name="T34" fmla="*/ 1486 w 1625"/>
                              <a:gd name="T35" fmla="*/ 61 h 190"/>
                              <a:gd name="T36" fmla="*/ 1391 w 1625"/>
                              <a:gd name="T37" fmla="*/ 30 h 190"/>
                              <a:gd name="T38" fmla="*/ 1277 w 1625"/>
                              <a:gd name="T39" fmla="*/ 7 h 190"/>
                              <a:gd name="T40" fmla="*/ 1150 w 1625"/>
                              <a:gd name="T41" fmla="*/ 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150" y="0"/>
                                </a:moveTo>
                                <a:lnTo>
                                  <a:pt x="1065" y="4"/>
                                </a:lnTo>
                                <a:lnTo>
                                  <a:pt x="994" y="13"/>
                                </a:lnTo>
                                <a:lnTo>
                                  <a:pt x="929" y="26"/>
                                </a:lnTo>
                                <a:lnTo>
                                  <a:pt x="790" y="61"/>
                                </a:lnTo>
                                <a:lnTo>
                                  <a:pt x="701" y="82"/>
                                </a:lnTo>
                                <a:lnTo>
                                  <a:pt x="588" y="104"/>
                                </a:lnTo>
                                <a:lnTo>
                                  <a:pt x="461" y="125"/>
                                </a:lnTo>
                                <a:lnTo>
                                  <a:pt x="363" y="141"/>
                                </a:lnTo>
                                <a:lnTo>
                                  <a:pt x="287" y="148"/>
                                </a:lnTo>
                                <a:lnTo>
                                  <a:pt x="776" y="148"/>
                                </a:lnTo>
                                <a:lnTo>
                                  <a:pt x="880" y="122"/>
                                </a:lnTo>
                                <a:lnTo>
                                  <a:pt x="952" y="105"/>
                                </a:lnTo>
                                <a:lnTo>
                                  <a:pt x="1028" y="91"/>
                                </a:lnTo>
                                <a:lnTo>
                                  <a:pt x="1111" y="80"/>
                                </a:lnTo>
                                <a:lnTo>
                                  <a:pt x="1199" y="74"/>
                                </a:lnTo>
                                <a:lnTo>
                                  <a:pt x="1517" y="74"/>
                                </a:lnTo>
                                <a:lnTo>
                                  <a:pt x="1486" y="61"/>
                                </a:lnTo>
                                <a:lnTo>
                                  <a:pt x="1391" y="30"/>
                                </a:lnTo>
                                <a:lnTo>
                                  <a:pt x="1277" y="7"/>
                                </a:lnTo>
                                <a:lnTo>
                                  <a:pt x="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517 w 1625"/>
                              <a:gd name="T1" fmla="*/ 74 h 190"/>
                              <a:gd name="T2" fmla="*/ 1199 w 1625"/>
                              <a:gd name="T3" fmla="*/ 74 h 190"/>
                              <a:gd name="T4" fmla="*/ 1296 w 1625"/>
                              <a:gd name="T5" fmla="*/ 74 h 190"/>
                              <a:gd name="T6" fmla="*/ 1404 w 1625"/>
                              <a:gd name="T7" fmla="*/ 79 h 190"/>
                              <a:gd name="T8" fmla="*/ 1474 w 1625"/>
                              <a:gd name="T9" fmla="*/ 86 h 190"/>
                              <a:gd name="T10" fmla="*/ 1537 w 1625"/>
                              <a:gd name="T11" fmla="*/ 100 h 190"/>
                              <a:gd name="T12" fmla="*/ 1624 w 1625"/>
                              <a:gd name="T13" fmla="*/ 126 h 190"/>
                              <a:gd name="T14" fmla="*/ 1608 w 1625"/>
                              <a:gd name="T15" fmla="*/ 116 h 190"/>
                              <a:gd name="T16" fmla="*/ 1560 w 1625"/>
                              <a:gd name="T17" fmla="*/ 92 h 190"/>
                              <a:gd name="T18" fmla="*/ 1517 w 1625"/>
                              <a:gd name="T19" fmla="*/ 74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517" y="74"/>
                                </a:moveTo>
                                <a:lnTo>
                                  <a:pt x="1199" y="74"/>
                                </a:lnTo>
                                <a:lnTo>
                                  <a:pt x="1296" y="74"/>
                                </a:lnTo>
                                <a:lnTo>
                                  <a:pt x="1404" y="79"/>
                                </a:lnTo>
                                <a:lnTo>
                                  <a:pt x="1474" y="86"/>
                                </a:lnTo>
                                <a:lnTo>
                                  <a:pt x="1537" y="100"/>
                                </a:lnTo>
                                <a:lnTo>
                                  <a:pt x="1624" y="126"/>
                                </a:lnTo>
                                <a:lnTo>
                                  <a:pt x="1608" y="116"/>
                                </a:lnTo>
                                <a:lnTo>
                                  <a:pt x="1560" y="92"/>
                                </a:lnTo>
                                <a:lnTo>
                                  <a:pt x="1517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6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12" y="2055"/>
                          <a:ext cx="5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7" name="Picture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0" y="1979"/>
                          <a:ext cx="5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3" y="2336"/>
                          <a:ext cx="2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9" name="Picture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23" y="2315"/>
                          <a:ext cx="500" cy="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0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58" y="2268"/>
                          <a:ext cx="56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367897A" id="Group 14" o:spid="_x0000_s1026" style="position:absolute;margin-left:29.55pt;margin-top:-5.4pt;width:114.95pt;height:128.9pt;z-index:-251656704;mso-position-horizontal-relative:page" coordorigin="591,-108" coordsize="2299,2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" o:allowincell="f">
              <v:group id="Group 15" o:spid="_x0000_s1027" style="position:absolute;left:1470;top:933;width:565;height:1055" coordorigin="1470,933" coordsize="565,1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Freeform 16" o:spid="_x0000_s1028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1Fa8EA&#10;AADbAAAADwAAAGRycy9kb3ducmV2LnhtbERP24rCMBB9F/yHMMK+aaqsItW0iLC6D4Lr5QOGZmyr&#10;zaTbRNv9eyMs+DaHc51l2plKPKhxpWUF41EEgjizuuRcwfn0NZyDcB5ZY2WZFPyRgzTp95YYa9vy&#10;gR5Hn4sQwi5GBYX3dSylywoy6Ea2Jg7cxTYGfYBNLnWDbQg3lZxE0UwaLDk0FFjTuqDsdrwbBb+8&#10;G0/tpq3qn/La7g+7y/ZTS6U+Bt1qAcJT59/if/e3DvNn8PolHC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tRWvBAAAA2wAAAA8AAAAAAAAAAAAAAAAAmAIAAGRycy9kb3du&#10;cmV2LnhtbFBLBQYAAAAABAAEAPUAAACGAwAAAAA=&#10;" path="m19,249l4,255r1,19l21,300r32,29l104,361r61,43l216,466r23,92l237,645r-6,106l224,860r-8,98l210,1028r-3,26l420,978,401,867,388,783r-6,-65l383,661r8,-56l405,539r21,-84l464,340r13,-27l136,313r-17,-4l49,262,19,249xe" fillcolor="#bbbdc0" stroked="f">
                  <v:path arrowok="t" o:connecttype="custom" o:connectlocs="19,249;4,255;5,274;21,300;53,329;104,361;165,404;216,466;239,558;237,645;231,751;224,860;216,958;210,1028;207,1054;420,978;401,867;388,783;382,718;383,661;391,605;405,539;426,455;464,340;477,313;136,313;119,309;49,262;19,249" o:connectangles="0,0,0,0,0,0,0,0,0,0,0,0,0,0,0,0,0,0,0,0,0,0,0,0,0,0,0,0,0"/>
                </v:shape>
                <v:shape id="Freeform 17" o:spid="_x0000_s1029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Hg8MEA&#10;AADbAAAADwAAAGRycy9kb3ducmV2LnhtbERP24rCMBB9F/yHMMK+aap4WbpGEWHVB0Gr+wFDM7Zd&#10;m0m3ydr690YQfJvDuc582ZpS3Kh2hWUFw0EEgji1uuBMwc/5u/8JwnlkjaVlUnAnB8tFtzPHWNuG&#10;E7qdfCZCCLsYFeTeV7GULs3JoBvYijhwF1sb9AHWmdQ1NiHclHIURVNpsODQkGNF65zS6+nfKPjj&#10;/XBiN01ZHYvf5pDsL9uxlkp99NrVFwhPrX+LX+6dDvNn8PwlHC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h4PDBAAAA2wAAAA8AAAAAAAAAAAAAAAAAmAIAAGRycy9kb3du&#10;cmV2LnhtbFBLBQYAAAAABAAEAPUAAACGAwAAAAA=&#10;" path="m18,104l8,109,,119r,19l14,169r33,41l89,254r35,38l136,313r341,l502,260r7,-11l373,249r-3,-3l169,246,144,227,46,126,18,104xe" fillcolor="#bbbdc0" stroked="f">
                  <v:path arrowok="t" o:connecttype="custom" o:connectlocs="18,104;8,109;0,119;0,138;14,169;47,210;89,254;124,292;136,313;477,313;502,260;509,249;373,249;370,246;169,246;144,227;46,126;18,104" o:connectangles="0,0,0,0,0,0,0,0,0,0,0,0,0,0,0,0,0,0"/>
                </v:shape>
                <v:shape id="Freeform 18" o:spid="_x0000_s1030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50gsQA&#10;AADbAAAADwAAAGRycy9kb3ducmV2LnhtbESPQWvCQBCF70L/wzKF3nSj2CKpmyAFtQehje0PGLJj&#10;kpqdTbOrSf995yB4m+G9ee+bdT66Vl2pD41nA/NZAoq49LbhysD313a6AhUissXWMxn4owB59jBZ&#10;Y2r9wAVdj7FSEsIhRQN1jF2qdShrchhmviMW7eR7h1HWvtK2x0HCXasXSfKiHTYsDTV29FZTeT5e&#10;nIFfPsyf/W5ou8/mZ/goDqf90mpjnh7HzSuoSGO8m2/X71bwBVZ+kQF0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+dILEAAAA2wAAAA8AAAAAAAAAAAAAAAAAmAIAAGRycy9k&#10;b3ducmV2LnhtbFBLBQYAAAAABAAEAPUAAACJAwAAAAA=&#10;" path="m533,130r-20,11l497,161r-18,29l449,221r-37,24l373,249r136,l535,207r23,-35l564,149,552,132r-19,-2xe" fillcolor="#bbbdc0" stroked="f">
                  <v:path arrowok="t" o:connecttype="custom" o:connectlocs="533,130;513,141;497,161;479,190;449,221;412,245;373,249;509,249;535,207;558,172;564,149;552,132;533,130" o:connectangles="0,0,0,0,0,0,0,0,0,0,0,0,0"/>
                </v:shape>
                <v:shape id="Freeform 19" o:spid="_x0000_s1031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RGcAA&#10;AADbAAAADwAAAGRycy9kb3ducmV2LnhtbERPzYrCMBC+C75DGGFvmioqbtcoIqx6ELS6DzA0Y9u1&#10;mXSbrK1vbwTB23x8vzNftqYUN6pdYVnBcBCBIE6tLjhT8HP+7s9AOI+ssbRMCu7kYLnoduYYa9tw&#10;QreTz0QIYRejgtz7KpbSpTkZdANbEQfuYmuDPsA6k7rGJoSbUo6iaCoNFhwacqxonVN6Pf0bBX+8&#10;H07spimrY/HbHJL9ZTvWUqmPXrv6AuGp9W/xy73TYf4nPH8J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LRGcAAAADbAAAADwAAAAAAAAAAAAAAAACYAgAAZHJzL2Rvd25y&#10;ZXYueG1sUEsFBgAAAAAEAAQA9QAAAIUDAAAAAA==&#10;" path="m103,22l87,25,79,37,92,74r65,138l169,246r201,l340,208r-1,-4l255,204r-26,-3l193,163,156,97,126,41,103,22xe" fillcolor="#bbbdc0" stroked="f">
                  <v:path arrowok="t" o:connecttype="custom" o:connectlocs="103,22;87,25;79,37;92,74;157,212;169,246;370,246;340,208;339,204;255,204;229,201;193,163;156,97;126,41;103,22" o:connectangles="0,0,0,0,0,0,0,0,0,0,0,0,0,0,0"/>
                </v:shape>
                <v:shape id="Freeform 20" o:spid="_x0000_s1032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yOcAA&#10;AADbAAAADwAAAGRycy9kb3ducmV2LnhtbERPzWrCQBC+C77DMoI33SRYKdFVRKh6CFStDzBkxySa&#10;nU2za5K+ffdQ6PHj+19vB1OLjlpXWVYQzyMQxLnVFRcKbl8fs3cQziNrrC2Tgh9ysN2MR2tMte35&#10;Qt3VFyKEsEtRQel9k0rp8pIMurltiAN3t61BH2BbSN1iH8JNLZMoWkqDFYeGEhval5Q/ry+j4Juz&#10;+M0e+ro5V4/+85LdjwstlZpOht0KhKfB/4v/3CetIAnrw5fw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SyOcAAAADbAAAADwAAAAAAAAAAAAAAAACYAgAAZHJzL2Rvd25y&#10;ZXYueG1sUEsFBgAAAAAEAAQA9QAAAIUDAAAAAA==&#10;" path="m272,l252,4r-6,37l250,98r9,65l255,204r84,l317,128,296,46,272,xe" fillcolor="#bbbdc0" stroked="f">
                  <v:path arrowok="t" o:connecttype="custom" o:connectlocs="272,0;252,4;246,41;250,98;259,163;255,204;339,204;317,128;296,46;272,0" o:connectangles="0,0,0,0,0,0,0,0,0,0"/>
                </v:shape>
              </v:group>
              <v:shape id="Freeform 21" o:spid="_x0000_s1033" style="position:absolute;left:1605;top:575;width:214;height:314;visibility:visible;mso-wrap-style:square;v-text-anchor:top" coordsize="2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XL8QA&#10;AADbAAAADwAAAGRycy9kb3ducmV2LnhtbESPzWrDMBCE74W+g9hCLyWRk0AIThRTCoZATs0f7W2x&#10;tpaptXIlOXHevgoEchxm5htmVQy2FWfyoXGsYDLOQBBXTjdcKzjsy9ECRIjIGlvHpOBKAYr189MK&#10;c+0u/EnnXaxFgnDIUYGJsculDJUhi2HsOuLk/ThvMSbpa6k9XhLctnKaZXNpseG0YLCjD0PV7663&#10;Ct5mVB+3/m/rzKH0fd98XU/fG6VeX4b3JYhIQ3yE7+2NVjCdwO1L+g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cVy/EAAAA2wAAAA8AAAAAAAAAAAAAAAAAmAIAAGRycy9k&#10;b3ducmV2LnhtbFBLBQYAAAAABAAEAPUAAACJAwAAAAA=&#10;" path="m44,l36,14,20,54,4,112,,183r5,57l18,273r32,20l111,313r61,-73l207,188r6,-42l190,106,134,60,44,xe" fillcolor="#008da8" stroked="f">
                <v:path arrowok="t" o:connecttype="custom" o:connectlocs="44,0;36,14;20,54;4,112;0,183;5,240;18,273;50,293;111,313;172,240;207,188;213,146;190,106;134,60;44,0" o:connectangles="0,0,0,0,0,0,0,0,0,0,0,0,0,0,0"/>
              </v:shape>
              <v:shape id="Freeform 22" o:spid="_x0000_s1034" style="position:absolute;left:1404;top:687;width:170;height:223;visibility:visible;mso-wrap-style:square;v-text-anchor:top" coordsize="170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NbMQA&#10;AADbAAAADwAAAGRycy9kb3ducmV2LnhtbESPQWvCQBSE7wX/w/KE3uqmQYpEVwmFgB5C2yh4fc0+&#10;s6HZtzG7mvTfdwuFHoeZ+YbZ7CbbiTsNvnWs4HmRgCCunW65UXA6Fk8rED4ga+wck4Jv8rDbzh42&#10;mGk38gfdq9CICGGfoQITQp9J6WtDFv3C9cTRu7jBYohyaKQecIxw28k0SV6kxZbjgsGeXg3VX9XN&#10;Kjh2Znm+UF5eb+Xb+2cxrg7O10o9zqd8DSLQFP7Df+29VpCm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jWzEAAAA2wAAAA8AAAAAAAAAAAAAAAAAmAIAAGRycy9k&#10;b3ducmV2LnhtbFBLBQYAAAAABAAEAPUAAACJAwAAAAA=&#10;" path="m6,l3,12,,46,1,94r11,54l29,190r17,22l74,221r50,1l158,144,169,92,151,59,99,31,6,xe" fillcolor="#008da8" stroked="f">
                <v:path arrowok="t" o:connecttype="custom" o:connectlocs="6,0;3,12;0,46;1,94;12,148;29,190;46,212;74,221;124,222;158,144;169,92;151,59;99,31;6,0" o:connectangles="0,0,0,0,0,0,0,0,0,0,0,0,0,0"/>
              </v:shape>
              <v:shape id="Freeform 23" o:spid="_x0000_s1035" style="position:absolute;left:1784;top:463;width:183;height:243;visibility:visible;mso-wrap-style:square;v-text-anchor:top" coordsize="183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b78UA&#10;AADbAAAADwAAAGRycy9kb3ducmV2LnhtbESP3WrCQBSE7wt9h+UIvSm6UYtIdCNFKFQsLfHn/pA9&#10;yUazZ2N2q/Htu4VCL4eZ+YZZrnrbiCt1vnasYDxKQBAXTtdcKTjs34ZzED4ga2wck4I7eVhljw9L&#10;TLW7cU7XXahEhLBPUYEJoU2l9IUhi37kWuLola6zGKLsKqk7vEW4beQkSWbSYs1xwWBLa0PFefdt&#10;FZQfF33efl1e7nm+OZ725pl5+6nU06B/XYAI1If/8F/7XSuYTOH3S/w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lvvxQAAANsAAAAPAAAAAAAAAAAAAAAAAJgCAABkcnMv&#10;ZG93bnJldi54bWxQSwUGAAAAAAQABAD1AAAAigMAAAAA&#10;" path="m120,l109,7,83,28,50,63,21,110,3,152,,179r14,26l48,242r80,-33l171,180r11,-37l164,87,120,xe" fillcolor="#008da8" stroked="f">
                <v:path arrowok="t" o:connecttype="custom" o:connectlocs="120,0;109,7;83,28;50,63;21,110;3,152;0,179;14,205;48,242;128,209;171,180;182,143;164,87;120,0" o:connectangles="0,0,0,0,0,0,0,0,0,0,0,0,0,0"/>
              </v:shape>
              <v:shape id="Freeform 24" o:spid="_x0000_s1036" style="position:absolute;left:1306;top:877;width:158;height:158;visibility:visible;mso-wrap-style:square;v-text-anchor:top" coordsize="15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CEK8UA&#10;AADbAAAADwAAAGRycy9kb3ducmV2LnhtbESPQWvCQBSE74X+h+UVvBTdKEUkukoqFaQUxKgHb4/s&#10;MxvMvo3ZVeO/dwuFHoeZ+YaZLTpbixu1vnKsYDhIQBAXTldcKtjvVv0JCB+QNdaOScGDPCzmry8z&#10;TLW785ZueShFhLBPUYEJoUml9IUhi37gGuLonVxrMUTZllK3eI9wW8tRkoylxYrjgsGGloaKc361&#10;Cpovlw2X4+P752aX/2wO2YXN5Vup3luXTUEE6sJ/+K+91gpGH/D7Jf4A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IQrxQAAANsAAAAPAAAAAAAAAAAAAAAAAJgCAABkcnMv&#10;ZG93bnJldi54bWxQSwUGAAAAAAQABAD1AAAAigMAAAAA&#10;" path="m,l1,10,6,38,19,75r23,40l66,144r19,13l110,156r40,-11l157,61,143,18,96,2,,xe" fillcolor="#008da8" stroked="f">
                <v:path arrowok="t" o:connecttype="custom" o:connectlocs="0,0;1,10;6,38;19,75;42,115;66,144;85,157;110,156;150,145;157,61;143,18;96,2;0,0" o:connectangles="0,0,0,0,0,0,0,0,0,0,0,0,0"/>
              </v:shape>
              <v:shape id="Freeform 25" o:spid="_x0000_s1037" style="position:absolute;left:1260;top:1070;width:200;height:151;visibility:visible;mso-wrap-style:square;v-text-anchor:top" coordsize="200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u6cIA&#10;AADbAAAADwAAAGRycy9kb3ducmV2LnhtbESPQWsCMRSE7wX/Q3iCt5pVUMpqlEUtKPTSbfX83Dyz&#10;wc3Lskl1/femUOhxmJlvmOW6d424UResZwWTcQaCuPLaslHw/fX++gYiRGSNjWdS8KAA69XgZYm5&#10;9nf+pFsZjUgQDjkqqGNscylDVZPDMPYtcfIuvnMYk+yM1B3eE9w1cpplc+nQclqosaVNTdW1/HEK&#10;jsjF9bT7KO3JbA/789ygPRRKjYZ9sQARqY//4b/2XiuYzuD3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367pwgAAANsAAAAPAAAAAAAAAAAAAAAAAJgCAABkcnMvZG93&#10;bnJldi54bWxQSwUGAAAAAAQABAD1AAAAhwMAAAAA&#10;" path="m136,l87,6,,47r5,9l23,78r28,28l89,131r35,16l147,150r21,-12l199,110,168,32,136,xe" fillcolor="#008da8" stroked="f">
                <v:path arrowok="t" o:connecttype="custom" o:connectlocs="136,0;87,6;0,47;5,56;23,78;51,106;89,131;124,147;147,150;168,138;199,110;168,32;136,0" o:connectangles="0,0,0,0,0,0,0,0,0,0,0,0,0"/>
              </v:shape>
              <v:shape id="Freeform 26" o:spid="_x0000_s1038" style="position:absolute;left:1303;top:1241;width:197;height:137;visibility:visible;mso-wrap-style:square;v-text-anchor:top" coordsize="1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h38MA&#10;AADbAAAADwAAAGRycy9kb3ducmV2LnhtbESPQWsCMRSE7wX/Q3iCt5pVUMpqXJaCVI+utuLtNXnd&#10;LN28bDdRt/++KRR6HGbmG2ZdDK4VN+pD41nBbJqBINbeNFwrOB23j08gQkQ22HomBd8UoNiMHtaY&#10;G3/nA92qWIsE4ZCjAhtjl0sZtCWHYeo74uR9+N5hTLKvpenxnuCulfMsW0qHDacFix09W9Kf1dUp&#10;KOXiVH3Zt/3loqvz0Xv9+vIelJqMh3IFItIQ/8N/7Z1RMF/C75f0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Kh38MAAADbAAAADwAAAAAAAAAAAAAAAACYAgAAZHJzL2Rv&#10;d25yZXYueG1sUEsFBgAAAAAEAAQA9QAAAIgDAAAAAA==&#10;" path="m79,l43,35,,121r10,4l37,131r39,5l122,132r37,-8l179,112,189,90r7,-41l123,6,79,xe" fillcolor="#008da8" stroked="f">
                <v:path arrowok="t" o:connecttype="custom" o:connectlocs="79,0;43,35;0,121;10,125;37,131;76,136;122,132;159,124;179,112;189,90;196,49;123,6;79,0" o:connectangles="0,0,0,0,0,0,0,0,0,0,0,0,0"/>
              </v:shape>
              <v:shape id="Freeform 27" o:spid="_x0000_s1039" style="position:absolute;left:1126;top:1183;width:200;height:137;visibility:visible;mso-wrap-style:square;v-text-anchor:top" coordsize="200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qS8QA&#10;AADbAAAADwAAAGRycy9kb3ducmV2LnhtbESPUWvCMBSF3wX/Q7jCXmSmynDSmYqIg+HDxtQfcNfc&#10;tlmbm5JkWv/9Mhj4eDjnfIez3gy2ExfywThWMJ9lIIhLpw3XCs6n18cViBCRNXaOScGNAmyK8WiN&#10;uXZX/qTLMdYiQTjkqKCJsc+lDGVDFsPM9cTJq5y3GJP0tdQerwluO7nIsqW0aDgtNNjTrqGyPf5Y&#10;Bf6jDYcTx6/vnX2X26mpzP6pUuphMmxfQEQa4j38337TChbP8Pcl/Q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qkvEAAAA2wAAAA8AAAAAAAAAAAAAAAAAmAIAAGRycy9k&#10;b3ducmV2LnhtbFBLBQYAAAAABAAEAPUAAACJAwAAAAA=&#10;" path="m85,l48,34,,117r10,4l36,129r39,7l121,134r37,-6l179,117,190,95r9,-40l129,8,85,xe" fillcolor="#008da8" stroked="f">
                <v:path arrowok="t" o:connecttype="custom" o:connectlocs="85,0;48,34;0,117;10,121;36,129;75,136;121,134;158,128;179,117;190,95;199,55;129,8;85,0" o:connectangles="0,0,0,0,0,0,0,0,0,0,0,0,0"/>
              </v:shape>
              <v:shape id="Freeform 28" o:spid="_x0000_s1040" style="position:absolute;left:1142;top:928;width:202;height:150;visibility:visible;mso-wrap-style:square;v-text-anchor:top" coordsize="20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aEsQA&#10;AADbAAAADwAAAGRycy9kb3ducmV2LnhtbERPTWvCQBC9C/6HZQq96SYe2hrdhGCrCB5KbSl4G7Nj&#10;EpqdDdk1if313UPB4+N9r7PRNKKnztWWFcTzCARxYXXNpYKvz+3sBYTzyBoby6TgRg6ydDpZY6Lt&#10;wB/UH30pQgi7BBVU3reJlK6oyKCb25Y4cBfbGfQBdqXUHQ4h3DRyEUVP0mDNoaHCljYVFT/Hq1Gw&#10;PJxP78Xv9+H5LfevY7y97a7LWqnHhzFfgfA0+rv4373XChZhbPg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TGhLEAAAA2wAAAA8AAAAAAAAAAAAAAAAAmAIAAGRycy9k&#10;b3ducmV2LnhtbFBLBQYAAAAABAAEAPUAAACJAwAAAAA=&#10;" path="m135,l85,8,,52r6,9l24,83r29,26l92,133r35,14l150,149r21,-12l201,108,167,31,135,xe" fillcolor="#008da8" stroked="f">
                <v:path arrowok="t" o:connecttype="custom" o:connectlocs="135,0;85,8;0,52;6,61;24,83;53,109;92,133;127,147;150,149;171,137;201,108;167,31;135,0" o:connectangles="0,0,0,0,0,0,0,0,0,0,0,0,0"/>
              </v:shape>
              <v:shape id="Freeform 29" o:spid="_x0000_s1041" style="position:absolute;left:1068;top:1063;width:173;height:119;visibility:visible;mso-wrap-style:square;v-text-anchor:top" coordsize="17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4ZMQA&#10;AADbAAAADwAAAGRycy9kb3ducmV2LnhtbESPQWvCQBSE7wX/w/IEL6VuEqTa6Cppoa3oqSr0+sw+&#10;k2D2bciuSfz33UKhx2FmvmFWm8HUoqPWVZYVxNMIBHFudcWFgtPx/WkBwnlkjbVlUnAnB5v16GGF&#10;qbY9f1F38IUIEHYpKii9b1IpXV6SQTe1DXHwLrY16INsC6lb7APc1DKJomdpsOKwUGJDbyXl18PN&#10;KNgvCp1lr5x9fuPjLN66+c59nJWajIdsCcLT4P/Df+2tVpC8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k+GTEAAAA2wAAAA8AAAAAAAAAAAAAAAAAmAIAAGRycy9k&#10;b3ducmV2LnhtbFBLBQYAAAAABAAEAPUAAACJAwAAAAA=&#10;" path="m93,l56,19,,74r7,6l26,92r30,14l93,115r31,3l142,114,156,99,172,68,126,16,93,xe" fillcolor="#008da8" stroked="f">
                <v:path arrowok="t" o:connecttype="custom" o:connectlocs="93,0;56,19;0,74;7,80;26,92;56,106;93,115;124,118;142,114;156,99;172,68;126,16;93,0" o:connectangles="0,0,0,0,0,0,0,0,0,0,0,0,0"/>
              </v:shape>
              <v:shape id="Freeform 30" o:spid="_x0000_s1042" style="position:absolute;left:1203;top:688;width:141;height:128;visibility:visible;mso-wrap-style:square;v-text-anchor:top" coordsize="14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c6MQA&#10;AADbAAAADwAAAGRycy9kb3ducmV2LnhtbERPz2vCMBS+D/Y/hDfYZWg6pyLVKEMYG0MRqx68PZpn&#10;W9a8lCSzrX+9OQx2/Ph+L1adqcWVnK8sK3gdJiCIc6srLhQcDx+DGQgfkDXWlklBTx5Wy8eHBaba&#10;trynaxYKEUPYp6igDKFJpfR5SQb90DbEkbtYZzBE6AqpHbYx3NRylCRTabDi2FBiQ+uS8p/s1ygY&#10;r4+j27l3L999uz19TnazZKO9Us9P3fscRKAu/Iv/3F9awVtcH7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2nOjEAAAA2wAAAA8AAAAAAAAAAAAAAAAAmAIAAGRycy9k&#10;b3ducmV2LnhtbFBLBQYAAAAABAAEAPUAAACJAwAAAAA=&#10;" path="m78,l,9r2,9l10,40,25,68,48,98r23,21l88,127r20,-3l140,110,135,41,119,7,78,xe" fillcolor="#008da8" stroked="f">
                <v:path arrowok="t" o:connecttype="custom" o:connectlocs="78,0;0,9;2,18;10,40;25,68;48,98;71,119;88,127;108,124;140,110;135,41;119,7;78,0" o:connectangles="0,0,0,0,0,0,0,0,0,0,0,0,0"/>
              </v:shape>
              <v:shape id="Freeform 31" o:spid="_x0000_s1043" style="position:absolute;left:1074;top:584;width:113;height:104;visibility:visible;mso-wrap-style:square;v-text-anchor:top" coordsize="11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fqR8UA&#10;AADbAAAADwAAAGRycy9kb3ducmV2LnhtbESPQWvCQBSE70L/w/IK3nSj0lKiq5RCQbQIxiJ6e2Sf&#10;m9Ds25hdTfTXd4VCj8PMfMPMFp2txJUaXzpWMBomIIhzp0s2Cr53n4M3ED4ga6wck4IbeVjMn3oz&#10;TLVreUvXLBgRIexTVFCEUKdS+rwgi37oauLonVxjMUTZGKkbbCPcVnKcJK/SYslxocCaPgrKf7KL&#10;VWAO6335tToe2myzfenOd7OT2CrVf+7epyACdeE//NdeagWTETy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F+pHxQAAANsAAAAPAAAAAAAAAAAAAAAAAJgCAABkcnMv&#10;ZG93bnJldi54bWxQSwUGAAAAAAQABAD1AAAAigMAAAAA&#10;" path="m63,l,7r1,7l8,32,20,55,39,79,57,96r14,7l87,100,112,89,109,33,96,5,63,xe" fillcolor="#008da8" stroked="f">
                <v:path arrowok="t" o:connecttype="custom" o:connectlocs="63,0;0,7;1,14;8,32;20,55;39,79;57,96;71,103;87,100;112,89;109,33;96,5;63,0" o:connectangles="0,0,0,0,0,0,0,0,0,0,0,0,0"/>
              </v:shape>
              <v:shape id="Freeform 32" o:spid="_x0000_s1044" style="position:absolute;left:1274;top:530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OF8MA&#10;AADbAAAADwAAAGRycy9kb3ducmV2LnhtbESP0WoCMRRE3wv9h3ALfavZVaqyGqWISn1pqfoBl811&#10;s3RzsybR3f69EYQ+DjNzhpkve9uIK/lQO1aQDzIQxKXTNVcKjofN2xREiMgaG8ek4I8CLBfPT3Ms&#10;tOv4h677WIkE4VCgAhNjW0gZSkMWw8C1xMk7OW8xJukrqT12CW4bOcyysbRYc1ow2NLKUPm7v1gF&#10;79vxav2VG1ONvrttnu0m9Tl6pV5f+o8ZiEh9/A8/2p9awWgI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FOF8MAAADbAAAADwAAAAAAAAAAAAAAAACYAgAAZHJzL2Rv&#10;d25yZXYueG1sUEsFBgAAAAAEAAQA9QAAAIgDAAAAAA==&#10;" path="m,l,9,2,32r8,31l26,97r17,26l58,135r20,2l112,130,124,62,116,25,78,9,,xe" fillcolor="#008da8" stroked="f">
                <v:path arrowok="t" o:connecttype="custom" o:connectlocs="0,0;0,9;2,32;10,63;26,97;43,123;58,135;78,137;112,130;124,62;116,25;78,9;0,0" o:connectangles="0,0,0,0,0,0,0,0,0,0,0,0,0"/>
              </v:shape>
              <v:shape id="Freeform 33" o:spid="_x0000_s1045" style="position:absolute;left:1291;top:346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rjMQA&#10;AADbAAAADwAAAGRycy9kb3ducmV2LnhtbESPUWvCMBSF3wf+h3CFvc20lunojCKisr1MdPsBl+ba&#10;FJubmkTb/ftlMNjj4ZzzHc5iNdhW3MmHxrGCfJKBIK6cbrhW8PW5e3oBESKyxtYxKfimAKvl6GGB&#10;pXY9H+l+irVIEA4lKjAxdqWUoTJkMUxcR5y8s/MWY5K+ltpjn+C2ldMsm0mLDacFgx1tDFWX080q&#10;eN7PNtuP3Ji6OPT7PHufN9folXocD+tXEJGG+B/+a79pBUUB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N64zEAAAA2wAAAA8AAAAAAAAAAAAAAAAAmAIAAGRycy9k&#10;b3ducmV2LnhtbFBLBQYAAAAABAAEAPUAAACJAwAAAAA=&#10;" path="m,l,8,2,32r8,31l26,98r17,25l58,135r20,2l112,130,124,62,116,25,78,9,,xe" fillcolor="#008da8" stroked="f">
                <v:path arrowok="t" o:connecttype="custom" o:connectlocs="0,0;0,8;2,32;10,63;26,98;43,123;58,135;78,137;112,130;124,62;116,25;78,9;0,0" o:connectangles="0,0,0,0,0,0,0,0,0,0,0,0,0"/>
              </v:shape>
              <v:shape id="Freeform 34" o:spid="_x0000_s1046" style="position:absolute;left:1678;top:141;width:125;height:164;visibility:visible;mso-wrap-style:square;v-text-anchor:top" coordsize="125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UhMMA&#10;AADbAAAADwAAAGRycy9kb3ducmV2LnhtbESPwWrDMBBE74H+g9hCLyGW7YQS3CghBNKG5lQnH7BY&#10;a8vUWhlLtd2/rwqFHoeZecPsDrPtxEiDbx0ryJIUBHHldMuNgvvtvNqC8AFZY+eYFHyTh8P+YbHD&#10;QruJP2gsQyMihH2BCkwIfSGlrwxZ9InriaNXu8FiiHJopB5winDbyTxNn6XFluOCwZ5OhqrP8ssq&#10;0Nn7srrmrXHh3OSvtuc6y9+Uenqcjy8gAs3hP/zXvmgF6w3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GUhMMAAADbAAAADwAAAAAAAAAAAAAAAACYAgAAZHJzL2Rv&#10;d25yZXYueG1sUEsFBgAAAAAEAAQA9QAAAIgDAAAAAA==&#10;" path="m86,l78,4,60,18,37,41,16,73,2,101,,120r9,18l31,163,96,138r28,-25l119,72,86,xe" fillcolor="#008da8" stroked="f">
                <v:path arrowok="t" o:connecttype="custom" o:connectlocs="86,0;78,4;60,18;37,41;16,73;2,101;0,120;9,138;31,163;96,138;124,113;119,72;86,0" o:connectangles="0,0,0,0,0,0,0,0,0,0,0,0,0"/>
              </v:shape>
              <v:shape id="Freeform 35" o:spid="_x0000_s1047" style="position:absolute;left:960;top:874;width:154;height:108;visibility:visible;mso-wrap-style:square;v-text-anchor:top" coordsize="154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ROcMA&#10;AADbAAAADwAAAGRycy9kb3ducmV2LnhtbESP0WrCQBRE3wv+w3ILfWs2jSg2dRURAoWiaPQDLrvX&#10;JJi9G7LbmP59VxB8HGbmDLNcj7YVA/W+cazgI0lBEGtnGq4UnE/F+wKED8gGW8ek4I88rFeTlyXm&#10;xt34SEMZKhEh7HNUUIfQ5VJ6XZNFn7iOOHoX11sMUfaVND3eIty2MkvTubTYcFyosaNtTfpa/loF&#10;7nM3Kw+2HPab87zQP1OriyxT6u113HyBCDSGZ/jR/jYKpjO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jROcMAAADbAAAADwAAAAAAAAAAAAAAAACYAgAAZHJzL2Rv&#10;d25yZXYueG1sUEsFBgAAAAAEAAQA9QAAAIgDAAAAAA==&#10;" path="m90,l56,13,,56r5,5l21,75,46,90r32,12l105,107r17,-1l136,94,153,69,118,18,90,xe" fillcolor="#008da8" stroked="f">
                <v:path arrowok="t" o:connecttype="custom" o:connectlocs="90,0;56,13;0,56;5,61;21,75;46,90;78,102;105,107;122,106;136,94;153,69;118,18;90,0" o:connectangles="0,0,0,0,0,0,0,0,0,0,0,0,0"/>
              </v:shape>
              <v:shape id="Freeform 36" o:spid="_x0000_s1048" style="position:absolute;left:2203;top:539;width:121;height:113;visibility:visible;mso-wrap-style:square;v-text-anchor:top" coordsize="121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5RcQA&#10;AADbAAAADwAAAGRycy9kb3ducmV2LnhtbESPT4vCMBTE7wt+h/AEb2viCrJUo4ji4rIeXP+Ax2fz&#10;bIvNS2mird/eCAt7HGbmN8xk1tpS3Kn2hWMNg74CQZw6U3Cm4bBfvX+C8AHZYOmYNDzIw2zaeZtg&#10;YlzDv3TfhUxECPsENeQhVImUPs3Jou+7ijh6F1dbDFHWmTQ1NhFuS/mh1EhaLDgu5FjRIqf0urtZ&#10;DevzcXjcLLfb089cWc6+VPN9Vlr3uu18DCJQG/7Df+210TAcwetL/AF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PuUXEAAAA2wAAAA8AAAAAAAAAAAAAAAAAmAIAAGRycy9k&#10;b3ducmV2LnhtbFBLBQYAAAAABAAEAPUAAACJAwAAAAA=&#10;" path="m120,r-8,l92,3,64,10,33,26,11,42,,55,,73r6,30l67,112r33,-8l114,70,120,xe" fillcolor="#008da8" stroked="f">
                <v:path arrowok="t" o:connecttype="custom" o:connectlocs="120,0;112,0;92,3;64,10;33,26;11,42;0,55;0,73;6,103;67,112;100,104;114,70;120,0" o:connectangles="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49" type="#_x0000_t75" style="position:absolute;left:2412;top:835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d663HAAAA2wAAAA8AAABkcnMvZG93bnJldi54bWxEj1trAjEUhN8L/odwhL7VrBeqbI1SClrp&#10;guKl9PV0c9xdujnZJlG3/fVNQfBxmJlvmOm8NbU4k/OVZQX9XgKCOLe64kLBYb94mIDwAVljbZkU&#10;/JCH+axzN8VU2wtv6bwLhYgQ9ikqKENoUil9XpJB37MNcfSO1hkMUbpCaoeXCDe1HCTJozRYcVwo&#10;saGXkvKv3ckoOC314nu0XX+8bV4HWfL7/plNMqfUfbd9fgIRqA238LW90gqGY/j/En+AnP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ud663HAAAA2wAAAA8AAAAAAAAAAAAA&#10;AAAAnwIAAGRycy9kb3ducmV2LnhtbFBLBQYAAAAABAAEAPcAAACTAwAAAAA=&#10;">
                <v:imagedata r:id="rId10" o:title=""/>
              </v:shape>
              <v:shape id="Picture 38" o:spid="_x0000_s1050" type="#_x0000_t75" style="position:absolute;left:592;top:-46;width:1880;height:1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aqU/BAAAA2wAAAA8AAABkcnMvZG93bnJldi54bWxET7tuwjAU3Sv1H6yL1KUCp9DyCHFQVakS&#10;Qxco7Bf74kTE12nshvD3eKjU8ei8i83gGtFTF2rPCl4mGQhi7U3NVsHh+3O8BBEissHGMym4UYBN&#10;+fhQYG78lXfU76MVKYRDjgqqGNtcyqArchgmviVO3Nl3DmOCnZWmw2sKd42cZtlcOqw5NVTY0kdF&#10;+rL/dQq+lquTni7sc/921IOzOH9t6x+lnkbD+xpEpCH+i//cW6NglsamL+kHyP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aqU/BAAAA2wAAAA8AAAAAAAAAAAAAAAAAnwIA&#10;AGRycy9kb3ducmV2LnhtbFBLBQYAAAAABAAEAPcAAACNAwAAAAA=&#10;">
                <v:imagedata r:id="rId11" o:title=""/>
              </v:shape>
              <v:shape id="Freeform 39" o:spid="_x0000_s1051" style="position:absolute;left:1101;top:787;width:141;height:128;visibility:visible;mso-wrap-style:square;v-text-anchor:top" coordsize="14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w1dccA&#10;AADbAAAADwAAAGRycy9kb3ducmV2LnhtbESPQWvCQBSE74X+h+UVeim6qVax0VWKIBZRRGsPvT2y&#10;zyQ0+zbsribx13cLhR6HmfmGmS1aU4krOV9aVvDcT0AQZ1aXnCs4fax6ExA+IGusLJOCjjws5vd3&#10;M0y1bfhA12PIRYSwT1FBEUKdSumzggz6vq2Jo3e2zmCI0uVSO2wi3FRykCRjabDkuFBgTcuCsu/j&#10;xSh4WZ4Gt6/OPW26Zve5Hu0nyVZ7pR4f2rcpiEBt+A//td+1guEr/H6JP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MNXXHAAAA2wAAAA8AAAAAAAAAAAAAAAAAmAIAAGRy&#10;cy9kb3ducmV2LnhtbFBLBQYAAAAABAAEAPUAAACMAwAAAAA=&#10;" path="m78,l,9r2,9l10,39,25,68,48,98r23,21l88,127r20,-3l140,110,135,41,119,7,78,xe" fillcolor="#008da8" stroked="f">
                <v:path arrowok="t" o:connecttype="custom" o:connectlocs="78,0;0,9;2,18;10,39;25,68;48,98;71,119;88,127;108,124;140,110;135,41;119,7;78,0" o:connectangles="0,0,0,0,0,0,0,0,0,0,0,0,0"/>
              </v:shape>
              <v:shape id="Picture 40" o:spid="_x0000_s1052" type="#_x0000_t75" style="position:absolute;left:1678;top:-108;width:14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cbfi/AAAA2wAAAA8AAABkcnMvZG93bnJldi54bWxET02LwjAQvS/4H8II3tZUEVeqUUQQ9LTo&#10;iuehGdtqMqlJqnV/vTks7PHxvherzhrxIB9qxwpGwwwEceF0zaWC08/2cwYiRGSNxjEpeFGA1bL3&#10;scBcuycf6HGMpUghHHJUUMXY5FKGoiKLYega4sRdnLcYE/Sl1B6fKdwaOc6yqbRYc2qosKFNRcXt&#10;2FoFmfz1k+9zU9Bdj9r2YK7ma39VatDv1nMQkbr4L/5z77SCSVqfvqQfIJd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XG34vwAAANsAAAAPAAAAAAAAAAAAAAAAAJ8CAABk&#10;cnMvZG93bnJldi54bWxQSwUGAAAAAAQABAD3AAAAiwMAAAAA&#10;">
                <v:imagedata r:id="rId12" o:title=""/>
              </v:shape>
              <v:shape id="Picture 41" o:spid="_x0000_s1053" type="#_x0000_t75" style="position:absolute;left:1843;top:-76;width:104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2jXFAAAA2wAAAA8AAABkcnMvZG93bnJldi54bWxEj0FrwkAUhO9C/8PyCr1I3SgiEl1FQpWW&#10;ejHNxdsj+0yC2bchu01if71bEDwOM/MNs94OphYdta6yrGA6iUAQ51ZXXCjIfvbvSxDOI2usLZOC&#10;GznYbl5Ga4y17flEXeoLESDsYlRQet/EUrq8JINuYhvi4F1sa9AH2RZSt9gHuKnlLIoW0mDFYaHE&#10;hpKS8mv6axQcv4dx8vXX7U/pOb0dkiy69OMPpd5eh90KhKfBP8OP9qdWMJ/C/5fwA+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jdo1xQAAANsAAAAPAAAAAAAAAAAAAAAA&#10;AJ8CAABkcnMvZG93bnJldi54bWxQSwUGAAAAAAQABAD3AAAAkQMAAAAA&#10;">
                <v:imagedata r:id="rId13" o:title=""/>
              </v:shape>
              <v:group id="Group 42" o:spid="_x0000_s1054" style="position:absolute;left:936;top:2135;width:1625;height:190" coordorigin="936,2135" coordsize="1625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<v:shape id="Freeform 43" o:spid="_x0000_s1055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ZO8QA&#10;AADbAAAADwAAAGRycy9kb3ducmV2LnhtbESPQWvCQBSE7wX/w/IEb3VjaqtEVxGL6KUHU/H8zD6T&#10;aPZt2F01/vtuodDjMDPfMPNlZxpxJ+drywpGwwQEcWF1zaWCw/fmdQrCB2SNjWVS8CQPy0XvZY6Z&#10;tg/e0z0PpYgQ9hkqqEJoMyl9UZFBP7QtcfTO1hkMUbpSaoePCDeNTJPkQxqsOS5U2NK6ouKa34yC&#10;yWZycp/H0eU5Tdc2f9+muy82Sg363WoGIlAX/sN/7Z1WMH6D3y/x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k2TvEAAAA2wAAAA8AAAAAAAAAAAAAAAAAmAIAAGRycy9k&#10;b3ducmV2LnhtbFBLBQYAAAAABAAEAPUAAACJAwAAAAA=&#10;" path="m,60r65,44l140,137r81,24l305,178r85,9l473,189r79,-2l623,180r61,-10l747,156r29,-8l287,148r-60,l174,140,124,123,68,96,,60xe" fillcolor="#008da8" stroked="f">
                  <v:path arrowok="t" o:connecttype="custom" o:connectlocs="0,60;65,104;140,137;221,161;305,178;390,187;473,189;552,187;623,180;684,170;747,156;776,148;287,148;227,148;174,140;124,123;68,96;0,60" o:connectangles="0,0,0,0,0,0,0,0,0,0,0,0,0,0,0,0,0,0"/>
                </v:shape>
                <v:shape id="Freeform 44" o:spid="_x0000_s1056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1BT8MA&#10;AADbAAAADwAAAGRycy9kb3ducmV2LnhtbESPQWvCQBSE7wX/w/IEb3Vj0CrRVYpF9NJD0+L5mX0m&#10;0ezbsLtq/PddQfA4zMw3zGLVmUZcyfnasoLRMAFBXFhdc6ng73fzPgPhA7LGxjIpuJOH1bL3tsBM&#10;2xv/0DUPpYgQ9hkqqEJoMyl9UZFBP7QtcfSO1hkMUbpSaoe3CDeNTJPkQxqsOS5U2NK6ouKcX4yC&#10;6WZ6cF/70ek+S9c2n2zT3TcbpQb97nMOIlAXXuFne6cVjMfw+B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1BT8MAAADbAAAADwAAAAAAAAAAAAAAAACYAgAAZHJzL2Rv&#10;d25yZXYueG1sUEsFBgAAAAAEAAQA9QAAAIgDAAAAAA==&#10;" path="m1150,r-85,4l994,13,929,26,790,61,701,82,588,104,461,125r-98,16l287,148r489,l880,122r72,-17l1028,91r83,-11l1199,74r318,l1486,61,1391,30,1277,7,1150,xe" fillcolor="#008da8" stroked="f">
                  <v:path arrowok="t" o:connecttype="custom" o:connectlocs="1150,0;1065,4;994,13;929,26;790,61;701,82;588,104;461,125;363,141;287,148;776,148;880,122;952,105;1028,91;1111,80;1199,74;1517,74;1486,61;1391,30;1277,7;1150,0" o:connectangles="0,0,0,0,0,0,0,0,0,0,0,0,0,0,0,0,0,0,0,0,0"/>
                </v:shape>
                <v:shape id="Freeform 45" o:spid="_x0000_s1057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k1MMA&#10;AADbAAAADwAAAGRycy9kb3ducmV2LnhtbESPQWvCQBSE7wX/w/IEb3Vj0CrRVYpF9OKhafH8zD6T&#10;aPZt2F01/nu3UPA4zMw3zGLVmUbcyPnasoLRMAFBXFhdc6ng92fzPgPhA7LGxjIpeJCH1bL3tsBM&#10;2zt/0y0PpYgQ9hkqqEJoMyl9UZFBP7QtcfRO1hkMUbpSaof3CDeNTJPkQxqsOS5U2NK6ouKSX42C&#10;6WZ6dF+H0fkxS9c2n2zT3Z6NUoN+9zkHEagLr/B/e6cVjCfw9yX+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Hk1MMAAADbAAAADwAAAAAAAAAAAAAAAACYAgAAZHJzL2Rv&#10;d25yZXYueG1sUEsFBgAAAAAEAAQA9QAAAIgDAAAAAA==&#10;" path="m1517,74r-318,l1296,74r108,5l1474,86r63,14l1624,126r-16,-10l1560,92,1517,74xe" fillcolor="#008da8" stroked="f">
                  <v:path arrowok="t" o:connecttype="custom" o:connectlocs="1517,74;1199,74;1296,74;1404,79;1474,86;1537,100;1624,126;1608,116;1560,92;1517,74" o:connectangles="0,0,0,0,0,0,0,0,0,0"/>
                </v:shape>
              </v:group>
              <v:shape id="Picture 46" o:spid="_x0000_s1058" type="#_x0000_t75" style="position:absolute;left:1212;top:2055;width:54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LCVvGAAAA2wAAAA8AAABkcnMvZG93bnJldi54bWxEj09rwkAUxO+FfoflFXopulHaUKIbKYVA&#10;W71oRa+P7DN/zL6N2Y2m394VCh6HmfkNM18MphFn6lxlWcFkHIEgzq2uuFCw/c1G7yCcR9bYWCYF&#10;f+RgkT4+zDHR9sJrOm98IQKEXYIKSu/bREqXl2TQjW1LHLyD7Qz6ILtC6g4vAW4aOY2iWBqsOCyU&#10;2NJnSflx0xsFXG/jvs3jl+/96jRd7n6yt7rPlHp+Gj5mIDwN/h7+b39pBa8x3L6EHyDT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YsJW8YAAADbAAAADwAAAAAAAAAAAAAA&#10;AACfAgAAZHJzL2Rvd25yZXYueG1sUEsFBgAAAAAEAAQA9wAAAJIDAAAAAA==&#10;">
                <v:imagedata r:id="rId14" o:title=""/>
              </v:shape>
              <v:shape id="Picture 47" o:spid="_x0000_s1059" type="#_x0000_t75" style="position:absolute;left:1790;top:1979;width:54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daf/CAAAA2wAAAA8AAABkcnMvZG93bnJldi54bWxEj9GKwjAURN8X/IdwBd/WVNFVqlFEFFbw&#10;ZdUPuDTXptjclCS29e/NwsI+DjNzhllve1uLlnyoHCuYjDMQxIXTFZcKbtfj5xJEiMgaa8ek4EUB&#10;tpvBxxpz7Tr+ofYSS5EgHHJUYGJscilDYchiGLuGOHl35y3GJH0ptccuwW0tp1n2JS1WnBYMNrQ3&#10;VDwuT6vg+Dj79qSXZ3s4mOI+7Xa3ue+UGg373QpEpD7+h//a31rBbAG/X9IPkJ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XWn/wgAAANsAAAAPAAAAAAAAAAAAAAAAAJ8C&#10;AABkcnMvZG93bnJldi54bWxQSwUGAAAAAAQABAD3AAAAjgMAAAAA&#10;">
                <v:imagedata r:id="rId15" o:title=""/>
              </v:shape>
              <v:shape id="Picture 48" o:spid="_x0000_s1060" type="#_x0000_t75" style="position:absolute;left:1043;top:2336;width:24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Ao3DAAAAA2wAAAA8AAABkcnMvZG93bnJldi54bWxET8uKwjAU3QvzD+EK7jTVERk6jSKDwkBX&#10;PhYzu0tzbUuTm9rEWv/eLASXh/PONoM1oqfO144VzGcJCOLC6ZpLBefTfvoFwgdkjcYxKXiQh836&#10;Y5Rhqt2dD9QfQyliCPsUFVQhtKmUvqjIop+5ljhyF9dZDBF2pdQd3mO4NXKRJCtpsebYUGFLPxUV&#10;zfFmFfSFb655nf8Ze7ju9v8785lf5kpNxsP2G0SgIbzFL/evVrCMY+OX+APk+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4CjcMAAAADbAAAADwAAAAAAAAAAAAAAAACfAgAA&#10;ZHJzL2Rvd25yZXYueG1sUEsFBgAAAAAEAAQA9wAAAIwDAAAAAA==&#10;">
                <v:imagedata r:id="rId16" o:title=""/>
              </v:shape>
              <v:shape id="Picture 49" o:spid="_x0000_s1061" type="#_x0000_t75" style="position:absolute;left:1323;top:2315;width:5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ovEPDAAAA2wAAAA8AAABkcnMvZG93bnJldi54bWxEj0FrwkAUhO8F/8PyBG91Y5HSRlcRoeBF&#10;xNRLb4/sMxvNvo3Zp8b++m6h0OMwM98w82XvG3WjLtaBDUzGGSjiMtiaKwOHz4/nN1BRkC02gcnA&#10;gyIsF4OnOeY23HlPt0IqlSAcczTgRNpc61g68hjHoSVO3jF0HiXJrtK2w3uC+0a/ZNmr9lhzWnDY&#10;0tpReS6u3sDX5fBd7GnXykpOJ2pc2F77YMxo2K9moIR6+Q//tTfWwPQdfr+kH6A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+i8Q8MAAADbAAAADwAAAAAAAAAAAAAAAACf&#10;AgAAZHJzL2Rvd25yZXYueG1sUEsFBgAAAAAEAAQA9wAAAI8DAAAAAA==&#10;">
                <v:imagedata r:id="rId17" o:title=""/>
              </v:shape>
              <v:shape id="Picture 50" o:spid="_x0000_s1062" type="#_x0000_t75" style="position:absolute;left:1858;top:2268;width:56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Q+a3BAAAA2wAAAA8AAABkcnMvZG93bnJldi54bWxET89rwjAUvg/8H8ITdtNUxamdUVQo6A66&#10;qbs/mmdTbF5Kk2n9781B2PHj+z1ftrYSN2p86VjBoJ+AIM6dLrlQcD5lvSkIH5A1Vo5JwYM8LBed&#10;tzmm2t35h27HUIgYwj5FBSaEOpXS54Ys+r6riSN3cY3FEGFTSN3gPYbbSg6T5ENaLDk2GKxpYyi/&#10;Hv+sgsOX/97/mmy9o9l0NWkfo+xcjJR677arTxCB2vAvfrm3WsE4ro9f4g+Qi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IQ+a3BAAAA2wAAAA8AAAAAAAAAAAAAAAAAnwIA&#10;AGRycy9kb3ducmV2LnhtbFBLBQYAAAAABAAEAPcAAACNAwAAAAA=&#10;">
                <v:imagedata r:id="rId18" o:title=""/>
              </v:shape>
              <w10:wrap anchorx="page"/>
            </v:group>
          </w:pict>
        </mc:Fallback>
      </mc:AlternateConten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Spring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Farm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Public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School</w:t>
    </w:r>
  </w:p>
  <w:p w:rsidR="00841B48" w:rsidRPr="00044D92" w:rsidRDefault="00841B48" w:rsidP="00841B48">
    <w:pPr>
      <w:pStyle w:val="BodyText"/>
      <w:kinsoku w:val="0"/>
      <w:overflowPunct w:val="0"/>
      <w:spacing w:before="81"/>
      <w:ind w:right="927"/>
      <w:jc w:val="center"/>
    </w:pPr>
    <w:r w:rsidRPr="00044D92">
      <w:t>Barley Road, Spring Farm, NSW</w:t>
    </w:r>
    <w:r w:rsidRPr="00044D92">
      <w:rPr>
        <w:spacing w:val="-13"/>
      </w:rPr>
      <w:t xml:space="preserve"> </w:t>
    </w:r>
    <w:r w:rsidRPr="00044D92">
      <w:t>2570</w:t>
    </w:r>
  </w:p>
  <w:p w:rsidR="00841B48" w:rsidRPr="00044D92" w:rsidRDefault="00841B48" w:rsidP="00841B48">
    <w:pPr>
      <w:pStyle w:val="BodyText"/>
      <w:kinsoku w:val="0"/>
      <w:overflowPunct w:val="0"/>
      <w:ind w:right="927"/>
      <w:jc w:val="center"/>
    </w:pPr>
    <w:r w:rsidRPr="00044D92">
      <w:t xml:space="preserve">Phone • (02) </w:t>
    </w:r>
    <w:r w:rsidR="009E5C52">
      <w:t>4658 3057</w:t>
    </w:r>
    <w:r w:rsidRPr="00044D92">
      <w:t xml:space="preserve">   (02) </w:t>
    </w:r>
    <w:r w:rsidR="009E5C52">
      <w:t>4658 1714</w:t>
    </w:r>
  </w:p>
  <w:p w:rsidR="00841B48" w:rsidRPr="00044D92" w:rsidRDefault="00841B48" w:rsidP="00841B48">
    <w:pPr>
      <w:pStyle w:val="BodyText"/>
      <w:kinsoku w:val="0"/>
      <w:overflowPunct w:val="0"/>
      <w:ind w:right="927"/>
      <w:jc w:val="center"/>
    </w:pPr>
    <w:r w:rsidRPr="00044D92">
      <w:t>PO Box 921 Narellan NSW 2567</w:t>
    </w:r>
  </w:p>
  <w:p w:rsidR="00841B48" w:rsidRDefault="00841B48" w:rsidP="00841B48">
    <w:pPr>
      <w:pStyle w:val="BodyText"/>
      <w:kinsoku w:val="0"/>
      <w:overflowPunct w:val="0"/>
      <w:spacing w:line="249" w:lineRule="auto"/>
      <w:ind w:left="4906" w:right="2050"/>
      <w:jc w:val="center"/>
    </w:pPr>
    <w:r w:rsidRPr="00044D92">
      <w:t>Email</w:t>
    </w:r>
    <w:r w:rsidRPr="00044D92">
      <w:rPr>
        <w:spacing w:val="-6"/>
      </w:rPr>
      <w:t xml:space="preserve"> </w:t>
    </w:r>
    <w:r w:rsidRPr="00044D92">
      <w:t>•</w:t>
    </w:r>
    <w:r w:rsidRPr="00044D92">
      <w:rPr>
        <w:spacing w:val="-6"/>
      </w:rPr>
      <w:t xml:space="preserve"> </w:t>
    </w:r>
    <w:hyperlink r:id="rId19" w:history="1">
      <w:r w:rsidRPr="00044D92">
        <w:t>springfarm-p.school@det.nsw.edu.au</w:t>
      </w:r>
    </w:hyperlink>
  </w:p>
  <w:p w:rsidR="00841B48" w:rsidRPr="00D15AB3" w:rsidRDefault="004D1E90" w:rsidP="00D15AB3">
    <w:pPr>
      <w:pStyle w:val="BodyText"/>
      <w:kinsoku w:val="0"/>
      <w:overflowPunct w:val="0"/>
      <w:spacing w:line="249" w:lineRule="auto"/>
      <w:ind w:left="3402" w:right="35"/>
      <w:rPr>
        <w:sz w:val="18"/>
      </w:rPr>
    </w:pPr>
    <w:hyperlink r:id="rId20" w:history="1">
      <w:r w:rsidR="00841B48" w:rsidRPr="00D15AB3">
        <w:rPr>
          <w:sz w:val="18"/>
        </w:rPr>
        <w:t>www.springfarm-p.schools.nsw.edu.au</w:t>
      </w:r>
    </w:hyperlink>
    <w:r w:rsidR="00D15AB3" w:rsidRPr="00D15AB3">
      <w:rPr>
        <w:sz w:val="18"/>
      </w:rPr>
      <w:t xml:space="preserve">   </w:t>
    </w:r>
    <w:r w:rsidR="00D15AB3">
      <w:rPr>
        <w:sz w:val="18"/>
      </w:rPr>
      <w:t xml:space="preserve">     </w:t>
    </w:r>
    <w:r w:rsidR="00D15AB3" w:rsidRPr="00D15AB3">
      <w:rPr>
        <w:sz w:val="18"/>
      </w:rPr>
      <w:t>www.facebook.com/SpringFarmPublicSchool</w:t>
    </w:r>
  </w:p>
  <w:p w:rsidR="00841B48" w:rsidRPr="00D15AB3" w:rsidRDefault="00841B48" w:rsidP="00841B48">
    <w:pPr>
      <w:pStyle w:val="BodyText"/>
      <w:kinsoku w:val="0"/>
      <w:overflowPunct w:val="0"/>
      <w:spacing w:before="6"/>
      <w:ind w:left="0"/>
      <w:rPr>
        <w:sz w:val="5"/>
        <w:szCs w:val="7"/>
      </w:rPr>
    </w:pPr>
  </w:p>
  <w:p w:rsidR="00841B48" w:rsidRDefault="00841B48" w:rsidP="00841B48">
    <w:pPr>
      <w:pStyle w:val="BodyText"/>
      <w:kinsoku w:val="0"/>
      <w:overflowPunct w:val="0"/>
      <w:spacing w:before="0"/>
      <w:ind w:left="2706"/>
    </w:pPr>
    <w:r>
      <w:rPr>
        <w:noProof/>
      </w:rPr>
      <mc:AlternateContent>
        <mc:Choice Requires="wpg">
          <w:drawing>
            <wp:inline distT="0" distB="0" distL="0" distR="0" wp14:anchorId="2D93F4A4" wp14:editId="201CF1BA">
              <wp:extent cx="5159375" cy="527050"/>
              <wp:effectExtent l="0" t="0" r="3175" b="635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59375" cy="527050"/>
                        <a:chOff x="0" y="0"/>
                        <a:chExt cx="8125" cy="830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10" y="0"/>
                          <a:ext cx="8115" cy="830"/>
                          <a:chOff x="10" y="0"/>
                          <a:chExt cx="8115" cy="83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7161 w 8115"/>
                              <a:gd name="T1" fmla="*/ 170 h 830"/>
                              <a:gd name="T2" fmla="*/ 4958 w 8115"/>
                              <a:gd name="T3" fmla="*/ 170 h 830"/>
                              <a:gd name="T4" fmla="*/ 5108 w 8115"/>
                              <a:gd name="T5" fmla="*/ 171 h 830"/>
                              <a:gd name="T6" fmla="*/ 5259 w 8115"/>
                              <a:gd name="T7" fmla="*/ 175 h 830"/>
                              <a:gd name="T8" fmla="*/ 5412 w 8115"/>
                              <a:gd name="T9" fmla="*/ 182 h 830"/>
                              <a:gd name="T10" fmla="*/ 5567 w 8115"/>
                              <a:gd name="T11" fmla="*/ 193 h 830"/>
                              <a:gd name="T12" fmla="*/ 5645 w 8115"/>
                              <a:gd name="T13" fmla="*/ 199 h 830"/>
                              <a:gd name="T14" fmla="*/ 5723 w 8115"/>
                              <a:gd name="T15" fmla="*/ 206 h 830"/>
                              <a:gd name="T16" fmla="*/ 5802 w 8115"/>
                              <a:gd name="T17" fmla="*/ 214 h 830"/>
                              <a:gd name="T18" fmla="*/ 5881 w 8115"/>
                              <a:gd name="T19" fmla="*/ 223 h 830"/>
                              <a:gd name="T20" fmla="*/ 5961 w 8115"/>
                              <a:gd name="T21" fmla="*/ 233 h 830"/>
                              <a:gd name="T22" fmla="*/ 6041 w 8115"/>
                              <a:gd name="T23" fmla="*/ 243 h 830"/>
                              <a:gd name="T24" fmla="*/ 6121 w 8115"/>
                              <a:gd name="T25" fmla="*/ 255 h 830"/>
                              <a:gd name="T26" fmla="*/ 6202 w 8115"/>
                              <a:gd name="T27" fmla="*/ 268 h 830"/>
                              <a:gd name="T28" fmla="*/ 6284 w 8115"/>
                              <a:gd name="T29" fmla="*/ 281 h 830"/>
                              <a:gd name="T30" fmla="*/ 6366 w 8115"/>
                              <a:gd name="T31" fmla="*/ 296 h 830"/>
                              <a:gd name="T32" fmla="*/ 6448 w 8115"/>
                              <a:gd name="T33" fmla="*/ 311 h 830"/>
                              <a:gd name="T34" fmla="*/ 6531 w 8115"/>
                              <a:gd name="T35" fmla="*/ 328 h 830"/>
                              <a:gd name="T36" fmla="*/ 6614 w 8115"/>
                              <a:gd name="T37" fmla="*/ 346 h 830"/>
                              <a:gd name="T38" fmla="*/ 6698 w 8115"/>
                              <a:gd name="T39" fmla="*/ 365 h 830"/>
                              <a:gd name="T40" fmla="*/ 6783 w 8115"/>
                              <a:gd name="T41" fmla="*/ 384 h 830"/>
                              <a:gd name="T42" fmla="*/ 6868 w 8115"/>
                              <a:gd name="T43" fmla="*/ 406 h 830"/>
                              <a:gd name="T44" fmla="*/ 6953 w 8115"/>
                              <a:gd name="T45" fmla="*/ 428 h 830"/>
                              <a:gd name="T46" fmla="*/ 7039 w 8115"/>
                              <a:gd name="T47" fmla="*/ 451 h 830"/>
                              <a:gd name="T48" fmla="*/ 7125 w 8115"/>
                              <a:gd name="T49" fmla="*/ 476 h 830"/>
                              <a:gd name="T50" fmla="*/ 7212 w 8115"/>
                              <a:gd name="T51" fmla="*/ 501 h 830"/>
                              <a:gd name="T52" fmla="*/ 7300 w 8115"/>
                              <a:gd name="T53" fmla="*/ 528 h 830"/>
                              <a:gd name="T54" fmla="*/ 7388 w 8115"/>
                              <a:gd name="T55" fmla="*/ 556 h 830"/>
                              <a:gd name="T56" fmla="*/ 7477 w 8115"/>
                              <a:gd name="T57" fmla="*/ 586 h 830"/>
                              <a:gd name="T58" fmla="*/ 7566 w 8115"/>
                              <a:gd name="T59" fmla="*/ 617 h 830"/>
                              <a:gd name="T60" fmla="*/ 7656 w 8115"/>
                              <a:gd name="T61" fmla="*/ 649 h 830"/>
                              <a:gd name="T62" fmla="*/ 7746 w 8115"/>
                              <a:gd name="T63" fmla="*/ 682 h 830"/>
                              <a:gd name="T64" fmla="*/ 7837 w 8115"/>
                              <a:gd name="T65" fmla="*/ 717 h 830"/>
                              <a:gd name="T66" fmla="*/ 7929 w 8115"/>
                              <a:gd name="T67" fmla="*/ 753 h 830"/>
                              <a:gd name="T68" fmla="*/ 8021 w 8115"/>
                              <a:gd name="T69" fmla="*/ 790 h 830"/>
                              <a:gd name="T70" fmla="*/ 8114 w 8115"/>
                              <a:gd name="T71" fmla="*/ 829 h 830"/>
                              <a:gd name="T72" fmla="*/ 8114 w 8115"/>
                              <a:gd name="T73" fmla="*/ 464 h 830"/>
                              <a:gd name="T74" fmla="*/ 8033 w 8115"/>
                              <a:gd name="T75" fmla="*/ 432 h 830"/>
                              <a:gd name="T76" fmla="*/ 7952 w 8115"/>
                              <a:gd name="T77" fmla="*/ 402 h 830"/>
                              <a:gd name="T78" fmla="*/ 7871 w 8115"/>
                              <a:gd name="T79" fmla="*/ 373 h 830"/>
                              <a:gd name="T80" fmla="*/ 7790 w 8115"/>
                              <a:gd name="T81" fmla="*/ 345 h 830"/>
                              <a:gd name="T82" fmla="*/ 7709 w 8115"/>
                              <a:gd name="T83" fmla="*/ 318 h 830"/>
                              <a:gd name="T84" fmla="*/ 7628 w 8115"/>
                              <a:gd name="T85" fmla="*/ 293 h 830"/>
                              <a:gd name="T86" fmla="*/ 7547 w 8115"/>
                              <a:gd name="T87" fmla="*/ 269 h 830"/>
                              <a:gd name="T88" fmla="*/ 7466 w 8115"/>
                              <a:gd name="T89" fmla="*/ 246 h 830"/>
                              <a:gd name="T90" fmla="*/ 7385 w 8115"/>
                              <a:gd name="T91" fmla="*/ 224 h 830"/>
                              <a:gd name="T92" fmla="*/ 7304 w 8115"/>
                              <a:gd name="T93" fmla="*/ 204 h 830"/>
                              <a:gd name="T94" fmla="*/ 7223 w 8115"/>
                              <a:gd name="T95" fmla="*/ 184 h 830"/>
                              <a:gd name="T96" fmla="*/ 7161 w 8115"/>
                              <a:gd name="T97" fmla="*/ 17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7161" y="170"/>
                                </a:moveTo>
                                <a:lnTo>
                                  <a:pt x="4958" y="170"/>
                                </a:lnTo>
                                <a:lnTo>
                                  <a:pt x="5108" y="171"/>
                                </a:lnTo>
                                <a:lnTo>
                                  <a:pt x="5259" y="175"/>
                                </a:lnTo>
                                <a:lnTo>
                                  <a:pt x="5412" y="182"/>
                                </a:lnTo>
                                <a:lnTo>
                                  <a:pt x="5567" y="193"/>
                                </a:lnTo>
                                <a:lnTo>
                                  <a:pt x="5645" y="199"/>
                                </a:lnTo>
                                <a:lnTo>
                                  <a:pt x="5723" y="206"/>
                                </a:lnTo>
                                <a:lnTo>
                                  <a:pt x="5802" y="214"/>
                                </a:lnTo>
                                <a:lnTo>
                                  <a:pt x="5881" y="223"/>
                                </a:lnTo>
                                <a:lnTo>
                                  <a:pt x="5961" y="233"/>
                                </a:lnTo>
                                <a:lnTo>
                                  <a:pt x="6041" y="243"/>
                                </a:lnTo>
                                <a:lnTo>
                                  <a:pt x="6121" y="255"/>
                                </a:lnTo>
                                <a:lnTo>
                                  <a:pt x="6202" y="268"/>
                                </a:lnTo>
                                <a:lnTo>
                                  <a:pt x="6284" y="281"/>
                                </a:lnTo>
                                <a:lnTo>
                                  <a:pt x="6366" y="296"/>
                                </a:lnTo>
                                <a:lnTo>
                                  <a:pt x="6448" y="311"/>
                                </a:lnTo>
                                <a:lnTo>
                                  <a:pt x="6531" y="328"/>
                                </a:lnTo>
                                <a:lnTo>
                                  <a:pt x="6614" y="346"/>
                                </a:lnTo>
                                <a:lnTo>
                                  <a:pt x="6698" y="365"/>
                                </a:lnTo>
                                <a:lnTo>
                                  <a:pt x="6783" y="384"/>
                                </a:lnTo>
                                <a:lnTo>
                                  <a:pt x="6868" y="406"/>
                                </a:lnTo>
                                <a:lnTo>
                                  <a:pt x="6953" y="428"/>
                                </a:lnTo>
                                <a:lnTo>
                                  <a:pt x="7039" y="451"/>
                                </a:lnTo>
                                <a:lnTo>
                                  <a:pt x="7125" y="476"/>
                                </a:lnTo>
                                <a:lnTo>
                                  <a:pt x="7212" y="501"/>
                                </a:lnTo>
                                <a:lnTo>
                                  <a:pt x="7300" y="528"/>
                                </a:lnTo>
                                <a:lnTo>
                                  <a:pt x="7388" y="556"/>
                                </a:lnTo>
                                <a:lnTo>
                                  <a:pt x="7477" y="586"/>
                                </a:lnTo>
                                <a:lnTo>
                                  <a:pt x="7566" y="617"/>
                                </a:lnTo>
                                <a:lnTo>
                                  <a:pt x="7656" y="649"/>
                                </a:lnTo>
                                <a:lnTo>
                                  <a:pt x="7746" y="682"/>
                                </a:lnTo>
                                <a:lnTo>
                                  <a:pt x="7837" y="717"/>
                                </a:lnTo>
                                <a:lnTo>
                                  <a:pt x="7929" y="753"/>
                                </a:lnTo>
                                <a:lnTo>
                                  <a:pt x="8021" y="790"/>
                                </a:lnTo>
                                <a:lnTo>
                                  <a:pt x="8114" y="829"/>
                                </a:lnTo>
                                <a:lnTo>
                                  <a:pt x="8114" y="464"/>
                                </a:lnTo>
                                <a:lnTo>
                                  <a:pt x="8033" y="432"/>
                                </a:lnTo>
                                <a:lnTo>
                                  <a:pt x="7952" y="402"/>
                                </a:lnTo>
                                <a:lnTo>
                                  <a:pt x="7871" y="373"/>
                                </a:lnTo>
                                <a:lnTo>
                                  <a:pt x="7790" y="345"/>
                                </a:lnTo>
                                <a:lnTo>
                                  <a:pt x="7709" y="318"/>
                                </a:lnTo>
                                <a:lnTo>
                                  <a:pt x="7628" y="293"/>
                                </a:lnTo>
                                <a:lnTo>
                                  <a:pt x="7547" y="269"/>
                                </a:lnTo>
                                <a:lnTo>
                                  <a:pt x="7466" y="246"/>
                                </a:lnTo>
                                <a:lnTo>
                                  <a:pt x="7385" y="224"/>
                                </a:lnTo>
                                <a:lnTo>
                                  <a:pt x="7304" y="204"/>
                                </a:lnTo>
                                <a:lnTo>
                                  <a:pt x="7223" y="184"/>
                                </a:lnTo>
                                <a:lnTo>
                                  <a:pt x="7161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0 w 8115"/>
                              <a:gd name="T1" fmla="*/ 605 h 830"/>
                              <a:gd name="T2" fmla="*/ 67 w 8115"/>
                              <a:gd name="T3" fmla="*/ 611 h 830"/>
                              <a:gd name="T4" fmla="*/ 134 w 8115"/>
                              <a:gd name="T5" fmla="*/ 615 h 830"/>
                              <a:gd name="T6" fmla="*/ 201 w 8115"/>
                              <a:gd name="T7" fmla="*/ 620 h 830"/>
                              <a:gd name="T8" fmla="*/ 268 w 8115"/>
                              <a:gd name="T9" fmla="*/ 623 h 830"/>
                              <a:gd name="T10" fmla="*/ 334 w 8115"/>
                              <a:gd name="T11" fmla="*/ 626 h 830"/>
                              <a:gd name="T12" fmla="*/ 401 w 8115"/>
                              <a:gd name="T13" fmla="*/ 628 h 830"/>
                              <a:gd name="T14" fmla="*/ 467 w 8115"/>
                              <a:gd name="T15" fmla="*/ 629 h 830"/>
                              <a:gd name="T16" fmla="*/ 534 w 8115"/>
                              <a:gd name="T17" fmla="*/ 629 h 830"/>
                              <a:gd name="T18" fmla="*/ 666 w 8115"/>
                              <a:gd name="T19" fmla="*/ 628 h 830"/>
                              <a:gd name="T20" fmla="*/ 798 w 8115"/>
                              <a:gd name="T21" fmla="*/ 625 h 830"/>
                              <a:gd name="T22" fmla="*/ 930 w 8115"/>
                              <a:gd name="T23" fmla="*/ 619 h 830"/>
                              <a:gd name="T24" fmla="*/ 1062 w 8115"/>
                              <a:gd name="T25" fmla="*/ 611 h 830"/>
                              <a:gd name="T26" fmla="*/ 1095 w 8115"/>
                              <a:gd name="T27" fmla="*/ 609 h 830"/>
                              <a:gd name="T28" fmla="*/ 182 w 8115"/>
                              <a:gd name="T29" fmla="*/ 609 h 830"/>
                              <a:gd name="T30" fmla="*/ 121 w 8115"/>
                              <a:gd name="T31" fmla="*/ 608 h 830"/>
                              <a:gd name="T32" fmla="*/ 60 w 8115"/>
                              <a:gd name="T33" fmla="*/ 607 h 830"/>
                              <a:gd name="T34" fmla="*/ 0 w 8115"/>
                              <a:gd name="T35" fmla="*/ 605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0" y="605"/>
                                </a:moveTo>
                                <a:lnTo>
                                  <a:pt x="67" y="611"/>
                                </a:lnTo>
                                <a:lnTo>
                                  <a:pt x="134" y="615"/>
                                </a:lnTo>
                                <a:lnTo>
                                  <a:pt x="201" y="620"/>
                                </a:lnTo>
                                <a:lnTo>
                                  <a:pt x="268" y="623"/>
                                </a:lnTo>
                                <a:lnTo>
                                  <a:pt x="334" y="626"/>
                                </a:lnTo>
                                <a:lnTo>
                                  <a:pt x="401" y="628"/>
                                </a:lnTo>
                                <a:lnTo>
                                  <a:pt x="467" y="629"/>
                                </a:lnTo>
                                <a:lnTo>
                                  <a:pt x="534" y="629"/>
                                </a:lnTo>
                                <a:lnTo>
                                  <a:pt x="666" y="628"/>
                                </a:lnTo>
                                <a:lnTo>
                                  <a:pt x="798" y="625"/>
                                </a:lnTo>
                                <a:lnTo>
                                  <a:pt x="930" y="619"/>
                                </a:lnTo>
                                <a:lnTo>
                                  <a:pt x="1062" y="611"/>
                                </a:lnTo>
                                <a:lnTo>
                                  <a:pt x="1095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21" y="608"/>
                                </a:lnTo>
                                <a:lnTo>
                                  <a:pt x="60" y="607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5521 w 8115"/>
                              <a:gd name="T1" fmla="*/ 0 h 830"/>
                              <a:gd name="T2" fmla="*/ 5441 w 8115"/>
                              <a:gd name="T3" fmla="*/ 0 h 830"/>
                              <a:gd name="T4" fmla="*/ 5280 w 8115"/>
                              <a:gd name="T5" fmla="*/ 2 h 830"/>
                              <a:gd name="T6" fmla="*/ 5120 w 8115"/>
                              <a:gd name="T7" fmla="*/ 8 h 830"/>
                              <a:gd name="T8" fmla="*/ 4960 w 8115"/>
                              <a:gd name="T9" fmla="*/ 15 h 830"/>
                              <a:gd name="T10" fmla="*/ 4800 w 8115"/>
                              <a:gd name="T11" fmla="*/ 25 h 830"/>
                              <a:gd name="T12" fmla="*/ 4562 w 8115"/>
                              <a:gd name="T13" fmla="*/ 44 h 830"/>
                              <a:gd name="T14" fmla="*/ 4325 w 8115"/>
                              <a:gd name="T15" fmla="*/ 66 h 830"/>
                              <a:gd name="T16" fmla="*/ 4090 w 8115"/>
                              <a:gd name="T17" fmla="*/ 93 h 830"/>
                              <a:gd name="T18" fmla="*/ 3778 w 8115"/>
                              <a:gd name="T19" fmla="*/ 133 h 830"/>
                              <a:gd name="T20" fmla="*/ 3393 w 8115"/>
                              <a:gd name="T21" fmla="*/ 190 h 830"/>
                              <a:gd name="T22" fmla="*/ 1630 w 8115"/>
                              <a:gd name="T23" fmla="*/ 480 h 830"/>
                              <a:gd name="T24" fmla="*/ 1285 w 8115"/>
                              <a:gd name="T25" fmla="*/ 528 h 830"/>
                              <a:gd name="T26" fmla="*/ 1082 w 8115"/>
                              <a:gd name="T27" fmla="*/ 553 h 830"/>
                              <a:gd name="T28" fmla="*/ 883 w 8115"/>
                              <a:gd name="T29" fmla="*/ 574 h 830"/>
                              <a:gd name="T30" fmla="*/ 752 w 8115"/>
                              <a:gd name="T31" fmla="*/ 586 h 830"/>
                              <a:gd name="T32" fmla="*/ 622 w 8115"/>
                              <a:gd name="T33" fmla="*/ 595 h 830"/>
                              <a:gd name="T34" fmla="*/ 494 w 8115"/>
                              <a:gd name="T35" fmla="*/ 602 h 830"/>
                              <a:gd name="T36" fmla="*/ 368 w 8115"/>
                              <a:gd name="T37" fmla="*/ 607 h 830"/>
                              <a:gd name="T38" fmla="*/ 305 w 8115"/>
                              <a:gd name="T39" fmla="*/ 608 h 830"/>
                              <a:gd name="T40" fmla="*/ 243 w 8115"/>
                              <a:gd name="T41" fmla="*/ 609 h 830"/>
                              <a:gd name="T42" fmla="*/ 182 w 8115"/>
                              <a:gd name="T43" fmla="*/ 609 h 830"/>
                              <a:gd name="T44" fmla="*/ 1095 w 8115"/>
                              <a:gd name="T45" fmla="*/ 609 h 830"/>
                              <a:gd name="T46" fmla="*/ 1124 w 8115"/>
                              <a:gd name="T47" fmla="*/ 607 h 830"/>
                              <a:gd name="T48" fmla="*/ 1259 w 8115"/>
                              <a:gd name="T49" fmla="*/ 596 h 830"/>
                              <a:gd name="T50" fmla="*/ 1456 w 8115"/>
                              <a:gd name="T51" fmla="*/ 576 h 830"/>
                              <a:gd name="T52" fmla="*/ 1653 w 8115"/>
                              <a:gd name="T53" fmla="*/ 553 h 830"/>
                              <a:gd name="T54" fmla="*/ 1982 w 8115"/>
                              <a:gd name="T55" fmla="*/ 509 h 830"/>
                              <a:gd name="T56" fmla="*/ 3251 w 8115"/>
                              <a:gd name="T57" fmla="*/ 313 h 830"/>
                              <a:gd name="T58" fmla="*/ 3595 w 8115"/>
                              <a:gd name="T59" fmla="*/ 266 h 830"/>
                              <a:gd name="T60" fmla="*/ 3873 w 8115"/>
                              <a:gd name="T61" fmla="*/ 233 h 830"/>
                              <a:gd name="T62" fmla="*/ 4085 w 8115"/>
                              <a:gd name="T63" fmla="*/ 212 h 830"/>
                              <a:gd name="T64" fmla="*/ 4299 w 8115"/>
                              <a:gd name="T65" fmla="*/ 194 h 830"/>
                              <a:gd name="T66" fmla="*/ 4443 w 8115"/>
                              <a:gd name="T67" fmla="*/ 185 h 830"/>
                              <a:gd name="T68" fmla="*/ 4589 w 8115"/>
                              <a:gd name="T69" fmla="*/ 178 h 830"/>
                              <a:gd name="T70" fmla="*/ 4735 w 8115"/>
                              <a:gd name="T71" fmla="*/ 173 h 830"/>
                              <a:gd name="T72" fmla="*/ 4883 w 8115"/>
                              <a:gd name="T73" fmla="*/ 170 h 830"/>
                              <a:gd name="T74" fmla="*/ 7161 w 8115"/>
                              <a:gd name="T75" fmla="*/ 170 h 830"/>
                              <a:gd name="T76" fmla="*/ 7142 w 8115"/>
                              <a:gd name="T77" fmla="*/ 166 h 830"/>
                              <a:gd name="T78" fmla="*/ 7060 w 8115"/>
                              <a:gd name="T79" fmla="*/ 148 h 830"/>
                              <a:gd name="T80" fmla="*/ 6979 w 8115"/>
                              <a:gd name="T81" fmla="*/ 132 h 830"/>
                              <a:gd name="T82" fmla="*/ 6898 w 8115"/>
                              <a:gd name="T83" fmla="*/ 117 h 830"/>
                              <a:gd name="T84" fmla="*/ 6817 w 8115"/>
                              <a:gd name="T85" fmla="*/ 103 h 830"/>
                              <a:gd name="T86" fmla="*/ 6736 w 8115"/>
                              <a:gd name="T87" fmla="*/ 90 h 830"/>
                              <a:gd name="T88" fmla="*/ 6654 w 8115"/>
                              <a:gd name="T89" fmla="*/ 77 h 830"/>
                              <a:gd name="T90" fmla="*/ 6573 w 8115"/>
                              <a:gd name="T91" fmla="*/ 66 h 830"/>
                              <a:gd name="T92" fmla="*/ 6492 w 8115"/>
                              <a:gd name="T93" fmla="*/ 56 h 830"/>
                              <a:gd name="T94" fmla="*/ 6411 w 8115"/>
                              <a:gd name="T95" fmla="*/ 47 h 830"/>
                              <a:gd name="T96" fmla="*/ 6330 w 8115"/>
                              <a:gd name="T97" fmla="*/ 38 h 830"/>
                              <a:gd name="T98" fmla="*/ 6249 w 8115"/>
                              <a:gd name="T99" fmla="*/ 31 h 830"/>
                              <a:gd name="T100" fmla="*/ 6168 w 8115"/>
                              <a:gd name="T101" fmla="*/ 24 h 830"/>
                              <a:gd name="T102" fmla="*/ 6086 w 8115"/>
                              <a:gd name="T103" fmla="*/ 18 h 830"/>
                              <a:gd name="T104" fmla="*/ 6006 w 8115"/>
                              <a:gd name="T105" fmla="*/ 13 h 830"/>
                              <a:gd name="T106" fmla="*/ 5844 w 8115"/>
                              <a:gd name="T107" fmla="*/ 5 h 830"/>
                              <a:gd name="T108" fmla="*/ 5682 w 8115"/>
                              <a:gd name="T109" fmla="*/ 1 h 830"/>
                              <a:gd name="T110" fmla="*/ 5521 w 8115"/>
                              <a:gd name="T111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5521" y="0"/>
                                </a:moveTo>
                                <a:lnTo>
                                  <a:pt x="5441" y="0"/>
                                </a:lnTo>
                                <a:lnTo>
                                  <a:pt x="5280" y="2"/>
                                </a:lnTo>
                                <a:lnTo>
                                  <a:pt x="5120" y="8"/>
                                </a:lnTo>
                                <a:lnTo>
                                  <a:pt x="4960" y="15"/>
                                </a:lnTo>
                                <a:lnTo>
                                  <a:pt x="4800" y="25"/>
                                </a:lnTo>
                                <a:lnTo>
                                  <a:pt x="4562" y="44"/>
                                </a:lnTo>
                                <a:lnTo>
                                  <a:pt x="4325" y="66"/>
                                </a:lnTo>
                                <a:lnTo>
                                  <a:pt x="4090" y="93"/>
                                </a:lnTo>
                                <a:lnTo>
                                  <a:pt x="3778" y="133"/>
                                </a:lnTo>
                                <a:lnTo>
                                  <a:pt x="3393" y="190"/>
                                </a:lnTo>
                                <a:lnTo>
                                  <a:pt x="1630" y="480"/>
                                </a:lnTo>
                                <a:lnTo>
                                  <a:pt x="1285" y="528"/>
                                </a:lnTo>
                                <a:lnTo>
                                  <a:pt x="1082" y="553"/>
                                </a:lnTo>
                                <a:lnTo>
                                  <a:pt x="883" y="574"/>
                                </a:lnTo>
                                <a:lnTo>
                                  <a:pt x="752" y="586"/>
                                </a:lnTo>
                                <a:lnTo>
                                  <a:pt x="622" y="595"/>
                                </a:lnTo>
                                <a:lnTo>
                                  <a:pt x="494" y="602"/>
                                </a:lnTo>
                                <a:lnTo>
                                  <a:pt x="368" y="607"/>
                                </a:lnTo>
                                <a:lnTo>
                                  <a:pt x="305" y="608"/>
                                </a:lnTo>
                                <a:lnTo>
                                  <a:pt x="243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095" y="609"/>
                                </a:lnTo>
                                <a:lnTo>
                                  <a:pt x="1124" y="607"/>
                                </a:lnTo>
                                <a:lnTo>
                                  <a:pt x="1259" y="596"/>
                                </a:lnTo>
                                <a:lnTo>
                                  <a:pt x="1456" y="576"/>
                                </a:lnTo>
                                <a:lnTo>
                                  <a:pt x="1653" y="553"/>
                                </a:lnTo>
                                <a:lnTo>
                                  <a:pt x="1982" y="509"/>
                                </a:lnTo>
                                <a:lnTo>
                                  <a:pt x="3251" y="313"/>
                                </a:lnTo>
                                <a:lnTo>
                                  <a:pt x="3595" y="266"/>
                                </a:lnTo>
                                <a:lnTo>
                                  <a:pt x="3873" y="233"/>
                                </a:lnTo>
                                <a:lnTo>
                                  <a:pt x="4085" y="212"/>
                                </a:lnTo>
                                <a:lnTo>
                                  <a:pt x="4299" y="194"/>
                                </a:lnTo>
                                <a:lnTo>
                                  <a:pt x="4443" y="185"/>
                                </a:lnTo>
                                <a:lnTo>
                                  <a:pt x="4589" y="178"/>
                                </a:lnTo>
                                <a:lnTo>
                                  <a:pt x="4735" y="173"/>
                                </a:lnTo>
                                <a:lnTo>
                                  <a:pt x="4883" y="170"/>
                                </a:lnTo>
                                <a:lnTo>
                                  <a:pt x="7161" y="170"/>
                                </a:lnTo>
                                <a:lnTo>
                                  <a:pt x="7142" y="166"/>
                                </a:lnTo>
                                <a:lnTo>
                                  <a:pt x="7060" y="148"/>
                                </a:lnTo>
                                <a:lnTo>
                                  <a:pt x="6979" y="132"/>
                                </a:lnTo>
                                <a:lnTo>
                                  <a:pt x="6898" y="117"/>
                                </a:lnTo>
                                <a:lnTo>
                                  <a:pt x="6817" y="103"/>
                                </a:lnTo>
                                <a:lnTo>
                                  <a:pt x="6736" y="90"/>
                                </a:lnTo>
                                <a:lnTo>
                                  <a:pt x="6654" y="77"/>
                                </a:lnTo>
                                <a:lnTo>
                                  <a:pt x="6573" y="66"/>
                                </a:lnTo>
                                <a:lnTo>
                                  <a:pt x="6492" y="56"/>
                                </a:lnTo>
                                <a:lnTo>
                                  <a:pt x="6411" y="47"/>
                                </a:lnTo>
                                <a:lnTo>
                                  <a:pt x="6330" y="38"/>
                                </a:lnTo>
                                <a:lnTo>
                                  <a:pt x="6249" y="31"/>
                                </a:lnTo>
                                <a:lnTo>
                                  <a:pt x="6168" y="24"/>
                                </a:lnTo>
                                <a:lnTo>
                                  <a:pt x="6086" y="18"/>
                                </a:lnTo>
                                <a:lnTo>
                                  <a:pt x="6006" y="13"/>
                                </a:lnTo>
                                <a:lnTo>
                                  <a:pt x="5844" y="5"/>
                                </a:lnTo>
                                <a:lnTo>
                                  <a:pt x="5682" y="1"/>
                                </a:lnTo>
                                <a:lnTo>
                                  <a:pt x="5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>
                        <a:grpSpLocks/>
                      </wpg:cNvGrpSpPr>
                      <wpg:grpSpPr bwMode="auto">
                        <a:xfrm>
                          <a:off x="0" y="13"/>
                          <a:ext cx="8125" cy="517"/>
                          <a:chOff x="0" y="13"/>
                          <a:chExt cx="8125" cy="517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3196 w 8125"/>
                              <a:gd name="T1" fmla="*/ 238 h 517"/>
                              <a:gd name="T2" fmla="*/ 1710 w 8125"/>
                              <a:gd name="T3" fmla="*/ 238 h 517"/>
                              <a:gd name="T4" fmla="*/ 1836 w 8125"/>
                              <a:gd name="T5" fmla="*/ 239 h 517"/>
                              <a:gd name="T6" fmla="*/ 1961 w 8125"/>
                              <a:gd name="T7" fmla="*/ 242 h 517"/>
                              <a:gd name="T8" fmla="*/ 2146 w 8125"/>
                              <a:gd name="T9" fmla="*/ 250 h 517"/>
                              <a:gd name="T10" fmla="*/ 2207 w 8125"/>
                              <a:gd name="T11" fmla="*/ 253 h 517"/>
                              <a:gd name="T12" fmla="*/ 2389 w 8125"/>
                              <a:gd name="T13" fmla="*/ 265 h 517"/>
                              <a:gd name="T14" fmla="*/ 2630 w 8125"/>
                              <a:gd name="T15" fmla="*/ 285 h 517"/>
                              <a:gd name="T16" fmla="*/ 2988 w 8125"/>
                              <a:gd name="T17" fmla="*/ 322 h 517"/>
                              <a:gd name="T18" fmla="*/ 3781 w 8125"/>
                              <a:gd name="T19" fmla="*/ 413 h 517"/>
                              <a:gd name="T20" fmla="*/ 4231 w 8125"/>
                              <a:gd name="T21" fmla="*/ 458 h 517"/>
                              <a:gd name="T22" fmla="*/ 4500 w 8125"/>
                              <a:gd name="T23" fmla="*/ 480 h 517"/>
                              <a:gd name="T24" fmla="*/ 4779 w 8125"/>
                              <a:gd name="T25" fmla="*/ 498 h 517"/>
                              <a:gd name="T26" fmla="*/ 4996 w 8125"/>
                              <a:gd name="T27" fmla="*/ 507 h 517"/>
                              <a:gd name="T28" fmla="*/ 5220 w 8125"/>
                              <a:gd name="T29" fmla="*/ 514 h 517"/>
                              <a:gd name="T30" fmla="*/ 5453 w 8125"/>
                              <a:gd name="T31" fmla="*/ 516 h 517"/>
                              <a:gd name="T32" fmla="*/ 5694 w 8125"/>
                              <a:gd name="T33" fmla="*/ 514 h 517"/>
                              <a:gd name="T34" fmla="*/ 5944 w 8125"/>
                              <a:gd name="T35" fmla="*/ 507 h 517"/>
                              <a:gd name="T36" fmla="*/ 6204 w 8125"/>
                              <a:gd name="T37" fmla="*/ 495 h 517"/>
                              <a:gd name="T38" fmla="*/ 6475 w 8125"/>
                              <a:gd name="T39" fmla="*/ 478 h 517"/>
                              <a:gd name="T40" fmla="*/ 6757 w 8125"/>
                              <a:gd name="T41" fmla="*/ 454 h 517"/>
                              <a:gd name="T42" fmla="*/ 7051 w 8125"/>
                              <a:gd name="T43" fmla="*/ 423 h 517"/>
                              <a:gd name="T44" fmla="*/ 7357 w 8125"/>
                              <a:gd name="T45" fmla="*/ 386 h 517"/>
                              <a:gd name="T46" fmla="*/ 7676 w 8125"/>
                              <a:gd name="T47" fmla="*/ 341 h 517"/>
                              <a:gd name="T48" fmla="*/ 7738 w 8125"/>
                              <a:gd name="T49" fmla="*/ 332 h 517"/>
                              <a:gd name="T50" fmla="*/ 4996 w 8125"/>
                              <a:gd name="T51" fmla="*/ 332 h 517"/>
                              <a:gd name="T52" fmla="*/ 4779 w 8125"/>
                              <a:gd name="T53" fmla="*/ 330 h 517"/>
                              <a:gd name="T54" fmla="*/ 4500 w 8125"/>
                              <a:gd name="T55" fmla="*/ 322 h 517"/>
                              <a:gd name="T56" fmla="*/ 4165 w 8125"/>
                              <a:gd name="T57" fmla="*/ 307 h 517"/>
                              <a:gd name="T58" fmla="*/ 3350 w 8125"/>
                              <a:gd name="T59" fmla="*/ 250 h 517"/>
                              <a:gd name="T60" fmla="*/ 3229 w 8125"/>
                              <a:gd name="T61" fmla="*/ 241 h 517"/>
                              <a:gd name="T62" fmla="*/ 3196 w 8125"/>
                              <a:gd name="T63" fmla="*/ 238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3196" y="238"/>
                                </a:moveTo>
                                <a:lnTo>
                                  <a:pt x="1710" y="238"/>
                                </a:lnTo>
                                <a:lnTo>
                                  <a:pt x="1836" y="239"/>
                                </a:lnTo>
                                <a:lnTo>
                                  <a:pt x="1961" y="242"/>
                                </a:lnTo>
                                <a:lnTo>
                                  <a:pt x="2146" y="250"/>
                                </a:lnTo>
                                <a:lnTo>
                                  <a:pt x="2207" y="253"/>
                                </a:lnTo>
                                <a:lnTo>
                                  <a:pt x="2389" y="265"/>
                                </a:lnTo>
                                <a:lnTo>
                                  <a:pt x="2630" y="285"/>
                                </a:lnTo>
                                <a:lnTo>
                                  <a:pt x="2988" y="322"/>
                                </a:lnTo>
                                <a:lnTo>
                                  <a:pt x="3781" y="413"/>
                                </a:lnTo>
                                <a:lnTo>
                                  <a:pt x="4231" y="458"/>
                                </a:lnTo>
                                <a:lnTo>
                                  <a:pt x="4500" y="480"/>
                                </a:lnTo>
                                <a:lnTo>
                                  <a:pt x="4779" y="498"/>
                                </a:lnTo>
                                <a:lnTo>
                                  <a:pt x="4996" y="507"/>
                                </a:lnTo>
                                <a:lnTo>
                                  <a:pt x="5220" y="514"/>
                                </a:lnTo>
                                <a:lnTo>
                                  <a:pt x="5453" y="516"/>
                                </a:lnTo>
                                <a:lnTo>
                                  <a:pt x="5694" y="514"/>
                                </a:lnTo>
                                <a:lnTo>
                                  <a:pt x="5944" y="507"/>
                                </a:lnTo>
                                <a:lnTo>
                                  <a:pt x="6204" y="495"/>
                                </a:lnTo>
                                <a:lnTo>
                                  <a:pt x="6475" y="478"/>
                                </a:lnTo>
                                <a:lnTo>
                                  <a:pt x="6757" y="454"/>
                                </a:lnTo>
                                <a:lnTo>
                                  <a:pt x="7051" y="423"/>
                                </a:lnTo>
                                <a:lnTo>
                                  <a:pt x="7357" y="386"/>
                                </a:lnTo>
                                <a:lnTo>
                                  <a:pt x="7676" y="341"/>
                                </a:lnTo>
                                <a:lnTo>
                                  <a:pt x="7738" y="332"/>
                                </a:lnTo>
                                <a:lnTo>
                                  <a:pt x="4996" y="332"/>
                                </a:lnTo>
                                <a:lnTo>
                                  <a:pt x="4779" y="330"/>
                                </a:lnTo>
                                <a:lnTo>
                                  <a:pt x="4500" y="322"/>
                                </a:lnTo>
                                <a:lnTo>
                                  <a:pt x="4165" y="307"/>
                                </a:lnTo>
                                <a:lnTo>
                                  <a:pt x="3350" y="250"/>
                                </a:lnTo>
                                <a:lnTo>
                                  <a:pt x="3229" y="241"/>
                                </a:lnTo>
                                <a:lnTo>
                                  <a:pt x="3196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2023 w 8125"/>
                              <a:gd name="T1" fmla="*/ 183 h 517"/>
                              <a:gd name="T2" fmla="*/ 1899 w 8125"/>
                              <a:gd name="T3" fmla="*/ 183 h 517"/>
                              <a:gd name="T4" fmla="*/ 1773 w 8125"/>
                              <a:gd name="T5" fmla="*/ 186 h 517"/>
                              <a:gd name="T6" fmla="*/ 1646 w 8125"/>
                              <a:gd name="T7" fmla="*/ 190 h 517"/>
                              <a:gd name="T8" fmla="*/ 1516 w 8125"/>
                              <a:gd name="T9" fmla="*/ 196 h 517"/>
                              <a:gd name="T10" fmla="*/ 1385 w 8125"/>
                              <a:gd name="T11" fmla="*/ 204 h 517"/>
                              <a:gd name="T12" fmla="*/ 1252 w 8125"/>
                              <a:gd name="T13" fmla="*/ 214 h 517"/>
                              <a:gd name="T14" fmla="*/ 1116 w 8125"/>
                              <a:gd name="T15" fmla="*/ 227 h 517"/>
                              <a:gd name="T16" fmla="*/ 993 w 8125"/>
                              <a:gd name="T17" fmla="*/ 241 h 517"/>
                              <a:gd name="T18" fmla="*/ 916 w 8125"/>
                              <a:gd name="T19" fmla="*/ 250 h 517"/>
                              <a:gd name="T20" fmla="*/ 836 w 8125"/>
                              <a:gd name="T21" fmla="*/ 261 h 517"/>
                              <a:gd name="T22" fmla="*/ 691 w 8125"/>
                              <a:gd name="T23" fmla="*/ 281 h 517"/>
                              <a:gd name="T24" fmla="*/ 574 w 8125"/>
                              <a:gd name="T25" fmla="*/ 300 h 517"/>
                              <a:gd name="T26" fmla="*/ 544 w 8125"/>
                              <a:gd name="T27" fmla="*/ 305 h 517"/>
                              <a:gd name="T28" fmla="*/ 447 w 8125"/>
                              <a:gd name="T29" fmla="*/ 322 h 517"/>
                              <a:gd name="T30" fmla="*/ 393 w 8125"/>
                              <a:gd name="T31" fmla="*/ 332 h 517"/>
                              <a:gd name="T32" fmla="*/ 316 w 8125"/>
                              <a:gd name="T33" fmla="*/ 346 h 517"/>
                              <a:gd name="T34" fmla="*/ 160 w 8125"/>
                              <a:gd name="T35" fmla="*/ 377 h 517"/>
                              <a:gd name="T36" fmla="*/ 0 w 8125"/>
                              <a:gd name="T37" fmla="*/ 412 h 517"/>
                              <a:gd name="T38" fmla="*/ 160 w 8125"/>
                              <a:gd name="T39" fmla="*/ 382 h 517"/>
                              <a:gd name="T40" fmla="*/ 316 w 8125"/>
                              <a:gd name="T41" fmla="*/ 354 h 517"/>
                              <a:gd name="T42" fmla="*/ 469 w 8125"/>
                              <a:gd name="T43" fmla="*/ 330 h 517"/>
                              <a:gd name="T44" fmla="*/ 527 w 8125"/>
                              <a:gd name="T45" fmla="*/ 322 h 517"/>
                              <a:gd name="T46" fmla="*/ 618 w 8125"/>
                              <a:gd name="T47" fmla="*/ 309 h 517"/>
                              <a:gd name="T48" fmla="*/ 764 w 8125"/>
                              <a:gd name="T49" fmla="*/ 291 h 517"/>
                              <a:gd name="T50" fmla="*/ 907 w 8125"/>
                              <a:gd name="T51" fmla="*/ 276 h 517"/>
                              <a:gd name="T52" fmla="*/ 1047 w 8125"/>
                              <a:gd name="T53" fmla="*/ 264 h 517"/>
                              <a:gd name="T54" fmla="*/ 1184 w 8125"/>
                              <a:gd name="T55" fmla="*/ 254 h 517"/>
                              <a:gd name="T56" fmla="*/ 1252 w 8125"/>
                              <a:gd name="T57" fmla="*/ 250 h 517"/>
                              <a:gd name="T58" fmla="*/ 1385 w 8125"/>
                              <a:gd name="T59" fmla="*/ 244 h 517"/>
                              <a:gd name="T60" fmla="*/ 1516 w 8125"/>
                              <a:gd name="T61" fmla="*/ 240 h 517"/>
                              <a:gd name="T62" fmla="*/ 1646 w 8125"/>
                              <a:gd name="T63" fmla="*/ 238 h 517"/>
                              <a:gd name="T64" fmla="*/ 3196 w 8125"/>
                              <a:gd name="T65" fmla="*/ 238 h 517"/>
                              <a:gd name="T66" fmla="*/ 2749 w 8125"/>
                              <a:gd name="T67" fmla="*/ 207 h 517"/>
                              <a:gd name="T68" fmla="*/ 2510 w 8125"/>
                              <a:gd name="T69" fmla="*/ 194 h 517"/>
                              <a:gd name="T70" fmla="*/ 2329 w 8125"/>
                              <a:gd name="T71" fmla="*/ 188 h 517"/>
                              <a:gd name="T72" fmla="*/ 2146 w 8125"/>
                              <a:gd name="T73" fmla="*/ 184 h 517"/>
                              <a:gd name="T74" fmla="*/ 2023 w 8125"/>
                              <a:gd name="T75" fmla="*/ 183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2023" y="183"/>
                                </a:moveTo>
                                <a:lnTo>
                                  <a:pt x="1899" y="183"/>
                                </a:lnTo>
                                <a:lnTo>
                                  <a:pt x="1773" y="186"/>
                                </a:lnTo>
                                <a:lnTo>
                                  <a:pt x="1646" y="190"/>
                                </a:lnTo>
                                <a:lnTo>
                                  <a:pt x="1516" y="196"/>
                                </a:lnTo>
                                <a:lnTo>
                                  <a:pt x="1385" y="204"/>
                                </a:lnTo>
                                <a:lnTo>
                                  <a:pt x="1252" y="214"/>
                                </a:lnTo>
                                <a:lnTo>
                                  <a:pt x="1116" y="227"/>
                                </a:lnTo>
                                <a:lnTo>
                                  <a:pt x="993" y="241"/>
                                </a:lnTo>
                                <a:lnTo>
                                  <a:pt x="916" y="250"/>
                                </a:lnTo>
                                <a:lnTo>
                                  <a:pt x="836" y="261"/>
                                </a:lnTo>
                                <a:lnTo>
                                  <a:pt x="691" y="281"/>
                                </a:lnTo>
                                <a:lnTo>
                                  <a:pt x="574" y="300"/>
                                </a:lnTo>
                                <a:lnTo>
                                  <a:pt x="544" y="305"/>
                                </a:lnTo>
                                <a:lnTo>
                                  <a:pt x="447" y="322"/>
                                </a:lnTo>
                                <a:lnTo>
                                  <a:pt x="393" y="332"/>
                                </a:lnTo>
                                <a:lnTo>
                                  <a:pt x="316" y="346"/>
                                </a:lnTo>
                                <a:lnTo>
                                  <a:pt x="160" y="377"/>
                                </a:lnTo>
                                <a:lnTo>
                                  <a:pt x="0" y="412"/>
                                </a:lnTo>
                                <a:lnTo>
                                  <a:pt x="160" y="382"/>
                                </a:lnTo>
                                <a:lnTo>
                                  <a:pt x="316" y="354"/>
                                </a:lnTo>
                                <a:lnTo>
                                  <a:pt x="469" y="330"/>
                                </a:lnTo>
                                <a:lnTo>
                                  <a:pt x="527" y="322"/>
                                </a:lnTo>
                                <a:lnTo>
                                  <a:pt x="618" y="309"/>
                                </a:lnTo>
                                <a:lnTo>
                                  <a:pt x="764" y="291"/>
                                </a:lnTo>
                                <a:lnTo>
                                  <a:pt x="907" y="276"/>
                                </a:lnTo>
                                <a:lnTo>
                                  <a:pt x="1047" y="264"/>
                                </a:lnTo>
                                <a:lnTo>
                                  <a:pt x="1184" y="254"/>
                                </a:lnTo>
                                <a:lnTo>
                                  <a:pt x="1252" y="250"/>
                                </a:lnTo>
                                <a:lnTo>
                                  <a:pt x="1385" y="244"/>
                                </a:lnTo>
                                <a:lnTo>
                                  <a:pt x="1516" y="240"/>
                                </a:lnTo>
                                <a:lnTo>
                                  <a:pt x="1646" y="238"/>
                                </a:lnTo>
                                <a:lnTo>
                                  <a:pt x="3196" y="238"/>
                                </a:lnTo>
                                <a:lnTo>
                                  <a:pt x="2749" y="207"/>
                                </a:lnTo>
                                <a:lnTo>
                                  <a:pt x="2510" y="194"/>
                                </a:lnTo>
                                <a:lnTo>
                                  <a:pt x="2329" y="188"/>
                                </a:lnTo>
                                <a:lnTo>
                                  <a:pt x="2146" y="184"/>
                                </a:lnTo>
                                <a:lnTo>
                                  <a:pt x="2023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0 h 517"/>
                              <a:gd name="T2" fmla="*/ 7786 w 8125"/>
                              <a:gd name="T3" fmla="*/ 64 h 517"/>
                              <a:gd name="T4" fmla="*/ 7462 w 8125"/>
                              <a:gd name="T5" fmla="*/ 120 h 517"/>
                              <a:gd name="T6" fmla="*/ 7151 w 8125"/>
                              <a:gd name="T7" fmla="*/ 168 h 517"/>
                              <a:gd name="T8" fmla="*/ 6853 w 8125"/>
                              <a:gd name="T9" fmla="*/ 209 h 517"/>
                              <a:gd name="T10" fmla="*/ 6595 w 8125"/>
                              <a:gd name="T11" fmla="*/ 241 h 517"/>
                              <a:gd name="T12" fmla="*/ 6510 w 8125"/>
                              <a:gd name="T13" fmla="*/ 250 h 517"/>
                              <a:gd name="T14" fmla="*/ 6475 w 8125"/>
                              <a:gd name="T15" fmla="*/ 254 h 517"/>
                              <a:gd name="T16" fmla="*/ 6204 w 8125"/>
                              <a:gd name="T17" fmla="*/ 280 h 517"/>
                              <a:gd name="T18" fmla="*/ 5944 w 8125"/>
                              <a:gd name="T19" fmla="*/ 300 h 517"/>
                              <a:gd name="T20" fmla="*/ 5694 w 8125"/>
                              <a:gd name="T21" fmla="*/ 315 h 517"/>
                              <a:gd name="T22" fmla="*/ 5453 w 8125"/>
                              <a:gd name="T23" fmla="*/ 325 h 517"/>
                              <a:gd name="T24" fmla="*/ 5220 w 8125"/>
                              <a:gd name="T25" fmla="*/ 330 h 517"/>
                              <a:gd name="T26" fmla="*/ 4996 w 8125"/>
                              <a:gd name="T27" fmla="*/ 332 h 517"/>
                              <a:gd name="T28" fmla="*/ 7738 w 8125"/>
                              <a:gd name="T29" fmla="*/ 332 h 517"/>
                              <a:gd name="T30" fmla="*/ 7802 w 8125"/>
                              <a:gd name="T31" fmla="*/ 322 h 517"/>
                              <a:gd name="T32" fmla="*/ 7939 w 8125"/>
                              <a:gd name="T33" fmla="*/ 300 h 517"/>
                              <a:gd name="T34" fmla="*/ 8124 w 8125"/>
                              <a:gd name="T35" fmla="*/ 269 h 517"/>
                              <a:gd name="T36" fmla="*/ 8124 w 8125"/>
                              <a:gd name="T37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8124" y="0"/>
                                </a:moveTo>
                                <a:lnTo>
                                  <a:pt x="7786" y="64"/>
                                </a:lnTo>
                                <a:lnTo>
                                  <a:pt x="7462" y="120"/>
                                </a:lnTo>
                                <a:lnTo>
                                  <a:pt x="7151" y="168"/>
                                </a:lnTo>
                                <a:lnTo>
                                  <a:pt x="6853" y="209"/>
                                </a:lnTo>
                                <a:lnTo>
                                  <a:pt x="6595" y="241"/>
                                </a:lnTo>
                                <a:lnTo>
                                  <a:pt x="6510" y="250"/>
                                </a:lnTo>
                                <a:lnTo>
                                  <a:pt x="6475" y="254"/>
                                </a:lnTo>
                                <a:lnTo>
                                  <a:pt x="6204" y="280"/>
                                </a:lnTo>
                                <a:lnTo>
                                  <a:pt x="5944" y="300"/>
                                </a:lnTo>
                                <a:lnTo>
                                  <a:pt x="5694" y="315"/>
                                </a:lnTo>
                                <a:lnTo>
                                  <a:pt x="5453" y="325"/>
                                </a:lnTo>
                                <a:lnTo>
                                  <a:pt x="5220" y="330"/>
                                </a:lnTo>
                                <a:lnTo>
                                  <a:pt x="4996" y="332"/>
                                </a:lnTo>
                                <a:lnTo>
                                  <a:pt x="7738" y="332"/>
                                </a:lnTo>
                                <a:lnTo>
                                  <a:pt x="7802" y="322"/>
                                </a:lnTo>
                                <a:lnTo>
                                  <a:pt x="7939" y="300"/>
                                </a:lnTo>
                                <a:lnTo>
                                  <a:pt x="8124" y="269"/>
                                </a:lnTo>
                                <a:lnTo>
                                  <a:pt x="8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" name="Group 10"/>
                      <wpg:cNvGrpSpPr>
                        <a:grpSpLocks/>
                      </wpg:cNvGrpSpPr>
                      <wpg:grpSpPr bwMode="auto">
                        <a:xfrm>
                          <a:off x="0" y="74"/>
                          <a:ext cx="8125" cy="454"/>
                          <a:chOff x="0" y="74"/>
                          <a:chExt cx="8125" cy="454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206 h 454"/>
                              <a:gd name="T2" fmla="*/ 5830 w 8125"/>
                              <a:gd name="T3" fmla="*/ 206 h 454"/>
                              <a:gd name="T4" fmla="*/ 5919 w 8125"/>
                              <a:gd name="T5" fmla="*/ 207 h 454"/>
                              <a:gd name="T6" fmla="*/ 6092 w 8125"/>
                              <a:gd name="T7" fmla="*/ 209 h 454"/>
                              <a:gd name="T8" fmla="*/ 6259 w 8125"/>
                              <a:gd name="T9" fmla="*/ 214 h 454"/>
                              <a:gd name="T10" fmla="*/ 6422 w 8125"/>
                              <a:gd name="T11" fmla="*/ 221 h 454"/>
                              <a:gd name="T12" fmla="*/ 6578 w 8125"/>
                              <a:gd name="T13" fmla="*/ 230 h 454"/>
                              <a:gd name="T14" fmla="*/ 6730 w 8125"/>
                              <a:gd name="T15" fmla="*/ 241 h 454"/>
                              <a:gd name="T16" fmla="*/ 6877 w 8125"/>
                              <a:gd name="T17" fmla="*/ 254 h 454"/>
                              <a:gd name="T18" fmla="*/ 7018 w 8125"/>
                              <a:gd name="T19" fmla="*/ 268 h 454"/>
                              <a:gd name="T20" fmla="*/ 7155 w 8125"/>
                              <a:gd name="T21" fmla="*/ 284 h 454"/>
                              <a:gd name="T22" fmla="*/ 7286 w 8125"/>
                              <a:gd name="T23" fmla="*/ 301 h 454"/>
                              <a:gd name="T24" fmla="*/ 7413 w 8125"/>
                              <a:gd name="T25" fmla="*/ 319 h 454"/>
                              <a:gd name="T26" fmla="*/ 7535 w 8125"/>
                              <a:gd name="T27" fmla="*/ 338 h 454"/>
                              <a:gd name="T28" fmla="*/ 7675 w 8125"/>
                              <a:gd name="T29" fmla="*/ 362 h 454"/>
                              <a:gd name="T30" fmla="*/ 7820 w 8125"/>
                              <a:gd name="T31" fmla="*/ 388 h 454"/>
                              <a:gd name="T32" fmla="*/ 7977 w 8125"/>
                              <a:gd name="T33" fmla="*/ 420 h 454"/>
                              <a:gd name="T34" fmla="*/ 8124 w 8125"/>
                              <a:gd name="T35" fmla="*/ 453 h 454"/>
                              <a:gd name="T36" fmla="*/ 8124 w 8125"/>
                              <a:gd name="T37" fmla="*/ 206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8124" y="206"/>
                                </a:moveTo>
                                <a:lnTo>
                                  <a:pt x="5830" y="206"/>
                                </a:lnTo>
                                <a:lnTo>
                                  <a:pt x="5919" y="207"/>
                                </a:lnTo>
                                <a:lnTo>
                                  <a:pt x="6092" y="209"/>
                                </a:lnTo>
                                <a:lnTo>
                                  <a:pt x="6259" y="214"/>
                                </a:lnTo>
                                <a:lnTo>
                                  <a:pt x="6422" y="221"/>
                                </a:lnTo>
                                <a:lnTo>
                                  <a:pt x="6578" y="230"/>
                                </a:lnTo>
                                <a:lnTo>
                                  <a:pt x="6730" y="241"/>
                                </a:lnTo>
                                <a:lnTo>
                                  <a:pt x="6877" y="254"/>
                                </a:lnTo>
                                <a:lnTo>
                                  <a:pt x="7018" y="268"/>
                                </a:lnTo>
                                <a:lnTo>
                                  <a:pt x="7155" y="284"/>
                                </a:lnTo>
                                <a:lnTo>
                                  <a:pt x="7286" y="301"/>
                                </a:lnTo>
                                <a:lnTo>
                                  <a:pt x="7413" y="319"/>
                                </a:lnTo>
                                <a:lnTo>
                                  <a:pt x="7535" y="338"/>
                                </a:lnTo>
                                <a:lnTo>
                                  <a:pt x="7675" y="362"/>
                                </a:lnTo>
                                <a:lnTo>
                                  <a:pt x="7820" y="388"/>
                                </a:lnTo>
                                <a:lnTo>
                                  <a:pt x="7977" y="420"/>
                                </a:lnTo>
                                <a:lnTo>
                                  <a:pt x="8124" y="453"/>
                                </a:lnTo>
                                <a:lnTo>
                                  <a:pt x="8124" y="2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46 w 8125"/>
                              <a:gd name="T1" fmla="*/ 20 h 454"/>
                              <a:gd name="T2" fmla="*/ 142 w 8125"/>
                              <a:gd name="T3" fmla="*/ 60 h 454"/>
                              <a:gd name="T4" fmla="*/ 242 w 8125"/>
                              <a:gd name="T5" fmla="*/ 98 h 454"/>
                              <a:gd name="T6" fmla="*/ 346 w 8125"/>
                              <a:gd name="T7" fmla="*/ 135 h 454"/>
                              <a:gd name="T8" fmla="*/ 455 w 8125"/>
                              <a:gd name="T9" fmla="*/ 171 h 454"/>
                              <a:gd name="T10" fmla="*/ 568 w 8125"/>
                              <a:gd name="T11" fmla="*/ 204 h 454"/>
                              <a:gd name="T12" fmla="*/ 686 w 8125"/>
                              <a:gd name="T13" fmla="*/ 236 h 454"/>
                              <a:gd name="T14" fmla="*/ 809 w 8125"/>
                              <a:gd name="T15" fmla="*/ 266 h 454"/>
                              <a:gd name="T16" fmla="*/ 936 w 8125"/>
                              <a:gd name="T17" fmla="*/ 293 h 454"/>
                              <a:gd name="T18" fmla="*/ 1069 w 8125"/>
                              <a:gd name="T19" fmla="*/ 319 h 454"/>
                              <a:gd name="T20" fmla="*/ 1207 w 8125"/>
                              <a:gd name="T21" fmla="*/ 342 h 454"/>
                              <a:gd name="T22" fmla="*/ 1350 w 8125"/>
                              <a:gd name="T23" fmla="*/ 362 h 454"/>
                              <a:gd name="T24" fmla="*/ 1498 w 8125"/>
                              <a:gd name="T25" fmla="*/ 380 h 454"/>
                              <a:gd name="T26" fmla="*/ 1653 w 8125"/>
                              <a:gd name="T27" fmla="*/ 395 h 454"/>
                              <a:gd name="T28" fmla="*/ 1812 w 8125"/>
                              <a:gd name="T29" fmla="*/ 408 h 454"/>
                              <a:gd name="T30" fmla="*/ 2064 w 8125"/>
                              <a:gd name="T31" fmla="*/ 421 h 454"/>
                              <a:gd name="T32" fmla="*/ 2420 w 8125"/>
                              <a:gd name="T33" fmla="*/ 427 h 454"/>
                              <a:gd name="T34" fmla="*/ 2801 w 8125"/>
                              <a:gd name="T35" fmla="*/ 420 h 454"/>
                              <a:gd name="T36" fmla="*/ 3209 w 8125"/>
                              <a:gd name="T37" fmla="*/ 399 h 454"/>
                              <a:gd name="T38" fmla="*/ 3602 w 8125"/>
                              <a:gd name="T39" fmla="*/ 366 h 454"/>
                              <a:gd name="T40" fmla="*/ 2058 w 8125"/>
                              <a:gd name="T41" fmla="*/ 364 h 454"/>
                              <a:gd name="T42" fmla="*/ 1806 w 8125"/>
                              <a:gd name="T43" fmla="*/ 355 h 454"/>
                              <a:gd name="T44" fmla="*/ 1646 w 8125"/>
                              <a:gd name="T45" fmla="*/ 345 h 454"/>
                              <a:gd name="T46" fmla="*/ 1491 w 8125"/>
                              <a:gd name="T47" fmla="*/ 332 h 454"/>
                              <a:gd name="T48" fmla="*/ 1342 w 8125"/>
                              <a:gd name="T49" fmla="*/ 317 h 454"/>
                              <a:gd name="T50" fmla="*/ 1198 w 8125"/>
                              <a:gd name="T51" fmla="*/ 299 h 454"/>
                              <a:gd name="T52" fmla="*/ 1060 w 8125"/>
                              <a:gd name="T53" fmla="*/ 279 h 454"/>
                              <a:gd name="T54" fmla="*/ 927 w 8125"/>
                              <a:gd name="T55" fmla="*/ 257 h 454"/>
                              <a:gd name="T56" fmla="*/ 800 w 8125"/>
                              <a:gd name="T57" fmla="*/ 232 h 454"/>
                              <a:gd name="T58" fmla="*/ 678 w 8125"/>
                              <a:gd name="T59" fmla="*/ 206 h 454"/>
                              <a:gd name="T60" fmla="*/ 560 w 8125"/>
                              <a:gd name="T61" fmla="*/ 178 h 454"/>
                              <a:gd name="T62" fmla="*/ 448 w 8125"/>
                              <a:gd name="T63" fmla="*/ 148 h 454"/>
                              <a:gd name="T64" fmla="*/ 340 w 8125"/>
                              <a:gd name="T65" fmla="*/ 117 h 454"/>
                              <a:gd name="T66" fmla="*/ 237 w 8125"/>
                              <a:gd name="T67" fmla="*/ 85 h 454"/>
                              <a:gd name="T68" fmla="*/ 139 w 8125"/>
                              <a:gd name="T69" fmla="*/ 51 h 454"/>
                              <a:gd name="T70" fmla="*/ 45 w 8125"/>
                              <a:gd name="T71" fmla="*/ 17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0" y="0"/>
                                </a:moveTo>
                                <a:lnTo>
                                  <a:pt x="46" y="20"/>
                                </a:lnTo>
                                <a:lnTo>
                                  <a:pt x="93" y="40"/>
                                </a:lnTo>
                                <a:lnTo>
                                  <a:pt x="142" y="60"/>
                                </a:lnTo>
                                <a:lnTo>
                                  <a:pt x="191" y="79"/>
                                </a:lnTo>
                                <a:lnTo>
                                  <a:pt x="242" y="98"/>
                                </a:lnTo>
                                <a:lnTo>
                                  <a:pt x="294" y="117"/>
                                </a:lnTo>
                                <a:lnTo>
                                  <a:pt x="346" y="135"/>
                                </a:lnTo>
                                <a:lnTo>
                                  <a:pt x="400" y="153"/>
                                </a:lnTo>
                                <a:lnTo>
                                  <a:pt x="455" y="171"/>
                                </a:lnTo>
                                <a:lnTo>
                                  <a:pt x="511" y="188"/>
                                </a:lnTo>
                                <a:lnTo>
                                  <a:pt x="568" y="204"/>
                                </a:lnTo>
                                <a:lnTo>
                                  <a:pt x="626" y="220"/>
                                </a:lnTo>
                                <a:lnTo>
                                  <a:pt x="686" y="236"/>
                                </a:lnTo>
                                <a:lnTo>
                                  <a:pt x="747" y="251"/>
                                </a:lnTo>
                                <a:lnTo>
                                  <a:pt x="809" y="266"/>
                                </a:lnTo>
                                <a:lnTo>
                                  <a:pt x="872" y="280"/>
                                </a:lnTo>
                                <a:lnTo>
                                  <a:pt x="936" y="293"/>
                                </a:lnTo>
                                <a:lnTo>
                                  <a:pt x="1002" y="306"/>
                                </a:lnTo>
                                <a:lnTo>
                                  <a:pt x="1069" y="319"/>
                                </a:lnTo>
                                <a:lnTo>
                                  <a:pt x="1137" y="331"/>
                                </a:lnTo>
                                <a:lnTo>
                                  <a:pt x="1207" y="342"/>
                                </a:lnTo>
                                <a:lnTo>
                                  <a:pt x="1277" y="352"/>
                                </a:lnTo>
                                <a:lnTo>
                                  <a:pt x="1350" y="362"/>
                                </a:lnTo>
                                <a:lnTo>
                                  <a:pt x="1423" y="372"/>
                                </a:lnTo>
                                <a:lnTo>
                                  <a:pt x="1498" y="380"/>
                                </a:lnTo>
                                <a:lnTo>
                                  <a:pt x="1575" y="388"/>
                                </a:lnTo>
                                <a:lnTo>
                                  <a:pt x="1653" y="395"/>
                                </a:lnTo>
                                <a:lnTo>
                                  <a:pt x="1732" y="402"/>
                                </a:lnTo>
                                <a:lnTo>
                                  <a:pt x="1812" y="408"/>
                                </a:lnTo>
                                <a:lnTo>
                                  <a:pt x="1895" y="413"/>
                                </a:lnTo>
                                <a:lnTo>
                                  <a:pt x="2064" y="421"/>
                                </a:lnTo>
                                <a:lnTo>
                                  <a:pt x="2238" y="426"/>
                                </a:lnTo>
                                <a:lnTo>
                                  <a:pt x="2420" y="427"/>
                                </a:lnTo>
                                <a:lnTo>
                                  <a:pt x="2607" y="425"/>
                                </a:lnTo>
                                <a:lnTo>
                                  <a:pt x="2801" y="420"/>
                                </a:lnTo>
                                <a:lnTo>
                                  <a:pt x="3002" y="411"/>
                                </a:lnTo>
                                <a:lnTo>
                                  <a:pt x="3209" y="399"/>
                                </a:lnTo>
                                <a:lnTo>
                                  <a:pt x="3424" y="382"/>
                                </a:lnTo>
                                <a:lnTo>
                                  <a:pt x="3602" y="366"/>
                                </a:lnTo>
                                <a:lnTo>
                                  <a:pt x="2234" y="366"/>
                                </a:lnTo>
                                <a:lnTo>
                                  <a:pt x="2058" y="364"/>
                                </a:lnTo>
                                <a:lnTo>
                                  <a:pt x="1889" y="359"/>
                                </a:lnTo>
                                <a:lnTo>
                                  <a:pt x="1806" y="355"/>
                                </a:lnTo>
                                <a:lnTo>
                                  <a:pt x="1725" y="350"/>
                                </a:lnTo>
                                <a:lnTo>
                                  <a:pt x="1646" y="345"/>
                                </a:lnTo>
                                <a:lnTo>
                                  <a:pt x="1567" y="339"/>
                                </a:lnTo>
                                <a:lnTo>
                                  <a:pt x="1491" y="332"/>
                                </a:lnTo>
                                <a:lnTo>
                                  <a:pt x="1415" y="325"/>
                                </a:lnTo>
                                <a:lnTo>
                                  <a:pt x="1342" y="317"/>
                                </a:lnTo>
                                <a:lnTo>
                                  <a:pt x="1269" y="309"/>
                                </a:lnTo>
                                <a:lnTo>
                                  <a:pt x="1198" y="299"/>
                                </a:lnTo>
                                <a:lnTo>
                                  <a:pt x="1128" y="290"/>
                                </a:lnTo>
                                <a:lnTo>
                                  <a:pt x="1060" y="279"/>
                                </a:lnTo>
                                <a:lnTo>
                                  <a:pt x="993" y="268"/>
                                </a:lnTo>
                                <a:lnTo>
                                  <a:pt x="927" y="257"/>
                                </a:lnTo>
                                <a:lnTo>
                                  <a:pt x="863" y="245"/>
                                </a:lnTo>
                                <a:lnTo>
                                  <a:pt x="800" y="232"/>
                                </a:lnTo>
                                <a:lnTo>
                                  <a:pt x="738" y="219"/>
                                </a:lnTo>
                                <a:lnTo>
                                  <a:pt x="678" y="206"/>
                                </a:lnTo>
                                <a:lnTo>
                                  <a:pt x="618" y="192"/>
                                </a:lnTo>
                                <a:lnTo>
                                  <a:pt x="560" y="178"/>
                                </a:lnTo>
                                <a:lnTo>
                                  <a:pt x="503" y="163"/>
                                </a:lnTo>
                                <a:lnTo>
                                  <a:pt x="448" y="148"/>
                                </a:lnTo>
                                <a:lnTo>
                                  <a:pt x="393" y="133"/>
                                </a:lnTo>
                                <a:lnTo>
                                  <a:pt x="340" y="117"/>
                                </a:lnTo>
                                <a:lnTo>
                                  <a:pt x="288" y="101"/>
                                </a:lnTo>
                                <a:lnTo>
                                  <a:pt x="237" y="85"/>
                                </a:lnTo>
                                <a:lnTo>
                                  <a:pt x="187" y="68"/>
                                </a:lnTo>
                                <a:lnTo>
                                  <a:pt x="139" y="51"/>
                                </a:lnTo>
                                <a:lnTo>
                                  <a:pt x="91" y="34"/>
                                </a:lnTo>
                                <a:lnTo>
                                  <a:pt x="45" y="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6341 w 8125"/>
                              <a:gd name="T1" fmla="*/ 39 h 454"/>
                              <a:gd name="T2" fmla="*/ 6259 w 8125"/>
                              <a:gd name="T3" fmla="*/ 40 h 454"/>
                              <a:gd name="T4" fmla="*/ 6006 w 8125"/>
                              <a:gd name="T5" fmla="*/ 45 h 454"/>
                              <a:gd name="T6" fmla="*/ 5740 w 8125"/>
                              <a:gd name="T7" fmla="*/ 55 h 454"/>
                              <a:gd name="T8" fmla="*/ 5462 w 8125"/>
                              <a:gd name="T9" fmla="*/ 70 h 454"/>
                              <a:gd name="T10" fmla="*/ 5171 w 8125"/>
                              <a:gd name="T11" fmla="*/ 92 h 454"/>
                              <a:gd name="T12" fmla="*/ 4901 w 8125"/>
                              <a:gd name="T13" fmla="*/ 117 h 454"/>
                              <a:gd name="T14" fmla="*/ 4657 w 8125"/>
                              <a:gd name="T15" fmla="*/ 143 h 454"/>
                              <a:gd name="T16" fmla="*/ 4331 w 8125"/>
                              <a:gd name="T17" fmla="*/ 182 h 454"/>
                              <a:gd name="T18" fmla="*/ 3874 w 8125"/>
                              <a:gd name="T19" fmla="*/ 246 h 454"/>
                              <a:gd name="T20" fmla="*/ 3702 w 8125"/>
                              <a:gd name="T21" fmla="*/ 268 h 454"/>
                              <a:gd name="T22" fmla="*/ 3645 w 8125"/>
                              <a:gd name="T23" fmla="*/ 275 h 454"/>
                              <a:gd name="T24" fmla="*/ 3423 w 8125"/>
                              <a:gd name="T25" fmla="*/ 301 h 454"/>
                              <a:gd name="T26" fmla="*/ 3237 w 8125"/>
                              <a:gd name="T27" fmla="*/ 319 h 454"/>
                              <a:gd name="T28" fmla="*/ 3208 w 8125"/>
                              <a:gd name="T29" fmla="*/ 321 h 454"/>
                              <a:gd name="T30" fmla="*/ 3000 w 8125"/>
                              <a:gd name="T31" fmla="*/ 338 h 454"/>
                              <a:gd name="T32" fmla="*/ 2799 w 8125"/>
                              <a:gd name="T33" fmla="*/ 351 h 454"/>
                              <a:gd name="T34" fmla="*/ 2604 w 8125"/>
                              <a:gd name="T35" fmla="*/ 359 h 454"/>
                              <a:gd name="T36" fmla="*/ 2416 w 8125"/>
                              <a:gd name="T37" fmla="*/ 364 h 454"/>
                              <a:gd name="T38" fmla="*/ 2234 w 8125"/>
                              <a:gd name="T39" fmla="*/ 366 h 454"/>
                              <a:gd name="T40" fmla="*/ 3602 w 8125"/>
                              <a:gd name="T41" fmla="*/ 366 h 454"/>
                              <a:gd name="T42" fmla="*/ 3874 w 8125"/>
                              <a:gd name="T43" fmla="*/ 337 h 454"/>
                              <a:gd name="T44" fmla="*/ 4028 w 8125"/>
                              <a:gd name="T45" fmla="*/ 319 h 454"/>
                              <a:gd name="T46" fmla="*/ 4331 w 8125"/>
                              <a:gd name="T47" fmla="*/ 285 h 454"/>
                              <a:gd name="T48" fmla="*/ 4505 w 8125"/>
                              <a:gd name="T49" fmla="*/ 268 h 454"/>
                              <a:gd name="T50" fmla="*/ 4763 w 8125"/>
                              <a:gd name="T51" fmla="*/ 247 h 454"/>
                              <a:gd name="T52" fmla="*/ 4970 w 8125"/>
                              <a:gd name="T53" fmla="*/ 233 h 454"/>
                              <a:gd name="T54" fmla="*/ 5171 w 8125"/>
                              <a:gd name="T55" fmla="*/ 222 h 454"/>
                              <a:gd name="T56" fmla="*/ 5367 w 8125"/>
                              <a:gd name="T57" fmla="*/ 214 h 454"/>
                              <a:gd name="T58" fmla="*/ 5556 w 8125"/>
                              <a:gd name="T59" fmla="*/ 209 h 454"/>
                              <a:gd name="T60" fmla="*/ 5740 w 8125"/>
                              <a:gd name="T61" fmla="*/ 206 h 454"/>
                              <a:gd name="T62" fmla="*/ 8124 w 8125"/>
                              <a:gd name="T63" fmla="*/ 206 h 454"/>
                              <a:gd name="T64" fmla="*/ 8124 w 8125"/>
                              <a:gd name="T65" fmla="*/ 196 h 454"/>
                              <a:gd name="T66" fmla="*/ 8027 w 8125"/>
                              <a:gd name="T67" fmla="*/ 177 h 454"/>
                              <a:gd name="T68" fmla="*/ 7926 w 8125"/>
                              <a:gd name="T69" fmla="*/ 159 h 454"/>
                              <a:gd name="T70" fmla="*/ 7820 w 8125"/>
                              <a:gd name="T71" fmla="*/ 141 h 454"/>
                              <a:gd name="T72" fmla="*/ 7709 w 8125"/>
                              <a:gd name="T73" fmla="*/ 125 h 454"/>
                              <a:gd name="T74" fmla="*/ 7652 w 8125"/>
                              <a:gd name="T75" fmla="*/ 117 h 454"/>
                              <a:gd name="T76" fmla="*/ 7535 w 8125"/>
                              <a:gd name="T77" fmla="*/ 102 h 454"/>
                              <a:gd name="T78" fmla="*/ 7413 w 8125"/>
                              <a:gd name="T79" fmla="*/ 89 h 454"/>
                              <a:gd name="T80" fmla="*/ 7286 w 8125"/>
                              <a:gd name="T81" fmla="*/ 77 h 454"/>
                              <a:gd name="T82" fmla="*/ 7155 w 8125"/>
                              <a:gd name="T83" fmla="*/ 66 h 454"/>
                              <a:gd name="T84" fmla="*/ 7018 w 8125"/>
                              <a:gd name="T85" fmla="*/ 57 h 454"/>
                              <a:gd name="T86" fmla="*/ 6877 w 8125"/>
                              <a:gd name="T87" fmla="*/ 50 h 454"/>
                              <a:gd name="T88" fmla="*/ 6730 w 8125"/>
                              <a:gd name="T89" fmla="*/ 44 h 454"/>
                              <a:gd name="T90" fmla="*/ 6578 w 8125"/>
                              <a:gd name="T91" fmla="*/ 41 h 454"/>
                              <a:gd name="T92" fmla="*/ 6341 w 8125"/>
                              <a:gd name="T93" fmla="*/ 39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6341" y="39"/>
                                </a:moveTo>
                                <a:lnTo>
                                  <a:pt x="6259" y="40"/>
                                </a:lnTo>
                                <a:lnTo>
                                  <a:pt x="6006" y="45"/>
                                </a:lnTo>
                                <a:lnTo>
                                  <a:pt x="5740" y="55"/>
                                </a:lnTo>
                                <a:lnTo>
                                  <a:pt x="5462" y="70"/>
                                </a:lnTo>
                                <a:lnTo>
                                  <a:pt x="5171" y="92"/>
                                </a:lnTo>
                                <a:lnTo>
                                  <a:pt x="4901" y="117"/>
                                </a:lnTo>
                                <a:lnTo>
                                  <a:pt x="4657" y="143"/>
                                </a:lnTo>
                                <a:lnTo>
                                  <a:pt x="4331" y="182"/>
                                </a:lnTo>
                                <a:lnTo>
                                  <a:pt x="3874" y="246"/>
                                </a:lnTo>
                                <a:lnTo>
                                  <a:pt x="3702" y="268"/>
                                </a:lnTo>
                                <a:lnTo>
                                  <a:pt x="3645" y="275"/>
                                </a:lnTo>
                                <a:lnTo>
                                  <a:pt x="3423" y="301"/>
                                </a:lnTo>
                                <a:lnTo>
                                  <a:pt x="3237" y="319"/>
                                </a:lnTo>
                                <a:lnTo>
                                  <a:pt x="3208" y="321"/>
                                </a:lnTo>
                                <a:lnTo>
                                  <a:pt x="3000" y="338"/>
                                </a:lnTo>
                                <a:lnTo>
                                  <a:pt x="2799" y="351"/>
                                </a:lnTo>
                                <a:lnTo>
                                  <a:pt x="2604" y="359"/>
                                </a:lnTo>
                                <a:lnTo>
                                  <a:pt x="2416" y="364"/>
                                </a:lnTo>
                                <a:lnTo>
                                  <a:pt x="2234" y="366"/>
                                </a:lnTo>
                                <a:lnTo>
                                  <a:pt x="3602" y="366"/>
                                </a:lnTo>
                                <a:lnTo>
                                  <a:pt x="3874" y="337"/>
                                </a:lnTo>
                                <a:lnTo>
                                  <a:pt x="4028" y="319"/>
                                </a:lnTo>
                                <a:lnTo>
                                  <a:pt x="4331" y="285"/>
                                </a:lnTo>
                                <a:lnTo>
                                  <a:pt x="4505" y="268"/>
                                </a:lnTo>
                                <a:lnTo>
                                  <a:pt x="4763" y="247"/>
                                </a:lnTo>
                                <a:lnTo>
                                  <a:pt x="4970" y="233"/>
                                </a:lnTo>
                                <a:lnTo>
                                  <a:pt x="5171" y="222"/>
                                </a:lnTo>
                                <a:lnTo>
                                  <a:pt x="5367" y="214"/>
                                </a:lnTo>
                                <a:lnTo>
                                  <a:pt x="5556" y="209"/>
                                </a:lnTo>
                                <a:lnTo>
                                  <a:pt x="5740" y="206"/>
                                </a:lnTo>
                                <a:lnTo>
                                  <a:pt x="8124" y="206"/>
                                </a:lnTo>
                                <a:lnTo>
                                  <a:pt x="8124" y="196"/>
                                </a:lnTo>
                                <a:lnTo>
                                  <a:pt x="8027" y="177"/>
                                </a:lnTo>
                                <a:lnTo>
                                  <a:pt x="7926" y="159"/>
                                </a:lnTo>
                                <a:lnTo>
                                  <a:pt x="7820" y="141"/>
                                </a:lnTo>
                                <a:lnTo>
                                  <a:pt x="7709" y="125"/>
                                </a:lnTo>
                                <a:lnTo>
                                  <a:pt x="7652" y="117"/>
                                </a:lnTo>
                                <a:lnTo>
                                  <a:pt x="7535" y="102"/>
                                </a:lnTo>
                                <a:lnTo>
                                  <a:pt x="7413" y="89"/>
                                </a:lnTo>
                                <a:lnTo>
                                  <a:pt x="7286" y="77"/>
                                </a:lnTo>
                                <a:lnTo>
                                  <a:pt x="7155" y="66"/>
                                </a:lnTo>
                                <a:lnTo>
                                  <a:pt x="7018" y="57"/>
                                </a:lnTo>
                                <a:lnTo>
                                  <a:pt x="6877" y="50"/>
                                </a:lnTo>
                                <a:lnTo>
                                  <a:pt x="6730" y="44"/>
                                </a:lnTo>
                                <a:lnTo>
                                  <a:pt x="6578" y="41"/>
                                </a:lnTo>
                                <a:lnTo>
                                  <a:pt x="634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 xmlns:w15="http://schemas.microsoft.com/office/word/2012/wordml">
          <w:pict>
            <v:group w14:anchorId="2B9A2213" id="Group 1" o:spid="_x0000_s1026" style="width:406.25pt;height:41.5pt;mso-position-horizontal-relative:char;mso-position-vertical-relative:line" coordsize="8125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">
              <v:group id="Group 2" o:spid="_x0000_s1027" style="position:absolute;left:10;width:8115;height:830" coordorigin="10" coordsize="8115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3" o:spid="_x0000_s1028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xUsUA&#10;AADaAAAADwAAAGRycy9kb3ducmV2LnhtbESPQWvCQBSE74L/YXlCb3WTCkFSVwkFxUMP1pait0f2&#10;NRuafRuzW5P467uFgsdhZr5hVpvBNuJKna8dK0jnCQji0umaKwUf79vHJQgfkDU2jknBSB426+lk&#10;hbl2Pb/R9RgqESHsc1RgQmhzKX1pyKKfu5Y4el+usxii7CqpO+wj3DbyKUkyabHmuGCwpRdD5ffx&#10;xyroL7uz/jwsTtnrftzpm2mK5ZAq9TAbimcQgYZwD/+391rBAv6uxBs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N3FSxQAAANoAAAAPAAAAAAAAAAAAAAAAAJgCAABkcnMv&#10;ZG93bnJldi54bWxQSwUGAAAAAAQABAD1AAAAigMAAAAA&#10;" path="m7161,170r-2203,l5108,171r151,4l5412,182r155,11l5645,199r78,7l5802,214r79,9l5961,233r80,10l6121,255r81,13l6284,281r82,15l6448,311r83,17l6614,346r84,19l6783,384r85,22l6953,428r86,23l7125,476r87,25l7300,528r88,28l7477,586r89,31l7656,649r90,33l7837,717r92,36l8021,790r93,39l8114,464r-81,-32l7952,402r-81,-29l7790,345r-81,-27l7628,293r-81,-24l7466,246r-81,-22l7304,204r-81,-20l7161,170xe" fillcolor="#dbecf0" stroked="f">
                  <v:path arrowok="t" o:connecttype="custom" o:connectlocs="7161,170;4958,170;5108,171;5259,175;5412,182;5567,193;5645,199;5723,206;5802,214;5881,223;5961,233;6041,243;6121,255;6202,268;6284,281;6366,296;6448,311;6531,328;6614,346;6698,365;6783,384;6868,406;6953,428;7039,451;7125,476;7212,501;7300,528;7388,556;7477,586;7566,617;7656,649;7746,682;7837,717;7929,753;8021,790;8114,829;8114,464;8033,432;7952,402;7871,373;7790,345;7709,318;7628,293;7547,269;7466,246;7385,224;7304,204;7223,184;7161,170" o:connectangles="0,0,0,0,0,0,0,0,0,0,0,0,0,0,0,0,0,0,0,0,0,0,0,0,0,0,0,0,0,0,0,0,0,0,0,0,0,0,0,0,0,0,0,0,0,0,0,0,0"/>
                </v:shape>
                <v:shape id="Freeform 4" o:spid="_x0000_s1029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7pJsQA&#10;AADaAAAADwAAAGRycy9kb3ducmV2LnhtbESPQWsCMRSE74L/ITzBW82qRWQ1igiKBw/VFtHbY/O6&#10;Wbp5WTfRXfvrG6HgcZiZb5j5srWluFPtC8cKhoMEBHHmdMG5gq/PzdsUhA/IGkvHpOBBHpaLbmeO&#10;qXYNH+h+DLmIEPYpKjAhVKmUPjNk0Q9cRRy9b1dbDFHWudQ1NhFuSzlKkom0WHBcMFjR2lD2c7xZ&#10;Bc11e9Gnj/F5st89tvrXlKtpO1Sq32tXMxCB2vAK/7d3WsE7PK/E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6SbEAAAA2gAAAA8AAAAAAAAAAAAAAAAAmAIAAGRycy9k&#10;b3ducmV2LnhtbFBLBQYAAAAABAAEAPUAAACJAwAAAAA=&#10;" path="m,605r67,6l134,615r67,5l268,623r66,3l401,628r66,1l534,629r132,-1l798,625r132,-6l1062,611r33,-2l182,609r-61,-1l60,607,,605xe" fillcolor="#dbecf0" stroked="f">
                  <v:path arrowok="t" o:connecttype="custom" o:connectlocs="0,605;67,611;134,615;201,620;268,623;334,626;401,628;467,629;534,629;666,628;798,625;930,619;1062,611;1095,609;182,609;121,608;60,607;0,605" o:connectangles="0,0,0,0,0,0,0,0,0,0,0,0,0,0,0,0,0,0"/>
                </v:shape>
                <v:shape id="Freeform 5" o:spid="_x0000_s1030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MvcQA&#10;AADaAAAADwAAAGRycy9kb3ducmV2LnhtbESPQWsCMRSE74L/ITzBW82qVGQ1igiKBw/VFtHbY/O6&#10;Wbp5WTfRXfvrG6HgcZiZb5j5srWluFPtC8cKhoMEBHHmdMG5gq/PzdsUhA/IGkvHpOBBHpaLbmeO&#10;qXYNH+h+DLmIEPYpKjAhVKmUPjNk0Q9cRRy9b1dbDFHWudQ1NhFuSzlKkom0WHBcMFjR2lD2c7xZ&#10;Bc11e9Gnj/F5st89tvrXlKtpO1Sq32tXMxCB2vAK/7d3WsE7PK/E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STL3EAAAA2gAAAA8AAAAAAAAAAAAAAAAAmAIAAGRycy9k&#10;b3ducmV2LnhtbFBLBQYAAAAABAAEAPUAAACJAwAAAAA=&#10;" path="m5521,r-80,l5280,2,5120,8r-160,7l4800,25,4562,44,4325,66,4090,93r-312,40l3393,190,1630,480r-345,48l1082,553,883,574,752,586r-130,9l494,602r-126,5l305,608r-62,1l182,609r913,l1124,607r135,-11l1456,576r197,-23l1982,509,3251,313r344,-47l3873,233r212,-21l4299,194r144,-9l4589,178r146,-5l4883,170r2278,l7142,166r-82,-18l6979,132r-81,-15l6817,103,6736,90,6654,77,6573,66,6492,56r-81,-9l6330,38r-81,-7l6168,24r-82,-6l6006,13,5844,5,5682,1,5521,xe" fillcolor="#dbecf0" stroked="f">
                  <v:path arrowok="t" o:connecttype="custom" o:connectlocs="5521,0;5441,0;5280,2;5120,8;4960,15;4800,25;4562,44;4325,66;4090,93;3778,133;3393,190;1630,480;1285,528;1082,553;883,574;752,586;622,595;494,602;368,607;305,608;243,609;182,609;1095,609;1124,607;1259,596;1456,576;1653,553;1982,509;3251,313;3595,266;3873,233;4085,212;4299,194;4443,185;4589,178;4735,173;4883,170;7161,170;7142,166;7060,148;6979,132;6898,117;6817,103;6736,90;6654,77;6573,66;6492,56;6411,47;6330,38;6249,31;6168,24;6086,18;6006,13;5844,5;5682,1;5521,0" o:connectangles="0,0,0,0,0,0,0,0,0,0,0,0,0,0,0,0,0,0,0,0,0,0,0,0,0,0,0,0,0,0,0,0,0,0,0,0,0,0,0,0,0,0,0,0,0,0,0,0,0,0,0,0,0,0,0,0"/>
                </v:shape>
              </v:group>
              <v:group id="Group 6" o:spid="_x0000_s1031" style="position:absolute;top:13;width:8125;height:517" coordorigin=",13" coordsize="8125,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Freeform 7" o:spid="_x0000_s1032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yjsIA&#10;AADaAAAADwAAAGRycy9kb3ducmV2LnhtbESPT4vCMBTE74LfITxhb5rqQaVrlEUQPCnrH+zx0bxt&#10;yzYvJYltdz+9EQSPw8z8hlltelOLlpyvLCuYThIQxLnVFRcKLufdeAnCB2SNtWVS8EceNuvhYIWp&#10;th1/U3sKhYgQ9ikqKENoUil9XpJBP7ENcfR+rDMYonSF1A67CDe1nCXJXBqsOC6U2NC2pPz3dDcK&#10;btn1uJPcL50+zLJ/L9vzvmuV+hj1X58gAvXhHX6191rBAp5X4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AbKOwgAAANoAAAAPAAAAAAAAAAAAAAAAAJgCAABkcnMvZG93&#10;bnJldi54bWxQSwUGAAAAAAQABAD1AAAAhwMAAAAA&#10;" path="m3196,238r-1486,l1836,239r125,3l2146,250r61,3l2389,265r241,20l2988,322r793,91l4231,458r269,22l4779,498r217,9l5220,514r233,2l5694,514r250,-7l6204,495r271,-17l6757,454r294,-31l7357,386r319,-45l7738,332r-2742,l4779,330r-279,-8l4165,307,3350,250r-121,-9l3196,238xe" fillcolor="#55b4c8" stroked="f">
                  <v:path arrowok="t" o:connecttype="custom" o:connectlocs="3196,238;1710,238;1836,239;1961,242;2146,250;2207,253;2389,265;2630,285;2988,322;3781,413;4231,458;4500,480;4779,498;4996,507;5220,514;5453,516;5694,514;5944,507;6204,495;6475,478;6757,454;7051,423;7357,386;7676,341;7738,332;4996,332;4779,330;4500,322;4165,307;3350,250;3229,241;3196,238" o:connectangles="0,0,0,0,0,0,0,0,0,0,0,0,0,0,0,0,0,0,0,0,0,0,0,0,0,0,0,0,0,0,0,0"/>
                </v:shape>
                <v:shape id="Freeform 8" o:spid="_x0000_s1033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m/LwA&#10;AADaAAAADwAAAGRycy9kb3ducmV2LnhtbERPy6rCMBDdX/AfwgjurqkuRKpRRBBcKb7Q5dCMbbGZ&#10;lCS21a83C8Hl4bzny85UoiHnS8sKRsMEBHFmdcm5gvNp8z8F4QOyxsoyKXiRh+Wi9zfHVNuWD9Qc&#10;Qy5iCPsUFRQh1KmUPivIoB/amjhyd+sMhghdLrXDNoabSo6TZCINlhwbCqxpXVD2OD6Nguvtst9I&#10;7qZO78a3t5fNads2Sg363WoGIlAXfuKve6sVxK3xSrwBcvE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Qnib8vAAAANoAAAAPAAAAAAAAAAAAAAAAAJgCAABkcnMvZG93bnJldi54&#10;bWxQSwUGAAAAAAQABAD1AAAAgQMAAAAA&#10;" path="m2023,183r-124,l1773,186r-127,4l1516,196r-131,8l1252,214r-136,13l993,241r-77,9l836,261,691,281,574,300r-30,5l447,322r-54,10l316,346,160,377,,412,160,382,316,354,469,330r58,-8l618,309,764,291,907,276r140,-12l1184,254r68,-4l1385,244r131,-4l1646,238r1550,l2749,207,2510,194r-181,-6l2146,184r-123,-1xe" fillcolor="#55b4c8" stroked="f">
                  <v:path arrowok="t" o:connecttype="custom" o:connectlocs="2023,183;1899,183;1773,186;1646,190;1516,196;1385,204;1252,214;1116,227;993,241;916,250;836,261;691,281;574,300;544,305;447,322;393,332;316,346;160,377;0,412;160,382;316,354;469,330;527,322;618,309;764,291;907,276;1047,264;1184,254;1252,250;1385,244;1516,240;1646,238;3196,238;2749,207;2510,194;2329,188;2146,184;2023,183" o:connectangles="0,0,0,0,0,0,0,0,0,0,0,0,0,0,0,0,0,0,0,0,0,0,0,0,0,0,0,0,0,0,0,0,0,0,0,0,0,0"/>
                </v:shape>
                <v:shape id="Freeform 9" o:spid="_x0000_s1034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KDZ8IA&#10;AADaAAAADwAAAGRycy9kb3ducmV2LnhtbESPQWvCQBSE74X+h+UVvNWNOZSYukoRBE8WE0WPj+xr&#10;Epp9G3bXJPrru4VCj8PMfMOsNpPpxEDOt5YVLOYJCOLK6pZrBady95qB8AFZY2eZFNzJw2b9/LTC&#10;XNuRjzQUoRYRwj5HBU0IfS6lrxoy6Oe2J47el3UGQ5SultrhGOGmk2mSvEmDLceFBnvaNlR9Fzej&#10;4HI9f+4kT5nTh/T68HIo9+Og1Oxl+ngHEWgK/+G/9l4rWMLvlX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0oNnwgAAANoAAAAPAAAAAAAAAAAAAAAAAJgCAABkcnMvZG93&#10;bnJldi54bWxQSwUGAAAAAAQABAD1AAAAhwMAAAAA&#10;" path="m8124,l7786,64r-324,56l7151,168r-298,41l6595,241r-85,9l6475,254r-271,26l5944,300r-250,15l5453,325r-233,5l4996,332r2742,l7802,322r137,-22l8124,269,8124,xe" fillcolor="#55b4c8" stroked="f">
                  <v:path arrowok="t" o:connecttype="custom" o:connectlocs="8124,0;7786,64;7462,120;7151,168;6853,209;6595,241;6510,250;6475,254;6204,280;5944,300;5694,315;5453,325;5220,330;4996,332;7738,332;7802,322;7939,300;8124,269;8124,0" o:connectangles="0,0,0,0,0,0,0,0,0,0,0,0,0,0,0,0,0,0,0"/>
                </v:shape>
              </v:group>
              <v:group id="Group 10" o:spid="_x0000_s1035" style="position:absolute;top:74;width:8125;height:454" coordorigin=",74" coordsize="8125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Freeform 11" o:spid="_x0000_s1036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MpzMIA&#10;AADbAAAADwAAAGRycy9kb3ducmV2LnhtbERP32vCMBB+H+x/CDfwbaYVHdIZRQTBMRCsij4eza2p&#10;NpfSZLX7740g7O0+vp83W/S2Fh21vnKsIB0mIIgLpysuFRz26/cpCB+QNdaOScEfeVjMX19mmGl3&#10;4x11eShFDGGfoQITQpNJ6QtDFv3QNcSR+3GtxRBhW0rd4i2G21qOkuRDWqw4NhhsaGWouOa/VsHp&#10;8n0szqOpXq7O2zQ3p69xRxOlBm/98hNEoD78i5/ujY7zU3j8E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ynMwgAAANsAAAAPAAAAAAAAAAAAAAAAAJgCAABkcnMvZG93&#10;bnJldi54bWxQSwUGAAAAAAQABAD1AAAAhwMAAAAA&#10;" path="m8124,206r-2294,l5919,207r173,2l6259,214r163,7l6578,230r152,11l6877,254r141,14l7155,284r131,17l7413,319r122,19l7675,362r145,26l7977,420r147,33l8124,206xe" fillcolor="#008da8" stroked="f">
                  <v:path arrowok="t" o:connecttype="custom" o:connectlocs="8124,206;5830,206;5919,207;6092,209;6259,214;6422,221;6578,230;6730,241;6877,254;7018,268;7155,284;7286,301;7413,319;7535,338;7675,362;7820,388;7977,420;8124,453;8124,206" o:connectangles="0,0,0,0,0,0,0,0,0,0,0,0,0,0,0,0,0,0,0"/>
                </v:shape>
                <v:shape id="Freeform 12" o:spid="_x0000_s1037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G3u8IA&#10;AADbAAAADwAAAGRycy9kb3ducmV2LnhtbERP32vCMBB+H+x/CDfwbaYWHdIZRQTBMRCsij4eza2p&#10;NpfSZLX7740g7O0+vp83W/S2Fh21vnKsYDRMQBAXTldcKjjs1+9TED4ga6wdk4I/8rCYv77MMNPu&#10;xjvq8lCKGMI+QwUmhCaT0heGLPqha4gj9+NaiyHCtpS6xVsMt7VMk+RDWqw4NhhsaGWouOa/VsHp&#10;8n0szulUL1fn7Sg3p69xRxOlBm/98hNEoD78i5/ujY7zU3j8E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be7wgAAANsAAAAPAAAAAAAAAAAAAAAAAJgCAABkcnMvZG93&#10;bnJldi54bWxQSwUGAAAAAAQABAD1AAAAhwMAAAAA&#10;" path="m,l46,20,93,40r49,20l191,79r51,19l294,117r52,18l400,153r55,18l511,188r57,16l626,220r60,16l747,251r62,15l872,280r64,13l1002,306r67,13l1137,331r70,11l1277,352r73,10l1423,372r75,8l1575,388r78,7l1732,402r80,6l1895,413r169,8l2238,426r182,1l2607,425r194,-5l3002,411r207,-12l3424,382r178,-16l2234,366r-176,-2l1889,359r-83,-4l1725,350r-79,-5l1567,339r-76,-7l1415,325r-73,-8l1269,309r-71,-10l1128,290r-68,-11l993,268,927,257,863,245,800,232,738,219,678,206,618,192,560,178,503,163,448,148,393,133,340,117,288,101,237,85,187,68,139,51,91,34,45,17,,xe" fillcolor="#008da8" stroked="f">
                  <v:path arrowok="t" o:connecttype="custom" o:connectlocs="46,20;142,60;242,98;346,135;455,171;568,204;686,236;809,266;936,293;1069,319;1207,342;1350,362;1498,380;1653,395;1812,408;2064,421;2420,427;2801,420;3209,399;3602,366;2058,364;1806,355;1646,345;1491,332;1342,317;1198,299;1060,279;927,257;800,232;678,206;560,178;448,148;340,117;237,85;139,51;45,17" o:connectangles="0,0,0,0,0,0,0,0,0,0,0,0,0,0,0,0,0,0,0,0,0,0,0,0,0,0,0,0,0,0,0,0,0,0,0,0"/>
                </v:shape>
                <v:shape id="Freeform 13" o:spid="_x0000_s1038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SIMIA&#10;AADbAAAADwAAAGRycy9kb3ducmV2LnhtbERP32vCMBB+F/wfwg1801SnIp1RRBAmgrDOoY9Hc2u6&#10;NZfSxFr/ezMQ9nYf389brjtbiZYaXzpWMB4lIIhzp0suFJw+d8MFCB+QNVaOScGdPKxX/d4SU+1u&#10;/EFtFgoRQ9inqMCEUKdS+tyQRT9yNXHkvl1jMUTYFFI3eIvhtpKTJJlLiyXHBoM1bQ3lv9nVKjj/&#10;HL7yy2ShN9vLcZyZ837a0kypwUu3eQMRqAv/4qf7Xcf5r/D3Szx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RIgwgAAANsAAAAPAAAAAAAAAAAAAAAAAJgCAABkcnMvZG93&#10;bnJldi54bWxQSwUGAAAAAAQABAD1AAAAhwMAAAAA&#10;" path="m6341,39r-82,1l6006,45,5740,55,5462,70,5171,92r-270,25l4657,143r-326,39l3874,246r-172,22l3645,275r-222,26l3237,319r-29,2l3000,338r-201,13l2604,359r-188,5l2234,366r1368,l3874,337r154,-18l4331,285r174,-17l4763,247r207,-14l5171,222r196,-8l5556,209r184,-3l8124,206r,-10l8027,177,7926,159,7820,141,7709,125r-57,-8l7535,102,7413,89,7286,77,7155,66,7018,57,6877,50,6730,44,6578,41,6341,39xe" fillcolor="#008da8" stroked="f">
                  <v:path arrowok="t" o:connecttype="custom" o:connectlocs="6341,39;6259,40;6006,45;5740,55;5462,70;5171,92;4901,117;4657,143;4331,182;3874,246;3702,268;3645,275;3423,301;3237,319;3208,321;3000,338;2799,351;2604,359;2416,364;2234,366;3602,366;3874,337;4028,319;4331,285;4505,268;4763,247;4970,233;5171,222;5367,214;5556,209;5740,206;8124,206;8124,196;8027,177;7926,159;7820,141;7709,125;7652,117;7535,102;7413,89;7286,77;7155,66;7018,57;6877,50;6730,44;6578,41;6341,39" o:connectangles="0,0,0,0,0,0,0,0,0,0,0,0,0,0,0,0,0,0,0,0,0,0,0,0,0,0,0,0,0,0,0,0,0,0,0,0,0,0,0,0,0,0,0,0,0,0,0"/>
                </v:shape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528"/>
    <w:multiLevelType w:val="hybridMultilevel"/>
    <w:tmpl w:val="4E268992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A72B8"/>
    <w:multiLevelType w:val="hybridMultilevel"/>
    <w:tmpl w:val="AEEC0AA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F6942"/>
    <w:multiLevelType w:val="hybridMultilevel"/>
    <w:tmpl w:val="8DBE347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DB6D212">
      <w:numFmt w:val="bullet"/>
      <w:lvlText w:val=""/>
      <w:lvlJc w:val="left"/>
      <w:pPr>
        <w:ind w:left="1440" w:hanging="360"/>
      </w:pPr>
      <w:rPr>
        <w:rFonts w:ascii="Palatino Linotype" w:eastAsiaTheme="minorEastAsia" w:hAnsi="Palatino Linotype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D734E"/>
    <w:multiLevelType w:val="hybridMultilevel"/>
    <w:tmpl w:val="B55AE2E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22941"/>
    <w:multiLevelType w:val="hybridMultilevel"/>
    <w:tmpl w:val="B2F4D20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1E0B"/>
    <w:multiLevelType w:val="hybridMultilevel"/>
    <w:tmpl w:val="8CA89F1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2581D"/>
    <w:multiLevelType w:val="hybridMultilevel"/>
    <w:tmpl w:val="1A522D58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B3AB8"/>
    <w:multiLevelType w:val="hybridMultilevel"/>
    <w:tmpl w:val="BD482B1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D1605A"/>
    <w:multiLevelType w:val="hybridMultilevel"/>
    <w:tmpl w:val="9814C9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71AAD"/>
    <w:multiLevelType w:val="hybridMultilevel"/>
    <w:tmpl w:val="457E4B2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65466"/>
    <w:multiLevelType w:val="hybridMultilevel"/>
    <w:tmpl w:val="1A7C668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33355"/>
    <w:multiLevelType w:val="hybridMultilevel"/>
    <w:tmpl w:val="F83E0F3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24A9F"/>
    <w:multiLevelType w:val="hybridMultilevel"/>
    <w:tmpl w:val="D4BCB04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7A0342"/>
    <w:multiLevelType w:val="hybridMultilevel"/>
    <w:tmpl w:val="C45CAD4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3AF72A">
      <w:numFmt w:val="bullet"/>
      <w:lvlText w:val="•"/>
      <w:lvlJc w:val="left"/>
      <w:pPr>
        <w:ind w:left="1440" w:hanging="360"/>
      </w:pPr>
      <w:rPr>
        <w:rFonts w:ascii="Palatino Linotype" w:eastAsiaTheme="minorEastAsia" w:hAnsi="Palatino Linotype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25510"/>
    <w:multiLevelType w:val="hybridMultilevel"/>
    <w:tmpl w:val="FAF2B91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A2F4D"/>
    <w:multiLevelType w:val="hybridMultilevel"/>
    <w:tmpl w:val="8C74DF3C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9937DA"/>
    <w:multiLevelType w:val="hybridMultilevel"/>
    <w:tmpl w:val="E52A372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385209C"/>
    <w:multiLevelType w:val="hybridMultilevel"/>
    <w:tmpl w:val="8816580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86352"/>
    <w:multiLevelType w:val="hybridMultilevel"/>
    <w:tmpl w:val="3A88C646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112855"/>
    <w:multiLevelType w:val="hybridMultilevel"/>
    <w:tmpl w:val="E2347E24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56273"/>
    <w:multiLevelType w:val="hybridMultilevel"/>
    <w:tmpl w:val="3BF81CA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2752FB"/>
    <w:multiLevelType w:val="hybridMultilevel"/>
    <w:tmpl w:val="5CB864E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702FB2"/>
    <w:multiLevelType w:val="hybridMultilevel"/>
    <w:tmpl w:val="F41C924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3119E8"/>
    <w:multiLevelType w:val="hybridMultilevel"/>
    <w:tmpl w:val="0636B5E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3"/>
  </w:num>
  <w:num w:numId="5">
    <w:abstractNumId w:val="16"/>
  </w:num>
  <w:num w:numId="6">
    <w:abstractNumId w:val="7"/>
  </w:num>
  <w:num w:numId="7">
    <w:abstractNumId w:val="6"/>
  </w:num>
  <w:num w:numId="8">
    <w:abstractNumId w:val="9"/>
  </w:num>
  <w:num w:numId="9">
    <w:abstractNumId w:val="21"/>
  </w:num>
  <w:num w:numId="10">
    <w:abstractNumId w:val="11"/>
  </w:num>
  <w:num w:numId="11">
    <w:abstractNumId w:val="12"/>
  </w:num>
  <w:num w:numId="12">
    <w:abstractNumId w:val="0"/>
  </w:num>
  <w:num w:numId="13">
    <w:abstractNumId w:val="10"/>
  </w:num>
  <w:num w:numId="14">
    <w:abstractNumId w:val="1"/>
  </w:num>
  <w:num w:numId="15">
    <w:abstractNumId w:val="5"/>
  </w:num>
  <w:num w:numId="16">
    <w:abstractNumId w:val="14"/>
  </w:num>
  <w:num w:numId="17">
    <w:abstractNumId w:val="22"/>
  </w:num>
  <w:num w:numId="18">
    <w:abstractNumId w:val="23"/>
  </w:num>
  <w:num w:numId="19">
    <w:abstractNumId w:val="3"/>
  </w:num>
  <w:num w:numId="20">
    <w:abstractNumId w:val="4"/>
  </w:num>
  <w:num w:numId="21">
    <w:abstractNumId w:val="20"/>
  </w:num>
  <w:num w:numId="22">
    <w:abstractNumId w:val="18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76"/>
    <w:rsid w:val="00037EF3"/>
    <w:rsid w:val="00044D92"/>
    <w:rsid w:val="000A6D1B"/>
    <w:rsid w:val="00226B18"/>
    <w:rsid w:val="002E4103"/>
    <w:rsid w:val="003643A4"/>
    <w:rsid w:val="003C06C4"/>
    <w:rsid w:val="00413601"/>
    <w:rsid w:val="0047579E"/>
    <w:rsid w:val="004D1E90"/>
    <w:rsid w:val="005A5A39"/>
    <w:rsid w:val="005D6E76"/>
    <w:rsid w:val="005E753E"/>
    <w:rsid w:val="006137C0"/>
    <w:rsid w:val="006C1121"/>
    <w:rsid w:val="0076393D"/>
    <w:rsid w:val="007C2DA6"/>
    <w:rsid w:val="00841B48"/>
    <w:rsid w:val="00861C12"/>
    <w:rsid w:val="008E4A77"/>
    <w:rsid w:val="00983521"/>
    <w:rsid w:val="009B40E3"/>
    <w:rsid w:val="009D01FF"/>
    <w:rsid w:val="009E5C52"/>
    <w:rsid w:val="00B34F50"/>
    <w:rsid w:val="00BF4E02"/>
    <w:rsid w:val="00CE44C3"/>
    <w:rsid w:val="00D15AB3"/>
    <w:rsid w:val="00D55316"/>
    <w:rsid w:val="00DE3578"/>
    <w:rsid w:val="00E26FE2"/>
    <w:rsid w:val="00F16BF2"/>
    <w:rsid w:val="00F74E08"/>
    <w:rsid w:val="00F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01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0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hyperlink" Target="http://www.springfarm-p.schools.nsw.edu.au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hyperlink" Target="mailto:springfarm-p.school@det.nsw.edu.au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User\AppData\Local\Microsoft\Windows\Temporary%20Internet%20Files\Content.IE5\RBXEFZXZ\Spring%20Farm%20letterhead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Spring Farm letterhead 2</Template>
  <TotalTime>0</TotalTime>
  <Pages>2</Pages>
  <Words>351</Words>
  <Characters>2092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Inspiring creative and innovative learners</vt:lpstr>
    </vt:vector>
  </TitlesOfParts>
  <Company>NSW, Department of Education and Training</Company>
  <LinksUpToDate>false</LinksUpToDate>
  <CharactersWithSpaces>2439</CharactersWithSpaces>
  <SharedDoc>false</SharedDoc>
  <HLinks>
    <vt:vector size="12" baseType="variant"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http://www.springfarm-p.schools.nsw.edu.au/</vt:lpwstr>
      </vt:variant>
      <vt:variant>
        <vt:lpwstr/>
      </vt:variant>
      <vt:variant>
        <vt:i4>131104</vt:i4>
      </vt:variant>
      <vt:variant>
        <vt:i4>0</vt:i4>
      </vt:variant>
      <vt:variant>
        <vt:i4>0</vt:i4>
      </vt:variant>
      <vt:variant>
        <vt:i4>5</vt:i4>
      </vt:variant>
      <vt:variant>
        <vt:lpwstr>mailto:springfarm-p.school@det.nsw.edu.au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Inspiring creative and innovative learners</dc:title>
  <dc:creator>LocalUser</dc:creator>
  <cp:lastModifiedBy>Mills, Eileen</cp:lastModifiedBy>
  <cp:revision>2</cp:revision>
  <cp:lastPrinted>2016-12-13T04:21:00Z</cp:lastPrinted>
  <dcterms:created xsi:type="dcterms:W3CDTF">2016-12-13T04:22:00Z</dcterms:created>
  <dcterms:modified xsi:type="dcterms:W3CDTF">2016-12-13T04:22:00Z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CS3</vt:lpwstr>
  </property>
  <property fmtid="{D5CDD505-2E9C-101B-9397-08002B2CF9AE}" pid="3" name="_DocHome">
    <vt:i4>-1609873302</vt:i4>
  </property>
</Properties>
</file>