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054" w:rsidRDefault="00086054" w:rsidP="00861C12">
      <w:pPr>
        <w:rPr>
          <w:rFonts w:ascii="Palatino Linotype" w:hAnsi="Palatino Linotype"/>
        </w:rPr>
      </w:pPr>
      <w:bookmarkStart w:id="0" w:name="_GoBack"/>
      <w:bookmarkEnd w:id="0"/>
    </w:p>
    <w:p w:rsidR="006D514A" w:rsidRPr="006D514A" w:rsidRDefault="006D514A" w:rsidP="006D514A">
      <w:pPr>
        <w:rPr>
          <w:rFonts w:ascii="Palatino Linotype" w:hAnsi="Palatino Linotype"/>
        </w:rPr>
      </w:pPr>
    </w:p>
    <w:p w:rsidR="006D514A" w:rsidRPr="006D514A" w:rsidRDefault="006D514A" w:rsidP="006D514A">
      <w:pPr>
        <w:rPr>
          <w:rFonts w:ascii="Palatino Linotype" w:hAnsi="Palatino Linotype"/>
        </w:rPr>
      </w:pPr>
    </w:p>
    <w:p w:rsidR="006D514A" w:rsidRPr="006D514A" w:rsidRDefault="006D514A" w:rsidP="006D514A">
      <w:pPr>
        <w:keepNext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Pr="006D514A">
        <w:rPr>
          <w:rFonts w:ascii="Arial" w:hAnsi="Arial" w:cs="Arial"/>
        </w:rPr>
        <w:t xml:space="preserve"> May 2017</w:t>
      </w:r>
    </w:p>
    <w:p w:rsidR="006D514A" w:rsidRPr="006D514A" w:rsidRDefault="006D514A" w:rsidP="006D514A">
      <w:pPr>
        <w:keepNext/>
        <w:jc w:val="both"/>
        <w:outlineLvl w:val="0"/>
        <w:rPr>
          <w:rFonts w:ascii="Arial" w:hAnsi="Arial" w:cs="Arial"/>
        </w:rPr>
      </w:pPr>
    </w:p>
    <w:p w:rsidR="006D514A" w:rsidRPr="006D514A" w:rsidRDefault="006D514A" w:rsidP="006D514A">
      <w:pPr>
        <w:keepNext/>
        <w:jc w:val="both"/>
        <w:outlineLvl w:val="0"/>
        <w:rPr>
          <w:rFonts w:ascii="Arial" w:hAnsi="Arial" w:cs="Arial"/>
        </w:rPr>
      </w:pPr>
    </w:p>
    <w:p w:rsidR="006D514A" w:rsidRPr="006D514A" w:rsidRDefault="006D514A" w:rsidP="006D514A">
      <w:pPr>
        <w:keepNext/>
        <w:jc w:val="both"/>
        <w:outlineLvl w:val="0"/>
        <w:rPr>
          <w:rFonts w:ascii="Arial" w:hAnsi="Arial" w:cs="Arial"/>
        </w:rPr>
      </w:pPr>
    </w:p>
    <w:p w:rsidR="006D514A" w:rsidRPr="006D514A" w:rsidRDefault="006D514A" w:rsidP="006D514A">
      <w:pPr>
        <w:keepNext/>
        <w:jc w:val="both"/>
        <w:outlineLvl w:val="0"/>
        <w:rPr>
          <w:rFonts w:ascii="Arial" w:hAnsi="Arial" w:cs="Arial"/>
        </w:rPr>
      </w:pPr>
    </w:p>
    <w:p w:rsidR="006D514A" w:rsidRPr="006D514A" w:rsidRDefault="006D514A" w:rsidP="006D514A">
      <w:pPr>
        <w:keepNext/>
        <w:jc w:val="both"/>
        <w:outlineLvl w:val="0"/>
        <w:rPr>
          <w:rFonts w:ascii="Arial" w:hAnsi="Arial" w:cs="Arial"/>
        </w:rPr>
      </w:pPr>
    </w:p>
    <w:p w:rsidR="006D514A" w:rsidRPr="006D514A" w:rsidRDefault="006D514A" w:rsidP="006D514A">
      <w:pPr>
        <w:keepNext/>
        <w:jc w:val="both"/>
        <w:outlineLvl w:val="0"/>
        <w:rPr>
          <w:rFonts w:ascii="Arial" w:hAnsi="Arial" w:cs="Arial"/>
        </w:rPr>
      </w:pPr>
      <w:r w:rsidRPr="006D514A">
        <w:rPr>
          <w:rFonts w:ascii="Arial" w:hAnsi="Arial" w:cs="Arial"/>
        </w:rPr>
        <w:t xml:space="preserve">Dear Parents and Carers, </w:t>
      </w:r>
    </w:p>
    <w:p w:rsidR="006D514A" w:rsidRPr="006D514A" w:rsidRDefault="006D514A" w:rsidP="006D514A">
      <w:pPr>
        <w:keepNext/>
        <w:jc w:val="both"/>
        <w:outlineLvl w:val="0"/>
        <w:rPr>
          <w:rFonts w:ascii="Arial" w:hAnsi="Arial" w:cs="Arial"/>
        </w:rPr>
      </w:pPr>
    </w:p>
    <w:p w:rsidR="006D514A" w:rsidRPr="006D514A" w:rsidRDefault="006D514A" w:rsidP="006D514A">
      <w:pPr>
        <w:keepNext/>
        <w:jc w:val="both"/>
        <w:outlineLvl w:val="0"/>
        <w:rPr>
          <w:rFonts w:ascii="Arial" w:hAnsi="Arial" w:cs="Arial"/>
        </w:rPr>
      </w:pPr>
    </w:p>
    <w:p w:rsidR="0087727E" w:rsidRDefault="0087727E" w:rsidP="006D514A">
      <w:pPr>
        <w:keepNext/>
        <w:jc w:val="center"/>
        <w:outlineLvl w:val="0"/>
        <w:rPr>
          <w:rFonts w:ascii="Arial" w:hAnsi="Arial" w:cs="Arial"/>
          <w:b/>
        </w:rPr>
      </w:pPr>
    </w:p>
    <w:p w:rsidR="006D514A" w:rsidRDefault="006D514A" w:rsidP="006D514A">
      <w:pPr>
        <w:keepNext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 stomach bug going around and </w:t>
      </w:r>
      <w:proofErr w:type="gramStart"/>
      <w:r>
        <w:rPr>
          <w:rFonts w:ascii="Arial" w:hAnsi="Arial" w:cs="Arial"/>
          <w:b/>
        </w:rPr>
        <w:t>suspected</w:t>
      </w:r>
      <w:proofErr w:type="gramEnd"/>
      <w:r>
        <w:rPr>
          <w:rFonts w:ascii="Arial" w:hAnsi="Arial" w:cs="Arial"/>
          <w:b/>
        </w:rPr>
        <w:t xml:space="preserve"> whooping cough</w:t>
      </w:r>
      <w:r w:rsidR="00CC10D0">
        <w:rPr>
          <w:rFonts w:ascii="Arial" w:hAnsi="Arial" w:cs="Arial"/>
          <w:b/>
        </w:rPr>
        <w:t xml:space="preserve"> (Pertussis)</w:t>
      </w:r>
    </w:p>
    <w:p w:rsidR="0087727E" w:rsidRPr="006D514A" w:rsidRDefault="0087727E" w:rsidP="006D514A">
      <w:pPr>
        <w:keepNext/>
        <w:jc w:val="center"/>
        <w:outlineLvl w:val="0"/>
        <w:rPr>
          <w:rFonts w:ascii="Arial" w:hAnsi="Arial" w:cs="Arial"/>
          <w:b/>
        </w:rPr>
      </w:pPr>
    </w:p>
    <w:p w:rsidR="006D514A" w:rsidRPr="006D514A" w:rsidRDefault="006D514A" w:rsidP="006D514A">
      <w:pPr>
        <w:keepNext/>
        <w:jc w:val="both"/>
        <w:outlineLvl w:val="0"/>
        <w:rPr>
          <w:rFonts w:ascii="Arial" w:hAnsi="Arial" w:cs="Arial"/>
        </w:rPr>
      </w:pPr>
    </w:p>
    <w:p w:rsidR="006D514A" w:rsidRPr="006D514A" w:rsidRDefault="006D514A" w:rsidP="006D514A">
      <w:pPr>
        <w:keepNext/>
        <w:jc w:val="both"/>
        <w:outlineLvl w:val="0"/>
        <w:rPr>
          <w:rFonts w:ascii="Arial" w:hAnsi="Arial" w:cs="Arial"/>
        </w:rPr>
      </w:pPr>
    </w:p>
    <w:p w:rsidR="006D514A" w:rsidRPr="00CC10D0" w:rsidRDefault="006D514A" w:rsidP="006D514A">
      <w:pPr>
        <w:keepNext/>
        <w:jc w:val="both"/>
        <w:outlineLvl w:val="0"/>
        <w:rPr>
          <w:rFonts w:ascii="Arial" w:hAnsi="Arial" w:cs="Arial"/>
        </w:rPr>
      </w:pPr>
      <w:r w:rsidRPr="00CC10D0">
        <w:rPr>
          <w:rFonts w:ascii="Arial" w:hAnsi="Arial" w:cs="Arial"/>
        </w:rPr>
        <w:t xml:space="preserve">I </w:t>
      </w:r>
      <w:r w:rsidR="00CC10D0">
        <w:rPr>
          <w:rFonts w:ascii="Arial" w:hAnsi="Arial" w:cs="Arial"/>
        </w:rPr>
        <w:t>am writing to advise</w:t>
      </w:r>
      <w:r w:rsidRPr="00CC10D0">
        <w:rPr>
          <w:rFonts w:ascii="Arial" w:hAnsi="Arial" w:cs="Arial"/>
        </w:rPr>
        <w:t xml:space="preserve"> that Spring Farm Public School and neighbour</w:t>
      </w:r>
      <w:r w:rsidR="00CC10D0">
        <w:rPr>
          <w:rFonts w:ascii="Arial" w:hAnsi="Arial" w:cs="Arial"/>
        </w:rPr>
        <w:t>ing</w:t>
      </w:r>
      <w:r w:rsidRPr="00CC10D0">
        <w:rPr>
          <w:rFonts w:ascii="Arial" w:hAnsi="Arial" w:cs="Arial"/>
        </w:rPr>
        <w:t xml:space="preserve"> schools have a</w:t>
      </w:r>
      <w:r w:rsidR="007E66BB" w:rsidRPr="00CC10D0">
        <w:rPr>
          <w:rFonts w:ascii="Arial" w:hAnsi="Arial" w:cs="Arial"/>
        </w:rPr>
        <w:t xml:space="preserve"> contagious</w:t>
      </w:r>
      <w:r w:rsidRPr="00CC10D0">
        <w:rPr>
          <w:rFonts w:ascii="Arial" w:hAnsi="Arial" w:cs="Arial"/>
        </w:rPr>
        <w:t xml:space="preserve"> stomach bug </w:t>
      </w:r>
      <w:r w:rsidR="00CC10D0">
        <w:rPr>
          <w:rFonts w:ascii="Arial" w:hAnsi="Arial" w:cs="Arial"/>
        </w:rPr>
        <w:t>that is going around</w:t>
      </w:r>
      <w:r w:rsidRPr="00CC10D0">
        <w:rPr>
          <w:rFonts w:ascii="Arial" w:hAnsi="Arial" w:cs="Arial"/>
        </w:rPr>
        <w:t>. If your child show signs of nausea or stomach pains please seek medical attention and keep them at home until they have recovered.</w:t>
      </w:r>
    </w:p>
    <w:p w:rsidR="00CC10D0" w:rsidRDefault="00CC10D0" w:rsidP="00CC10D0">
      <w:pPr>
        <w:pStyle w:val="NormalWeb"/>
        <w:shd w:val="clear" w:color="auto" w:fill="FFFFFF"/>
        <w:textAlignment w:val="center"/>
        <w:rPr>
          <w:rFonts w:ascii="Arial" w:hAnsi="Arial" w:cs="Arial"/>
          <w:color w:val="000000"/>
        </w:rPr>
      </w:pPr>
      <w:r w:rsidRPr="00CC10D0">
        <w:rPr>
          <w:rFonts w:ascii="Arial" w:hAnsi="Arial" w:cs="Arial"/>
          <w:color w:val="000000"/>
        </w:rPr>
        <w:t xml:space="preserve">Please </w:t>
      </w:r>
      <w:r>
        <w:rPr>
          <w:rFonts w:ascii="Arial" w:hAnsi="Arial" w:cs="Arial"/>
          <w:color w:val="000000"/>
        </w:rPr>
        <w:t>also</w:t>
      </w:r>
      <w:r w:rsidRPr="00CC10D0">
        <w:rPr>
          <w:rFonts w:ascii="Arial" w:hAnsi="Arial" w:cs="Arial"/>
          <w:color w:val="000000"/>
        </w:rPr>
        <w:t xml:space="preserve"> be</w:t>
      </w:r>
      <w:r>
        <w:rPr>
          <w:rFonts w:ascii="Arial" w:hAnsi="Arial" w:cs="Arial"/>
          <w:color w:val="000000"/>
        </w:rPr>
        <w:t xml:space="preserve"> </w:t>
      </w:r>
      <w:r w:rsidRPr="00CC10D0">
        <w:rPr>
          <w:rFonts w:ascii="Arial" w:hAnsi="Arial" w:cs="Arial"/>
          <w:color w:val="000000"/>
        </w:rPr>
        <w:t>aware that there has been a suspected case of whooping cough reported to the school. </w:t>
      </w:r>
    </w:p>
    <w:p w:rsidR="00CC10D0" w:rsidRPr="00CC10D0" w:rsidRDefault="00CC10D0" w:rsidP="00CC10D0">
      <w:pPr>
        <w:pStyle w:val="NormalWeb"/>
        <w:shd w:val="clear" w:color="auto" w:fill="FFFFFF"/>
        <w:textAlignment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 fact sheet </w:t>
      </w:r>
      <w:proofErr w:type="gramStart"/>
      <w:r>
        <w:rPr>
          <w:rFonts w:ascii="Arial" w:hAnsi="Arial" w:cs="Arial"/>
          <w:color w:val="000000"/>
        </w:rPr>
        <w:t>has been sent</w:t>
      </w:r>
      <w:proofErr w:type="gramEnd"/>
      <w:r>
        <w:rPr>
          <w:rFonts w:ascii="Arial" w:hAnsi="Arial" w:cs="Arial"/>
          <w:color w:val="000000"/>
        </w:rPr>
        <w:t xml:space="preserve"> home via the </w:t>
      </w:r>
      <w:proofErr w:type="spellStart"/>
      <w:r>
        <w:rPr>
          <w:rFonts w:ascii="Arial" w:hAnsi="Arial" w:cs="Arial"/>
          <w:color w:val="000000"/>
        </w:rPr>
        <w:t>Skoolbag</w:t>
      </w:r>
      <w:proofErr w:type="spellEnd"/>
      <w:r>
        <w:rPr>
          <w:rFonts w:ascii="Arial" w:hAnsi="Arial" w:cs="Arial"/>
          <w:color w:val="000000"/>
        </w:rPr>
        <w:t xml:space="preserve"> app and </w:t>
      </w:r>
      <w:r w:rsidR="0087727E">
        <w:rPr>
          <w:rFonts w:ascii="Arial" w:hAnsi="Arial" w:cs="Arial"/>
          <w:color w:val="000000"/>
        </w:rPr>
        <w:t>can</w:t>
      </w:r>
      <w:r>
        <w:rPr>
          <w:rFonts w:ascii="Arial" w:hAnsi="Arial" w:cs="Arial"/>
          <w:color w:val="000000"/>
        </w:rPr>
        <w:t xml:space="preserve"> be located on our website.</w:t>
      </w:r>
    </w:p>
    <w:p w:rsidR="00CC10D0" w:rsidRDefault="00CC10D0" w:rsidP="00CC10D0">
      <w:pPr>
        <w:pStyle w:val="NormalWeb"/>
        <w:shd w:val="clear" w:color="auto" w:fill="FFFFFF"/>
        <w:textAlignment w:val="center"/>
        <w:rPr>
          <w:rFonts w:ascii="Arial" w:hAnsi="Arial" w:cs="Arial"/>
          <w:color w:val="000000"/>
        </w:rPr>
      </w:pPr>
      <w:r w:rsidRPr="00CC10D0">
        <w:rPr>
          <w:rFonts w:ascii="Arial" w:hAnsi="Arial" w:cs="Arial"/>
          <w:color w:val="000000"/>
        </w:rPr>
        <w:t>While at this stage it is unconfirmed, please be vigilant for the signs and symptoms referred to on the fact sheet and if your child/children show sympt</w:t>
      </w:r>
      <w:r w:rsidR="0087727E">
        <w:rPr>
          <w:rFonts w:ascii="Arial" w:hAnsi="Arial" w:cs="Arial"/>
          <w:color w:val="000000"/>
        </w:rPr>
        <w:t>oms please refer to your local d</w:t>
      </w:r>
      <w:r w:rsidRPr="00CC10D0">
        <w:rPr>
          <w:rFonts w:ascii="Arial" w:hAnsi="Arial" w:cs="Arial"/>
          <w:color w:val="000000"/>
        </w:rPr>
        <w:t>octor</w:t>
      </w:r>
      <w:r w:rsidR="0087727E">
        <w:rPr>
          <w:rFonts w:ascii="Arial" w:hAnsi="Arial" w:cs="Arial"/>
          <w:color w:val="000000"/>
        </w:rPr>
        <w:t xml:space="preserve"> and follow the medical advice</w:t>
      </w:r>
      <w:r w:rsidRPr="00CC10D0">
        <w:rPr>
          <w:rFonts w:ascii="Arial" w:hAnsi="Arial" w:cs="Arial"/>
          <w:color w:val="000000"/>
        </w:rPr>
        <w:t>.</w:t>
      </w:r>
    </w:p>
    <w:p w:rsidR="00CC10D0" w:rsidRPr="00CC10D0" w:rsidRDefault="00CC10D0" w:rsidP="00CC10D0">
      <w:pPr>
        <w:pStyle w:val="NormalWeb"/>
        <w:shd w:val="clear" w:color="auto" w:fill="FFFFFF"/>
        <w:textAlignment w:val="center"/>
        <w:rPr>
          <w:rFonts w:ascii="Arial" w:hAnsi="Arial" w:cs="Arial"/>
          <w:color w:val="000000"/>
        </w:rPr>
      </w:pPr>
      <w:r w:rsidRPr="00CC10D0">
        <w:rPr>
          <w:rFonts w:ascii="Arial" w:hAnsi="Arial" w:cs="Arial"/>
          <w:color w:val="000000"/>
        </w:rPr>
        <w:t xml:space="preserve">If </w:t>
      </w:r>
      <w:proofErr w:type="gramStart"/>
      <w:r w:rsidRPr="00CC10D0">
        <w:rPr>
          <w:rFonts w:ascii="Arial" w:hAnsi="Arial" w:cs="Arial"/>
          <w:color w:val="000000"/>
        </w:rPr>
        <w:t>a case is confirmed by your doctor</w:t>
      </w:r>
      <w:proofErr w:type="gramEnd"/>
      <w:r w:rsidRPr="00CC10D0">
        <w:rPr>
          <w:rFonts w:ascii="Arial" w:hAnsi="Arial" w:cs="Arial"/>
          <w:color w:val="000000"/>
        </w:rPr>
        <w:t xml:space="preserve"> please notify the school office.</w:t>
      </w:r>
    </w:p>
    <w:p w:rsidR="006D514A" w:rsidRPr="00CC10D0" w:rsidRDefault="006D514A" w:rsidP="00CC10D0">
      <w:pPr>
        <w:keepNext/>
        <w:outlineLvl w:val="0"/>
        <w:rPr>
          <w:rFonts w:ascii="Arial" w:hAnsi="Arial" w:cs="Arial"/>
        </w:rPr>
      </w:pPr>
    </w:p>
    <w:p w:rsidR="006D514A" w:rsidRPr="00CC10D0" w:rsidRDefault="006D514A" w:rsidP="00CC10D0">
      <w:pPr>
        <w:keepNext/>
        <w:outlineLvl w:val="0"/>
        <w:rPr>
          <w:rFonts w:ascii="Arial" w:hAnsi="Arial" w:cs="Arial"/>
        </w:rPr>
      </w:pPr>
      <w:r w:rsidRPr="00CC10D0">
        <w:rPr>
          <w:rFonts w:ascii="Arial" w:hAnsi="Arial" w:cs="Arial"/>
        </w:rPr>
        <w:t>I appreciate your assistance in this regard.</w:t>
      </w:r>
    </w:p>
    <w:p w:rsidR="006D514A" w:rsidRPr="00CC10D0" w:rsidRDefault="006D514A" w:rsidP="00CC10D0">
      <w:pPr>
        <w:rPr>
          <w:rFonts w:ascii="Arial" w:hAnsi="Arial" w:cs="Arial"/>
        </w:rPr>
      </w:pPr>
    </w:p>
    <w:p w:rsidR="006D514A" w:rsidRPr="00CC10D0" w:rsidRDefault="006D514A" w:rsidP="00CC10D0">
      <w:pPr>
        <w:rPr>
          <w:rFonts w:ascii="Arial" w:hAnsi="Arial" w:cs="Arial"/>
        </w:rPr>
      </w:pPr>
    </w:p>
    <w:p w:rsidR="006D514A" w:rsidRPr="00CC10D0" w:rsidRDefault="006D514A" w:rsidP="00CC10D0">
      <w:pPr>
        <w:rPr>
          <w:rFonts w:ascii="Arial" w:hAnsi="Arial" w:cs="Arial"/>
        </w:rPr>
      </w:pPr>
    </w:p>
    <w:p w:rsidR="006D514A" w:rsidRPr="006D514A" w:rsidRDefault="006D514A" w:rsidP="006D514A">
      <w:pPr>
        <w:jc w:val="both"/>
        <w:rPr>
          <w:rFonts w:ascii="Arial" w:hAnsi="Arial" w:cs="Arial"/>
        </w:rPr>
      </w:pPr>
      <w:r w:rsidRPr="006D514A">
        <w:rPr>
          <w:rFonts w:ascii="Arial" w:hAnsi="Arial" w:cs="Arial"/>
        </w:rPr>
        <w:t xml:space="preserve">Donovan </w:t>
      </w:r>
      <w:proofErr w:type="spellStart"/>
      <w:r w:rsidRPr="006D514A">
        <w:rPr>
          <w:rFonts w:ascii="Arial" w:hAnsi="Arial" w:cs="Arial"/>
        </w:rPr>
        <w:t>Jance</w:t>
      </w:r>
      <w:proofErr w:type="spellEnd"/>
    </w:p>
    <w:p w:rsidR="006D514A" w:rsidRPr="006D514A" w:rsidRDefault="006D514A" w:rsidP="006D514A">
      <w:pPr>
        <w:jc w:val="both"/>
        <w:rPr>
          <w:rFonts w:ascii="Arial" w:hAnsi="Arial" w:cs="Arial"/>
        </w:rPr>
      </w:pPr>
      <w:r w:rsidRPr="006D514A">
        <w:rPr>
          <w:rFonts w:ascii="Arial" w:hAnsi="Arial" w:cs="Arial"/>
        </w:rPr>
        <w:t>Principal</w:t>
      </w:r>
    </w:p>
    <w:p w:rsidR="006D514A" w:rsidRPr="006D514A" w:rsidRDefault="006D514A" w:rsidP="006D514A">
      <w:pPr>
        <w:jc w:val="both"/>
        <w:rPr>
          <w:rFonts w:ascii="Arial" w:hAnsi="Arial" w:cs="Arial"/>
        </w:rPr>
      </w:pPr>
    </w:p>
    <w:p w:rsidR="006D514A" w:rsidRPr="006D514A" w:rsidRDefault="006D514A" w:rsidP="006D514A">
      <w:pPr>
        <w:jc w:val="both"/>
        <w:rPr>
          <w:rFonts w:ascii="Arial" w:hAnsi="Arial" w:cs="Arial"/>
        </w:rPr>
      </w:pPr>
    </w:p>
    <w:p w:rsidR="006D514A" w:rsidRPr="006D514A" w:rsidRDefault="006D514A" w:rsidP="006D514A">
      <w:pPr>
        <w:jc w:val="both"/>
        <w:rPr>
          <w:rFonts w:ascii="Arial" w:hAnsi="Arial" w:cs="Arial"/>
        </w:rPr>
      </w:pPr>
    </w:p>
    <w:p w:rsidR="006D514A" w:rsidRPr="006D514A" w:rsidRDefault="006D514A" w:rsidP="006D514A">
      <w:pPr>
        <w:jc w:val="both"/>
        <w:rPr>
          <w:rFonts w:ascii="Arial" w:hAnsi="Arial" w:cs="Arial"/>
        </w:rPr>
      </w:pPr>
    </w:p>
    <w:p w:rsidR="00086054" w:rsidRDefault="00086054" w:rsidP="00861C12">
      <w:pPr>
        <w:rPr>
          <w:rFonts w:ascii="Palatino Linotype" w:hAnsi="Palatino Linotype"/>
        </w:rPr>
      </w:pPr>
    </w:p>
    <w:sectPr w:rsidR="00086054" w:rsidSect="00D15AB3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10" w:h="16840"/>
      <w:pgMar w:top="560" w:right="480" w:bottom="709" w:left="480" w:header="562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313" w:rsidRDefault="00E05313" w:rsidP="00861C12">
      <w:r>
        <w:separator/>
      </w:r>
    </w:p>
  </w:endnote>
  <w:endnote w:type="continuationSeparator" w:id="0">
    <w:p w:rsidR="00E05313" w:rsidRDefault="00E05313" w:rsidP="00861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359553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41B48" w:rsidRDefault="00841B48" w:rsidP="00841B48">
        <w:pPr>
          <w:pStyle w:val="Footer"/>
          <w:pBdr>
            <w:top w:val="single" w:sz="4" w:space="1" w:color="D9D9D9" w:themeColor="background1" w:themeShade="D9"/>
          </w:pBdr>
          <w:rPr>
            <w:color w:val="7F7F7F" w:themeColor="background1" w:themeShade="7F"/>
            <w:spacing w:val="60"/>
          </w:rPr>
        </w:pPr>
        <w:r w:rsidRPr="00841B48">
          <w:rPr>
            <w:rFonts w:ascii="Palatino Linotype" w:hAnsi="Palatino Linotype"/>
            <w:i/>
          </w:rPr>
          <w:t>Inspiring Creative and Innovative Learners</w:t>
        </w:r>
        <w:r>
          <w:tab/>
        </w:r>
        <w:r>
          <w:tab/>
        </w:r>
        <w:r>
          <w:tab/>
          <w:t xml:space="preserve">       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727E"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841B48" w:rsidRDefault="00841B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440998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41B48" w:rsidRDefault="00841B48" w:rsidP="00841B48">
        <w:pPr>
          <w:pStyle w:val="Footer"/>
          <w:pBdr>
            <w:top w:val="single" w:sz="4" w:space="1" w:color="D9D9D9" w:themeColor="background1" w:themeShade="D9"/>
          </w:pBdr>
        </w:pPr>
        <w:r w:rsidRPr="00841B48">
          <w:rPr>
            <w:rFonts w:ascii="Palatino Linotype" w:hAnsi="Palatino Linotype"/>
            <w:i/>
          </w:rPr>
          <w:t xml:space="preserve">Inspiring Creative and </w:t>
        </w:r>
        <w:r w:rsidR="00153FD6">
          <w:rPr>
            <w:rFonts w:ascii="Palatino Linotype" w:hAnsi="Palatino Linotype"/>
            <w:i/>
          </w:rPr>
          <w:t>R</w:t>
        </w:r>
        <w:r w:rsidRPr="00841B48">
          <w:rPr>
            <w:rFonts w:ascii="Palatino Linotype" w:hAnsi="Palatino Linotype"/>
            <w:i/>
          </w:rPr>
          <w:t>e</w:t>
        </w:r>
        <w:r w:rsidR="00153FD6">
          <w:rPr>
            <w:rFonts w:ascii="Palatino Linotype" w:hAnsi="Palatino Linotype"/>
            <w:i/>
          </w:rPr>
          <w:t>silient</w:t>
        </w:r>
        <w:r w:rsidRPr="00841B48">
          <w:rPr>
            <w:rFonts w:ascii="Palatino Linotype" w:hAnsi="Palatino Linotype"/>
            <w:i/>
          </w:rPr>
          <w:t xml:space="preserve"> Learners</w:t>
        </w:r>
        <w:r>
          <w:tab/>
        </w:r>
        <w:r>
          <w:tab/>
        </w:r>
        <w:r>
          <w:tab/>
          <w:t xml:space="preserve">         </w:t>
        </w:r>
      </w:p>
    </w:sdtContent>
  </w:sdt>
  <w:p w:rsidR="00841B48" w:rsidRDefault="00841B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313" w:rsidRDefault="00E05313" w:rsidP="00861C12">
      <w:r>
        <w:separator/>
      </w:r>
    </w:p>
  </w:footnote>
  <w:footnote w:type="continuationSeparator" w:id="0">
    <w:p w:rsidR="00E05313" w:rsidRDefault="00E05313" w:rsidP="00861C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C12" w:rsidRDefault="00861C12" w:rsidP="00861C12">
    <w:pPr>
      <w:pStyle w:val="BodyText"/>
      <w:kinsoku w:val="0"/>
      <w:overflowPunct w:val="0"/>
      <w:spacing w:before="0"/>
      <w:ind w:left="270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B48" w:rsidRDefault="00841B48" w:rsidP="00841B48">
    <w:pPr>
      <w:pStyle w:val="BodyText"/>
      <w:kinsoku w:val="0"/>
      <w:overflowPunct w:val="0"/>
      <w:spacing w:before="0" w:line="542" w:lineRule="exact"/>
      <w:ind w:right="962"/>
      <w:jc w:val="center"/>
      <w:rPr>
        <w:rFonts w:ascii="Trebuchet MS" w:hAnsi="Trebuchet MS" w:cs="Trebuchet MS"/>
        <w:color w:val="000000"/>
        <w:sz w:val="55"/>
        <w:szCs w:val="55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0" allowOverlap="1" wp14:anchorId="1D22C485" wp14:editId="59D9ED65">
              <wp:simplePos x="0" y="0"/>
              <wp:positionH relativeFrom="page">
                <wp:posOffset>375285</wp:posOffset>
              </wp:positionH>
              <wp:positionV relativeFrom="paragraph">
                <wp:posOffset>-68580</wp:posOffset>
              </wp:positionV>
              <wp:extent cx="1459865" cy="1637030"/>
              <wp:effectExtent l="0" t="0" r="0" b="0"/>
              <wp:wrapNone/>
              <wp:docPr id="14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59865" cy="1637030"/>
                        <a:chOff x="591" y="-108"/>
                        <a:chExt cx="2299" cy="2578"/>
                      </a:xfrm>
                    </wpg:grpSpPr>
                    <wpg:grpSp>
                      <wpg:cNvPr id="15" name="Group 15"/>
                      <wpg:cNvGrpSpPr>
                        <a:grpSpLocks/>
                      </wpg:cNvGrpSpPr>
                      <wpg:grpSpPr bwMode="auto">
                        <a:xfrm>
                          <a:off x="1470" y="933"/>
                          <a:ext cx="565" cy="1055"/>
                          <a:chOff x="1470" y="933"/>
                          <a:chExt cx="565" cy="1055"/>
                        </a:xfrm>
                      </wpg:grpSpPr>
                      <wps:wsp>
                        <wps:cNvPr id="16" name="Freeform 16"/>
                        <wps:cNvSpPr>
                          <a:spLocks/>
                        </wps:cNvSpPr>
                        <wps:spPr bwMode="auto">
                          <a:xfrm>
                            <a:off x="1470" y="933"/>
                            <a:ext cx="565" cy="1055"/>
                          </a:xfrm>
                          <a:custGeom>
                            <a:avLst/>
                            <a:gdLst>
                              <a:gd name="T0" fmla="*/ 19 w 565"/>
                              <a:gd name="T1" fmla="*/ 249 h 1055"/>
                              <a:gd name="T2" fmla="*/ 4 w 565"/>
                              <a:gd name="T3" fmla="*/ 255 h 1055"/>
                              <a:gd name="T4" fmla="*/ 5 w 565"/>
                              <a:gd name="T5" fmla="*/ 274 h 1055"/>
                              <a:gd name="T6" fmla="*/ 21 w 565"/>
                              <a:gd name="T7" fmla="*/ 300 h 1055"/>
                              <a:gd name="T8" fmla="*/ 53 w 565"/>
                              <a:gd name="T9" fmla="*/ 329 h 1055"/>
                              <a:gd name="T10" fmla="*/ 104 w 565"/>
                              <a:gd name="T11" fmla="*/ 361 h 1055"/>
                              <a:gd name="T12" fmla="*/ 165 w 565"/>
                              <a:gd name="T13" fmla="*/ 404 h 1055"/>
                              <a:gd name="T14" fmla="*/ 216 w 565"/>
                              <a:gd name="T15" fmla="*/ 466 h 1055"/>
                              <a:gd name="T16" fmla="*/ 239 w 565"/>
                              <a:gd name="T17" fmla="*/ 558 h 1055"/>
                              <a:gd name="T18" fmla="*/ 237 w 565"/>
                              <a:gd name="T19" fmla="*/ 645 h 1055"/>
                              <a:gd name="T20" fmla="*/ 231 w 565"/>
                              <a:gd name="T21" fmla="*/ 751 h 1055"/>
                              <a:gd name="T22" fmla="*/ 224 w 565"/>
                              <a:gd name="T23" fmla="*/ 860 h 1055"/>
                              <a:gd name="T24" fmla="*/ 216 w 565"/>
                              <a:gd name="T25" fmla="*/ 958 h 1055"/>
                              <a:gd name="T26" fmla="*/ 210 w 565"/>
                              <a:gd name="T27" fmla="*/ 1028 h 1055"/>
                              <a:gd name="T28" fmla="*/ 207 w 565"/>
                              <a:gd name="T29" fmla="*/ 1054 h 1055"/>
                              <a:gd name="T30" fmla="*/ 420 w 565"/>
                              <a:gd name="T31" fmla="*/ 978 h 1055"/>
                              <a:gd name="T32" fmla="*/ 401 w 565"/>
                              <a:gd name="T33" fmla="*/ 867 h 1055"/>
                              <a:gd name="T34" fmla="*/ 388 w 565"/>
                              <a:gd name="T35" fmla="*/ 783 h 1055"/>
                              <a:gd name="T36" fmla="*/ 382 w 565"/>
                              <a:gd name="T37" fmla="*/ 718 h 1055"/>
                              <a:gd name="T38" fmla="*/ 383 w 565"/>
                              <a:gd name="T39" fmla="*/ 661 h 1055"/>
                              <a:gd name="T40" fmla="*/ 391 w 565"/>
                              <a:gd name="T41" fmla="*/ 605 h 1055"/>
                              <a:gd name="T42" fmla="*/ 405 w 565"/>
                              <a:gd name="T43" fmla="*/ 539 h 1055"/>
                              <a:gd name="T44" fmla="*/ 426 w 565"/>
                              <a:gd name="T45" fmla="*/ 455 h 1055"/>
                              <a:gd name="T46" fmla="*/ 464 w 565"/>
                              <a:gd name="T47" fmla="*/ 340 h 1055"/>
                              <a:gd name="T48" fmla="*/ 477 w 565"/>
                              <a:gd name="T49" fmla="*/ 313 h 1055"/>
                              <a:gd name="T50" fmla="*/ 136 w 565"/>
                              <a:gd name="T51" fmla="*/ 313 h 1055"/>
                              <a:gd name="T52" fmla="*/ 119 w 565"/>
                              <a:gd name="T53" fmla="*/ 309 h 1055"/>
                              <a:gd name="T54" fmla="*/ 49 w 565"/>
                              <a:gd name="T55" fmla="*/ 262 h 1055"/>
                              <a:gd name="T56" fmla="*/ 19 w 565"/>
                              <a:gd name="T57" fmla="*/ 249 h 10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565" h="1055">
                                <a:moveTo>
                                  <a:pt x="19" y="249"/>
                                </a:moveTo>
                                <a:lnTo>
                                  <a:pt x="4" y="255"/>
                                </a:lnTo>
                                <a:lnTo>
                                  <a:pt x="5" y="274"/>
                                </a:lnTo>
                                <a:lnTo>
                                  <a:pt x="21" y="300"/>
                                </a:lnTo>
                                <a:lnTo>
                                  <a:pt x="53" y="329"/>
                                </a:lnTo>
                                <a:lnTo>
                                  <a:pt x="104" y="361"/>
                                </a:lnTo>
                                <a:lnTo>
                                  <a:pt x="165" y="404"/>
                                </a:lnTo>
                                <a:lnTo>
                                  <a:pt x="216" y="466"/>
                                </a:lnTo>
                                <a:lnTo>
                                  <a:pt x="239" y="558"/>
                                </a:lnTo>
                                <a:lnTo>
                                  <a:pt x="237" y="645"/>
                                </a:lnTo>
                                <a:lnTo>
                                  <a:pt x="231" y="751"/>
                                </a:lnTo>
                                <a:lnTo>
                                  <a:pt x="224" y="860"/>
                                </a:lnTo>
                                <a:lnTo>
                                  <a:pt x="216" y="958"/>
                                </a:lnTo>
                                <a:lnTo>
                                  <a:pt x="210" y="1028"/>
                                </a:lnTo>
                                <a:lnTo>
                                  <a:pt x="207" y="1054"/>
                                </a:lnTo>
                                <a:lnTo>
                                  <a:pt x="420" y="978"/>
                                </a:lnTo>
                                <a:lnTo>
                                  <a:pt x="401" y="867"/>
                                </a:lnTo>
                                <a:lnTo>
                                  <a:pt x="388" y="783"/>
                                </a:lnTo>
                                <a:lnTo>
                                  <a:pt x="382" y="718"/>
                                </a:lnTo>
                                <a:lnTo>
                                  <a:pt x="383" y="661"/>
                                </a:lnTo>
                                <a:lnTo>
                                  <a:pt x="391" y="605"/>
                                </a:lnTo>
                                <a:lnTo>
                                  <a:pt x="405" y="539"/>
                                </a:lnTo>
                                <a:lnTo>
                                  <a:pt x="426" y="455"/>
                                </a:lnTo>
                                <a:lnTo>
                                  <a:pt x="464" y="340"/>
                                </a:lnTo>
                                <a:lnTo>
                                  <a:pt x="477" y="313"/>
                                </a:lnTo>
                                <a:lnTo>
                                  <a:pt x="136" y="313"/>
                                </a:lnTo>
                                <a:lnTo>
                                  <a:pt x="119" y="309"/>
                                </a:lnTo>
                                <a:lnTo>
                                  <a:pt x="49" y="262"/>
                                </a:lnTo>
                                <a:lnTo>
                                  <a:pt x="19" y="2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BBD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7"/>
                        <wps:cNvSpPr>
                          <a:spLocks/>
                        </wps:cNvSpPr>
                        <wps:spPr bwMode="auto">
                          <a:xfrm>
                            <a:off x="1470" y="933"/>
                            <a:ext cx="565" cy="1055"/>
                          </a:xfrm>
                          <a:custGeom>
                            <a:avLst/>
                            <a:gdLst>
                              <a:gd name="T0" fmla="*/ 18 w 565"/>
                              <a:gd name="T1" fmla="*/ 104 h 1055"/>
                              <a:gd name="T2" fmla="*/ 8 w 565"/>
                              <a:gd name="T3" fmla="*/ 109 h 1055"/>
                              <a:gd name="T4" fmla="*/ 0 w 565"/>
                              <a:gd name="T5" fmla="*/ 119 h 1055"/>
                              <a:gd name="T6" fmla="*/ 0 w 565"/>
                              <a:gd name="T7" fmla="*/ 138 h 1055"/>
                              <a:gd name="T8" fmla="*/ 14 w 565"/>
                              <a:gd name="T9" fmla="*/ 169 h 1055"/>
                              <a:gd name="T10" fmla="*/ 47 w 565"/>
                              <a:gd name="T11" fmla="*/ 210 h 1055"/>
                              <a:gd name="T12" fmla="*/ 89 w 565"/>
                              <a:gd name="T13" fmla="*/ 254 h 1055"/>
                              <a:gd name="T14" fmla="*/ 124 w 565"/>
                              <a:gd name="T15" fmla="*/ 292 h 1055"/>
                              <a:gd name="T16" fmla="*/ 136 w 565"/>
                              <a:gd name="T17" fmla="*/ 313 h 1055"/>
                              <a:gd name="T18" fmla="*/ 477 w 565"/>
                              <a:gd name="T19" fmla="*/ 313 h 1055"/>
                              <a:gd name="T20" fmla="*/ 502 w 565"/>
                              <a:gd name="T21" fmla="*/ 260 h 1055"/>
                              <a:gd name="T22" fmla="*/ 509 w 565"/>
                              <a:gd name="T23" fmla="*/ 249 h 1055"/>
                              <a:gd name="T24" fmla="*/ 373 w 565"/>
                              <a:gd name="T25" fmla="*/ 249 h 1055"/>
                              <a:gd name="T26" fmla="*/ 370 w 565"/>
                              <a:gd name="T27" fmla="*/ 246 h 1055"/>
                              <a:gd name="T28" fmla="*/ 169 w 565"/>
                              <a:gd name="T29" fmla="*/ 246 h 1055"/>
                              <a:gd name="T30" fmla="*/ 144 w 565"/>
                              <a:gd name="T31" fmla="*/ 227 h 1055"/>
                              <a:gd name="T32" fmla="*/ 46 w 565"/>
                              <a:gd name="T33" fmla="*/ 126 h 1055"/>
                              <a:gd name="T34" fmla="*/ 18 w 565"/>
                              <a:gd name="T35" fmla="*/ 104 h 10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565" h="1055">
                                <a:moveTo>
                                  <a:pt x="18" y="104"/>
                                </a:moveTo>
                                <a:lnTo>
                                  <a:pt x="8" y="109"/>
                                </a:lnTo>
                                <a:lnTo>
                                  <a:pt x="0" y="119"/>
                                </a:lnTo>
                                <a:lnTo>
                                  <a:pt x="0" y="138"/>
                                </a:lnTo>
                                <a:lnTo>
                                  <a:pt x="14" y="169"/>
                                </a:lnTo>
                                <a:lnTo>
                                  <a:pt x="47" y="210"/>
                                </a:lnTo>
                                <a:lnTo>
                                  <a:pt x="89" y="254"/>
                                </a:lnTo>
                                <a:lnTo>
                                  <a:pt x="124" y="292"/>
                                </a:lnTo>
                                <a:lnTo>
                                  <a:pt x="136" y="313"/>
                                </a:lnTo>
                                <a:lnTo>
                                  <a:pt x="477" y="313"/>
                                </a:lnTo>
                                <a:lnTo>
                                  <a:pt x="502" y="260"/>
                                </a:lnTo>
                                <a:lnTo>
                                  <a:pt x="509" y="249"/>
                                </a:lnTo>
                                <a:lnTo>
                                  <a:pt x="373" y="249"/>
                                </a:lnTo>
                                <a:lnTo>
                                  <a:pt x="370" y="246"/>
                                </a:lnTo>
                                <a:lnTo>
                                  <a:pt x="169" y="246"/>
                                </a:lnTo>
                                <a:lnTo>
                                  <a:pt x="144" y="227"/>
                                </a:lnTo>
                                <a:lnTo>
                                  <a:pt x="46" y="126"/>
                                </a:lnTo>
                                <a:lnTo>
                                  <a:pt x="18" y="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BBD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8"/>
                        <wps:cNvSpPr>
                          <a:spLocks/>
                        </wps:cNvSpPr>
                        <wps:spPr bwMode="auto">
                          <a:xfrm>
                            <a:off x="1470" y="933"/>
                            <a:ext cx="565" cy="1055"/>
                          </a:xfrm>
                          <a:custGeom>
                            <a:avLst/>
                            <a:gdLst>
                              <a:gd name="T0" fmla="*/ 533 w 565"/>
                              <a:gd name="T1" fmla="*/ 130 h 1055"/>
                              <a:gd name="T2" fmla="*/ 513 w 565"/>
                              <a:gd name="T3" fmla="*/ 141 h 1055"/>
                              <a:gd name="T4" fmla="*/ 497 w 565"/>
                              <a:gd name="T5" fmla="*/ 161 h 1055"/>
                              <a:gd name="T6" fmla="*/ 479 w 565"/>
                              <a:gd name="T7" fmla="*/ 190 h 1055"/>
                              <a:gd name="T8" fmla="*/ 449 w 565"/>
                              <a:gd name="T9" fmla="*/ 221 h 1055"/>
                              <a:gd name="T10" fmla="*/ 412 w 565"/>
                              <a:gd name="T11" fmla="*/ 245 h 1055"/>
                              <a:gd name="T12" fmla="*/ 373 w 565"/>
                              <a:gd name="T13" fmla="*/ 249 h 1055"/>
                              <a:gd name="T14" fmla="*/ 509 w 565"/>
                              <a:gd name="T15" fmla="*/ 249 h 1055"/>
                              <a:gd name="T16" fmla="*/ 535 w 565"/>
                              <a:gd name="T17" fmla="*/ 207 h 1055"/>
                              <a:gd name="T18" fmla="*/ 558 w 565"/>
                              <a:gd name="T19" fmla="*/ 172 h 1055"/>
                              <a:gd name="T20" fmla="*/ 564 w 565"/>
                              <a:gd name="T21" fmla="*/ 149 h 1055"/>
                              <a:gd name="T22" fmla="*/ 552 w 565"/>
                              <a:gd name="T23" fmla="*/ 132 h 1055"/>
                              <a:gd name="T24" fmla="*/ 533 w 565"/>
                              <a:gd name="T25" fmla="*/ 130 h 10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565" h="1055">
                                <a:moveTo>
                                  <a:pt x="533" y="130"/>
                                </a:moveTo>
                                <a:lnTo>
                                  <a:pt x="513" y="141"/>
                                </a:lnTo>
                                <a:lnTo>
                                  <a:pt x="497" y="161"/>
                                </a:lnTo>
                                <a:lnTo>
                                  <a:pt x="479" y="190"/>
                                </a:lnTo>
                                <a:lnTo>
                                  <a:pt x="449" y="221"/>
                                </a:lnTo>
                                <a:lnTo>
                                  <a:pt x="412" y="245"/>
                                </a:lnTo>
                                <a:lnTo>
                                  <a:pt x="373" y="249"/>
                                </a:lnTo>
                                <a:lnTo>
                                  <a:pt x="509" y="249"/>
                                </a:lnTo>
                                <a:lnTo>
                                  <a:pt x="535" y="207"/>
                                </a:lnTo>
                                <a:lnTo>
                                  <a:pt x="558" y="172"/>
                                </a:lnTo>
                                <a:lnTo>
                                  <a:pt x="564" y="149"/>
                                </a:lnTo>
                                <a:lnTo>
                                  <a:pt x="552" y="132"/>
                                </a:lnTo>
                                <a:lnTo>
                                  <a:pt x="533" y="1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BBD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9"/>
                        <wps:cNvSpPr>
                          <a:spLocks/>
                        </wps:cNvSpPr>
                        <wps:spPr bwMode="auto">
                          <a:xfrm>
                            <a:off x="1470" y="933"/>
                            <a:ext cx="565" cy="1055"/>
                          </a:xfrm>
                          <a:custGeom>
                            <a:avLst/>
                            <a:gdLst>
                              <a:gd name="T0" fmla="*/ 103 w 565"/>
                              <a:gd name="T1" fmla="*/ 22 h 1055"/>
                              <a:gd name="T2" fmla="*/ 87 w 565"/>
                              <a:gd name="T3" fmla="*/ 25 h 1055"/>
                              <a:gd name="T4" fmla="*/ 79 w 565"/>
                              <a:gd name="T5" fmla="*/ 37 h 1055"/>
                              <a:gd name="T6" fmla="*/ 92 w 565"/>
                              <a:gd name="T7" fmla="*/ 74 h 1055"/>
                              <a:gd name="T8" fmla="*/ 157 w 565"/>
                              <a:gd name="T9" fmla="*/ 212 h 1055"/>
                              <a:gd name="T10" fmla="*/ 169 w 565"/>
                              <a:gd name="T11" fmla="*/ 246 h 1055"/>
                              <a:gd name="T12" fmla="*/ 370 w 565"/>
                              <a:gd name="T13" fmla="*/ 246 h 1055"/>
                              <a:gd name="T14" fmla="*/ 340 w 565"/>
                              <a:gd name="T15" fmla="*/ 208 h 1055"/>
                              <a:gd name="T16" fmla="*/ 339 w 565"/>
                              <a:gd name="T17" fmla="*/ 204 h 1055"/>
                              <a:gd name="T18" fmla="*/ 255 w 565"/>
                              <a:gd name="T19" fmla="*/ 204 h 1055"/>
                              <a:gd name="T20" fmla="*/ 229 w 565"/>
                              <a:gd name="T21" fmla="*/ 201 h 1055"/>
                              <a:gd name="T22" fmla="*/ 193 w 565"/>
                              <a:gd name="T23" fmla="*/ 163 h 1055"/>
                              <a:gd name="T24" fmla="*/ 156 w 565"/>
                              <a:gd name="T25" fmla="*/ 97 h 1055"/>
                              <a:gd name="T26" fmla="*/ 126 w 565"/>
                              <a:gd name="T27" fmla="*/ 41 h 1055"/>
                              <a:gd name="T28" fmla="*/ 103 w 565"/>
                              <a:gd name="T29" fmla="*/ 22 h 10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565" h="1055">
                                <a:moveTo>
                                  <a:pt x="103" y="22"/>
                                </a:moveTo>
                                <a:lnTo>
                                  <a:pt x="87" y="25"/>
                                </a:lnTo>
                                <a:lnTo>
                                  <a:pt x="79" y="37"/>
                                </a:lnTo>
                                <a:lnTo>
                                  <a:pt x="92" y="74"/>
                                </a:lnTo>
                                <a:lnTo>
                                  <a:pt x="157" y="212"/>
                                </a:lnTo>
                                <a:lnTo>
                                  <a:pt x="169" y="246"/>
                                </a:lnTo>
                                <a:lnTo>
                                  <a:pt x="370" y="246"/>
                                </a:lnTo>
                                <a:lnTo>
                                  <a:pt x="340" y="208"/>
                                </a:lnTo>
                                <a:lnTo>
                                  <a:pt x="339" y="204"/>
                                </a:lnTo>
                                <a:lnTo>
                                  <a:pt x="255" y="204"/>
                                </a:lnTo>
                                <a:lnTo>
                                  <a:pt x="229" y="201"/>
                                </a:lnTo>
                                <a:lnTo>
                                  <a:pt x="193" y="163"/>
                                </a:lnTo>
                                <a:lnTo>
                                  <a:pt x="156" y="97"/>
                                </a:lnTo>
                                <a:lnTo>
                                  <a:pt x="126" y="41"/>
                                </a:lnTo>
                                <a:lnTo>
                                  <a:pt x="103" y="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BBD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0"/>
                        <wps:cNvSpPr>
                          <a:spLocks/>
                        </wps:cNvSpPr>
                        <wps:spPr bwMode="auto">
                          <a:xfrm>
                            <a:off x="1470" y="933"/>
                            <a:ext cx="565" cy="1055"/>
                          </a:xfrm>
                          <a:custGeom>
                            <a:avLst/>
                            <a:gdLst>
                              <a:gd name="T0" fmla="*/ 272 w 565"/>
                              <a:gd name="T1" fmla="*/ 0 h 1055"/>
                              <a:gd name="T2" fmla="*/ 252 w 565"/>
                              <a:gd name="T3" fmla="*/ 4 h 1055"/>
                              <a:gd name="T4" fmla="*/ 246 w 565"/>
                              <a:gd name="T5" fmla="*/ 41 h 1055"/>
                              <a:gd name="T6" fmla="*/ 250 w 565"/>
                              <a:gd name="T7" fmla="*/ 98 h 1055"/>
                              <a:gd name="T8" fmla="*/ 259 w 565"/>
                              <a:gd name="T9" fmla="*/ 163 h 1055"/>
                              <a:gd name="T10" fmla="*/ 255 w 565"/>
                              <a:gd name="T11" fmla="*/ 204 h 1055"/>
                              <a:gd name="T12" fmla="*/ 339 w 565"/>
                              <a:gd name="T13" fmla="*/ 204 h 1055"/>
                              <a:gd name="T14" fmla="*/ 317 w 565"/>
                              <a:gd name="T15" fmla="*/ 128 h 1055"/>
                              <a:gd name="T16" fmla="*/ 296 w 565"/>
                              <a:gd name="T17" fmla="*/ 46 h 1055"/>
                              <a:gd name="T18" fmla="*/ 272 w 565"/>
                              <a:gd name="T19" fmla="*/ 0 h 10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65" h="1055">
                                <a:moveTo>
                                  <a:pt x="272" y="0"/>
                                </a:moveTo>
                                <a:lnTo>
                                  <a:pt x="252" y="4"/>
                                </a:lnTo>
                                <a:lnTo>
                                  <a:pt x="246" y="41"/>
                                </a:lnTo>
                                <a:lnTo>
                                  <a:pt x="250" y="98"/>
                                </a:lnTo>
                                <a:lnTo>
                                  <a:pt x="259" y="163"/>
                                </a:lnTo>
                                <a:lnTo>
                                  <a:pt x="255" y="204"/>
                                </a:lnTo>
                                <a:lnTo>
                                  <a:pt x="339" y="204"/>
                                </a:lnTo>
                                <a:lnTo>
                                  <a:pt x="317" y="128"/>
                                </a:lnTo>
                                <a:lnTo>
                                  <a:pt x="296" y="46"/>
                                </a:lnTo>
                                <a:lnTo>
                                  <a:pt x="2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BBD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21" name="Freeform 21"/>
                      <wps:cNvSpPr>
                        <a:spLocks/>
                      </wps:cNvSpPr>
                      <wps:spPr bwMode="auto">
                        <a:xfrm>
                          <a:off x="1605" y="575"/>
                          <a:ext cx="214" cy="314"/>
                        </a:xfrm>
                        <a:custGeom>
                          <a:avLst/>
                          <a:gdLst>
                            <a:gd name="T0" fmla="*/ 44 w 214"/>
                            <a:gd name="T1" fmla="*/ 0 h 314"/>
                            <a:gd name="T2" fmla="*/ 36 w 214"/>
                            <a:gd name="T3" fmla="*/ 14 h 314"/>
                            <a:gd name="T4" fmla="*/ 20 w 214"/>
                            <a:gd name="T5" fmla="*/ 54 h 314"/>
                            <a:gd name="T6" fmla="*/ 4 w 214"/>
                            <a:gd name="T7" fmla="*/ 112 h 314"/>
                            <a:gd name="T8" fmla="*/ 0 w 214"/>
                            <a:gd name="T9" fmla="*/ 183 h 314"/>
                            <a:gd name="T10" fmla="*/ 5 w 214"/>
                            <a:gd name="T11" fmla="*/ 240 h 314"/>
                            <a:gd name="T12" fmla="*/ 18 w 214"/>
                            <a:gd name="T13" fmla="*/ 273 h 314"/>
                            <a:gd name="T14" fmla="*/ 50 w 214"/>
                            <a:gd name="T15" fmla="*/ 293 h 314"/>
                            <a:gd name="T16" fmla="*/ 111 w 214"/>
                            <a:gd name="T17" fmla="*/ 313 h 314"/>
                            <a:gd name="T18" fmla="*/ 172 w 214"/>
                            <a:gd name="T19" fmla="*/ 240 h 314"/>
                            <a:gd name="T20" fmla="*/ 207 w 214"/>
                            <a:gd name="T21" fmla="*/ 188 h 314"/>
                            <a:gd name="T22" fmla="*/ 213 w 214"/>
                            <a:gd name="T23" fmla="*/ 146 h 314"/>
                            <a:gd name="T24" fmla="*/ 190 w 214"/>
                            <a:gd name="T25" fmla="*/ 106 h 314"/>
                            <a:gd name="T26" fmla="*/ 134 w 214"/>
                            <a:gd name="T27" fmla="*/ 60 h 314"/>
                            <a:gd name="T28" fmla="*/ 44 w 214"/>
                            <a:gd name="T29" fmla="*/ 0 h 3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214" h="314">
                              <a:moveTo>
                                <a:pt x="44" y="0"/>
                              </a:moveTo>
                              <a:lnTo>
                                <a:pt x="36" y="14"/>
                              </a:lnTo>
                              <a:lnTo>
                                <a:pt x="20" y="54"/>
                              </a:lnTo>
                              <a:lnTo>
                                <a:pt x="4" y="112"/>
                              </a:lnTo>
                              <a:lnTo>
                                <a:pt x="0" y="183"/>
                              </a:lnTo>
                              <a:lnTo>
                                <a:pt x="5" y="240"/>
                              </a:lnTo>
                              <a:lnTo>
                                <a:pt x="18" y="273"/>
                              </a:lnTo>
                              <a:lnTo>
                                <a:pt x="50" y="293"/>
                              </a:lnTo>
                              <a:lnTo>
                                <a:pt x="111" y="313"/>
                              </a:lnTo>
                              <a:lnTo>
                                <a:pt x="172" y="240"/>
                              </a:lnTo>
                              <a:lnTo>
                                <a:pt x="207" y="188"/>
                              </a:lnTo>
                              <a:lnTo>
                                <a:pt x="213" y="146"/>
                              </a:lnTo>
                              <a:lnTo>
                                <a:pt x="190" y="106"/>
                              </a:lnTo>
                              <a:lnTo>
                                <a:pt x="134" y="60"/>
                              </a:lnTo>
                              <a:lnTo>
                                <a:pt x="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22"/>
                      <wps:cNvSpPr>
                        <a:spLocks/>
                      </wps:cNvSpPr>
                      <wps:spPr bwMode="auto">
                        <a:xfrm>
                          <a:off x="1404" y="687"/>
                          <a:ext cx="170" cy="223"/>
                        </a:xfrm>
                        <a:custGeom>
                          <a:avLst/>
                          <a:gdLst>
                            <a:gd name="T0" fmla="*/ 6 w 170"/>
                            <a:gd name="T1" fmla="*/ 0 h 223"/>
                            <a:gd name="T2" fmla="*/ 3 w 170"/>
                            <a:gd name="T3" fmla="*/ 12 h 223"/>
                            <a:gd name="T4" fmla="*/ 0 w 170"/>
                            <a:gd name="T5" fmla="*/ 46 h 223"/>
                            <a:gd name="T6" fmla="*/ 1 w 170"/>
                            <a:gd name="T7" fmla="*/ 94 h 223"/>
                            <a:gd name="T8" fmla="*/ 12 w 170"/>
                            <a:gd name="T9" fmla="*/ 148 h 223"/>
                            <a:gd name="T10" fmla="*/ 29 w 170"/>
                            <a:gd name="T11" fmla="*/ 190 h 223"/>
                            <a:gd name="T12" fmla="*/ 46 w 170"/>
                            <a:gd name="T13" fmla="*/ 212 h 223"/>
                            <a:gd name="T14" fmla="*/ 74 w 170"/>
                            <a:gd name="T15" fmla="*/ 221 h 223"/>
                            <a:gd name="T16" fmla="*/ 124 w 170"/>
                            <a:gd name="T17" fmla="*/ 222 h 223"/>
                            <a:gd name="T18" fmla="*/ 158 w 170"/>
                            <a:gd name="T19" fmla="*/ 144 h 223"/>
                            <a:gd name="T20" fmla="*/ 169 w 170"/>
                            <a:gd name="T21" fmla="*/ 92 h 223"/>
                            <a:gd name="T22" fmla="*/ 151 w 170"/>
                            <a:gd name="T23" fmla="*/ 59 h 223"/>
                            <a:gd name="T24" fmla="*/ 99 w 170"/>
                            <a:gd name="T25" fmla="*/ 31 h 223"/>
                            <a:gd name="T26" fmla="*/ 6 w 170"/>
                            <a:gd name="T27" fmla="*/ 0 h 2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170" h="223">
                              <a:moveTo>
                                <a:pt x="6" y="0"/>
                              </a:moveTo>
                              <a:lnTo>
                                <a:pt x="3" y="12"/>
                              </a:lnTo>
                              <a:lnTo>
                                <a:pt x="0" y="46"/>
                              </a:lnTo>
                              <a:lnTo>
                                <a:pt x="1" y="94"/>
                              </a:lnTo>
                              <a:lnTo>
                                <a:pt x="12" y="148"/>
                              </a:lnTo>
                              <a:lnTo>
                                <a:pt x="29" y="190"/>
                              </a:lnTo>
                              <a:lnTo>
                                <a:pt x="46" y="212"/>
                              </a:lnTo>
                              <a:lnTo>
                                <a:pt x="74" y="221"/>
                              </a:lnTo>
                              <a:lnTo>
                                <a:pt x="124" y="222"/>
                              </a:lnTo>
                              <a:lnTo>
                                <a:pt x="158" y="144"/>
                              </a:lnTo>
                              <a:lnTo>
                                <a:pt x="169" y="92"/>
                              </a:lnTo>
                              <a:lnTo>
                                <a:pt x="151" y="59"/>
                              </a:lnTo>
                              <a:lnTo>
                                <a:pt x="99" y="3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3"/>
                      <wps:cNvSpPr>
                        <a:spLocks/>
                      </wps:cNvSpPr>
                      <wps:spPr bwMode="auto">
                        <a:xfrm>
                          <a:off x="1784" y="463"/>
                          <a:ext cx="183" cy="243"/>
                        </a:xfrm>
                        <a:custGeom>
                          <a:avLst/>
                          <a:gdLst>
                            <a:gd name="T0" fmla="*/ 120 w 183"/>
                            <a:gd name="T1" fmla="*/ 0 h 243"/>
                            <a:gd name="T2" fmla="*/ 109 w 183"/>
                            <a:gd name="T3" fmla="*/ 7 h 243"/>
                            <a:gd name="T4" fmla="*/ 83 w 183"/>
                            <a:gd name="T5" fmla="*/ 28 h 243"/>
                            <a:gd name="T6" fmla="*/ 50 w 183"/>
                            <a:gd name="T7" fmla="*/ 63 h 243"/>
                            <a:gd name="T8" fmla="*/ 21 w 183"/>
                            <a:gd name="T9" fmla="*/ 110 h 243"/>
                            <a:gd name="T10" fmla="*/ 3 w 183"/>
                            <a:gd name="T11" fmla="*/ 152 h 243"/>
                            <a:gd name="T12" fmla="*/ 0 w 183"/>
                            <a:gd name="T13" fmla="*/ 179 h 243"/>
                            <a:gd name="T14" fmla="*/ 14 w 183"/>
                            <a:gd name="T15" fmla="*/ 205 h 243"/>
                            <a:gd name="T16" fmla="*/ 48 w 183"/>
                            <a:gd name="T17" fmla="*/ 242 h 243"/>
                            <a:gd name="T18" fmla="*/ 128 w 183"/>
                            <a:gd name="T19" fmla="*/ 209 h 243"/>
                            <a:gd name="T20" fmla="*/ 171 w 183"/>
                            <a:gd name="T21" fmla="*/ 180 h 243"/>
                            <a:gd name="T22" fmla="*/ 182 w 183"/>
                            <a:gd name="T23" fmla="*/ 143 h 243"/>
                            <a:gd name="T24" fmla="*/ 164 w 183"/>
                            <a:gd name="T25" fmla="*/ 87 h 243"/>
                            <a:gd name="T26" fmla="*/ 120 w 183"/>
                            <a:gd name="T27" fmla="*/ 0 h 2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183" h="243">
                              <a:moveTo>
                                <a:pt x="120" y="0"/>
                              </a:moveTo>
                              <a:lnTo>
                                <a:pt x="109" y="7"/>
                              </a:lnTo>
                              <a:lnTo>
                                <a:pt x="83" y="28"/>
                              </a:lnTo>
                              <a:lnTo>
                                <a:pt x="50" y="63"/>
                              </a:lnTo>
                              <a:lnTo>
                                <a:pt x="21" y="110"/>
                              </a:lnTo>
                              <a:lnTo>
                                <a:pt x="3" y="152"/>
                              </a:lnTo>
                              <a:lnTo>
                                <a:pt x="0" y="179"/>
                              </a:lnTo>
                              <a:lnTo>
                                <a:pt x="14" y="205"/>
                              </a:lnTo>
                              <a:lnTo>
                                <a:pt x="48" y="242"/>
                              </a:lnTo>
                              <a:lnTo>
                                <a:pt x="128" y="209"/>
                              </a:lnTo>
                              <a:lnTo>
                                <a:pt x="171" y="180"/>
                              </a:lnTo>
                              <a:lnTo>
                                <a:pt x="182" y="143"/>
                              </a:lnTo>
                              <a:lnTo>
                                <a:pt x="164" y="87"/>
                              </a:lnTo>
                              <a:lnTo>
                                <a:pt x="1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24"/>
                      <wps:cNvSpPr>
                        <a:spLocks/>
                      </wps:cNvSpPr>
                      <wps:spPr bwMode="auto">
                        <a:xfrm>
                          <a:off x="1306" y="877"/>
                          <a:ext cx="158" cy="158"/>
                        </a:xfrm>
                        <a:custGeom>
                          <a:avLst/>
                          <a:gdLst>
                            <a:gd name="T0" fmla="*/ 0 w 158"/>
                            <a:gd name="T1" fmla="*/ 0 h 158"/>
                            <a:gd name="T2" fmla="*/ 1 w 158"/>
                            <a:gd name="T3" fmla="*/ 10 h 158"/>
                            <a:gd name="T4" fmla="*/ 6 w 158"/>
                            <a:gd name="T5" fmla="*/ 38 h 158"/>
                            <a:gd name="T6" fmla="*/ 19 w 158"/>
                            <a:gd name="T7" fmla="*/ 75 h 158"/>
                            <a:gd name="T8" fmla="*/ 42 w 158"/>
                            <a:gd name="T9" fmla="*/ 115 h 158"/>
                            <a:gd name="T10" fmla="*/ 66 w 158"/>
                            <a:gd name="T11" fmla="*/ 144 h 158"/>
                            <a:gd name="T12" fmla="*/ 85 w 158"/>
                            <a:gd name="T13" fmla="*/ 157 h 158"/>
                            <a:gd name="T14" fmla="*/ 110 w 158"/>
                            <a:gd name="T15" fmla="*/ 156 h 158"/>
                            <a:gd name="T16" fmla="*/ 150 w 158"/>
                            <a:gd name="T17" fmla="*/ 145 h 158"/>
                            <a:gd name="T18" fmla="*/ 157 w 158"/>
                            <a:gd name="T19" fmla="*/ 61 h 158"/>
                            <a:gd name="T20" fmla="*/ 143 w 158"/>
                            <a:gd name="T21" fmla="*/ 18 h 158"/>
                            <a:gd name="T22" fmla="*/ 96 w 158"/>
                            <a:gd name="T23" fmla="*/ 2 h 158"/>
                            <a:gd name="T24" fmla="*/ 0 w 158"/>
                            <a:gd name="T25" fmla="*/ 0 h 1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58" h="158">
                              <a:moveTo>
                                <a:pt x="0" y="0"/>
                              </a:moveTo>
                              <a:lnTo>
                                <a:pt x="1" y="10"/>
                              </a:lnTo>
                              <a:lnTo>
                                <a:pt x="6" y="38"/>
                              </a:lnTo>
                              <a:lnTo>
                                <a:pt x="19" y="75"/>
                              </a:lnTo>
                              <a:lnTo>
                                <a:pt x="42" y="115"/>
                              </a:lnTo>
                              <a:lnTo>
                                <a:pt x="66" y="144"/>
                              </a:lnTo>
                              <a:lnTo>
                                <a:pt x="85" y="157"/>
                              </a:lnTo>
                              <a:lnTo>
                                <a:pt x="110" y="156"/>
                              </a:lnTo>
                              <a:lnTo>
                                <a:pt x="150" y="145"/>
                              </a:lnTo>
                              <a:lnTo>
                                <a:pt x="157" y="61"/>
                              </a:lnTo>
                              <a:lnTo>
                                <a:pt x="143" y="18"/>
                              </a:lnTo>
                              <a:lnTo>
                                <a:pt x="96" y="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25"/>
                      <wps:cNvSpPr>
                        <a:spLocks/>
                      </wps:cNvSpPr>
                      <wps:spPr bwMode="auto">
                        <a:xfrm>
                          <a:off x="1260" y="1070"/>
                          <a:ext cx="200" cy="151"/>
                        </a:xfrm>
                        <a:custGeom>
                          <a:avLst/>
                          <a:gdLst>
                            <a:gd name="T0" fmla="*/ 136 w 200"/>
                            <a:gd name="T1" fmla="*/ 0 h 151"/>
                            <a:gd name="T2" fmla="*/ 87 w 200"/>
                            <a:gd name="T3" fmla="*/ 6 h 151"/>
                            <a:gd name="T4" fmla="*/ 0 w 200"/>
                            <a:gd name="T5" fmla="*/ 47 h 151"/>
                            <a:gd name="T6" fmla="*/ 5 w 200"/>
                            <a:gd name="T7" fmla="*/ 56 h 151"/>
                            <a:gd name="T8" fmla="*/ 23 w 200"/>
                            <a:gd name="T9" fmla="*/ 78 h 151"/>
                            <a:gd name="T10" fmla="*/ 51 w 200"/>
                            <a:gd name="T11" fmla="*/ 106 h 151"/>
                            <a:gd name="T12" fmla="*/ 89 w 200"/>
                            <a:gd name="T13" fmla="*/ 131 h 151"/>
                            <a:gd name="T14" fmla="*/ 124 w 200"/>
                            <a:gd name="T15" fmla="*/ 147 h 151"/>
                            <a:gd name="T16" fmla="*/ 147 w 200"/>
                            <a:gd name="T17" fmla="*/ 150 h 151"/>
                            <a:gd name="T18" fmla="*/ 168 w 200"/>
                            <a:gd name="T19" fmla="*/ 138 h 151"/>
                            <a:gd name="T20" fmla="*/ 199 w 200"/>
                            <a:gd name="T21" fmla="*/ 110 h 151"/>
                            <a:gd name="T22" fmla="*/ 168 w 200"/>
                            <a:gd name="T23" fmla="*/ 32 h 151"/>
                            <a:gd name="T24" fmla="*/ 136 w 200"/>
                            <a:gd name="T25" fmla="*/ 0 h 1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00" h="151">
                              <a:moveTo>
                                <a:pt x="136" y="0"/>
                              </a:moveTo>
                              <a:lnTo>
                                <a:pt x="87" y="6"/>
                              </a:lnTo>
                              <a:lnTo>
                                <a:pt x="0" y="47"/>
                              </a:lnTo>
                              <a:lnTo>
                                <a:pt x="5" y="56"/>
                              </a:lnTo>
                              <a:lnTo>
                                <a:pt x="23" y="78"/>
                              </a:lnTo>
                              <a:lnTo>
                                <a:pt x="51" y="106"/>
                              </a:lnTo>
                              <a:lnTo>
                                <a:pt x="89" y="131"/>
                              </a:lnTo>
                              <a:lnTo>
                                <a:pt x="124" y="147"/>
                              </a:lnTo>
                              <a:lnTo>
                                <a:pt x="147" y="150"/>
                              </a:lnTo>
                              <a:lnTo>
                                <a:pt x="168" y="138"/>
                              </a:lnTo>
                              <a:lnTo>
                                <a:pt x="199" y="110"/>
                              </a:lnTo>
                              <a:lnTo>
                                <a:pt x="168" y="32"/>
                              </a:lnTo>
                              <a:lnTo>
                                <a:pt x="1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26"/>
                      <wps:cNvSpPr>
                        <a:spLocks/>
                      </wps:cNvSpPr>
                      <wps:spPr bwMode="auto">
                        <a:xfrm>
                          <a:off x="1303" y="1241"/>
                          <a:ext cx="197" cy="137"/>
                        </a:xfrm>
                        <a:custGeom>
                          <a:avLst/>
                          <a:gdLst>
                            <a:gd name="T0" fmla="*/ 79 w 197"/>
                            <a:gd name="T1" fmla="*/ 0 h 137"/>
                            <a:gd name="T2" fmla="*/ 43 w 197"/>
                            <a:gd name="T3" fmla="*/ 35 h 137"/>
                            <a:gd name="T4" fmla="*/ 0 w 197"/>
                            <a:gd name="T5" fmla="*/ 121 h 137"/>
                            <a:gd name="T6" fmla="*/ 10 w 197"/>
                            <a:gd name="T7" fmla="*/ 125 h 137"/>
                            <a:gd name="T8" fmla="*/ 37 w 197"/>
                            <a:gd name="T9" fmla="*/ 131 h 137"/>
                            <a:gd name="T10" fmla="*/ 76 w 197"/>
                            <a:gd name="T11" fmla="*/ 136 h 137"/>
                            <a:gd name="T12" fmla="*/ 122 w 197"/>
                            <a:gd name="T13" fmla="*/ 132 h 137"/>
                            <a:gd name="T14" fmla="*/ 159 w 197"/>
                            <a:gd name="T15" fmla="*/ 124 h 137"/>
                            <a:gd name="T16" fmla="*/ 179 w 197"/>
                            <a:gd name="T17" fmla="*/ 112 h 137"/>
                            <a:gd name="T18" fmla="*/ 189 w 197"/>
                            <a:gd name="T19" fmla="*/ 90 h 137"/>
                            <a:gd name="T20" fmla="*/ 196 w 197"/>
                            <a:gd name="T21" fmla="*/ 49 h 137"/>
                            <a:gd name="T22" fmla="*/ 123 w 197"/>
                            <a:gd name="T23" fmla="*/ 6 h 137"/>
                            <a:gd name="T24" fmla="*/ 79 w 197"/>
                            <a:gd name="T25" fmla="*/ 0 h 13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7" h="137">
                              <a:moveTo>
                                <a:pt x="79" y="0"/>
                              </a:moveTo>
                              <a:lnTo>
                                <a:pt x="43" y="35"/>
                              </a:lnTo>
                              <a:lnTo>
                                <a:pt x="0" y="121"/>
                              </a:lnTo>
                              <a:lnTo>
                                <a:pt x="10" y="125"/>
                              </a:lnTo>
                              <a:lnTo>
                                <a:pt x="37" y="131"/>
                              </a:lnTo>
                              <a:lnTo>
                                <a:pt x="76" y="136"/>
                              </a:lnTo>
                              <a:lnTo>
                                <a:pt x="122" y="132"/>
                              </a:lnTo>
                              <a:lnTo>
                                <a:pt x="159" y="124"/>
                              </a:lnTo>
                              <a:lnTo>
                                <a:pt x="179" y="112"/>
                              </a:lnTo>
                              <a:lnTo>
                                <a:pt x="189" y="90"/>
                              </a:lnTo>
                              <a:lnTo>
                                <a:pt x="196" y="49"/>
                              </a:lnTo>
                              <a:lnTo>
                                <a:pt x="123" y="6"/>
                              </a:lnTo>
                              <a:lnTo>
                                <a:pt x="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27"/>
                      <wps:cNvSpPr>
                        <a:spLocks/>
                      </wps:cNvSpPr>
                      <wps:spPr bwMode="auto">
                        <a:xfrm>
                          <a:off x="1126" y="1183"/>
                          <a:ext cx="200" cy="137"/>
                        </a:xfrm>
                        <a:custGeom>
                          <a:avLst/>
                          <a:gdLst>
                            <a:gd name="T0" fmla="*/ 85 w 200"/>
                            <a:gd name="T1" fmla="*/ 0 h 137"/>
                            <a:gd name="T2" fmla="*/ 48 w 200"/>
                            <a:gd name="T3" fmla="*/ 34 h 137"/>
                            <a:gd name="T4" fmla="*/ 0 w 200"/>
                            <a:gd name="T5" fmla="*/ 117 h 137"/>
                            <a:gd name="T6" fmla="*/ 10 w 200"/>
                            <a:gd name="T7" fmla="*/ 121 h 137"/>
                            <a:gd name="T8" fmla="*/ 36 w 200"/>
                            <a:gd name="T9" fmla="*/ 129 h 137"/>
                            <a:gd name="T10" fmla="*/ 75 w 200"/>
                            <a:gd name="T11" fmla="*/ 136 h 137"/>
                            <a:gd name="T12" fmla="*/ 121 w 200"/>
                            <a:gd name="T13" fmla="*/ 134 h 137"/>
                            <a:gd name="T14" fmla="*/ 158 w 200"/>
                            <a:gd name="T15" fmla="*/ 128 h 137"/>
                            <a:gd name="T16" fmla="*/ 179 w 200"/>
                            <a:gd name="T17" fmla="*/ 117 h 137"/>
                            <a:gd name="T18" fmla="*/ 190 w 200"/>
                            <a:gd name="T19" fmla="*/ 95 h 137"/>
                            <a:gd name="T20" fmla="*/ 199 w 200"/>
                            <a:gd name="T21" fmla="*/ 55 h 137"/>
                            <a:gd name="T22" fmla="*/ 129 w 200"/>
                            <a:gd name="T23" fmla="*/ 8 h 137"/>
                            <a:gd name="T24" fmla="*/ 85 w 200"/>
                            <a:gd name="T25" fmla="*/ 0 h 13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00" h="137">
                              <a:moveTo>
                                <a:pt x="85" y="0"/>
                              </a:moveTo>
                              <a:lnTo>
                                <a:pt x="48" y="34"/>
                              </a:lnTo>
                              <a:lnTo>
                                <a:pt x="0" y="117"/>
                              </a:lnTo>
                              <a:lnTo>
                                <a:pt x="10" y="121"/>
                              </a:lnTo>
                              <a:lnTo>
                                <a:pt x="36" y="129"/>
                              </a:lnTo>
                              <a:lnTo>
                                <a:pt x="75" y="136"/>
                              </a:lnTo>
                              <a:lnTo>
                                <a:pt x="121" y="134"/>
                              </a:lnTo>
                              <a:lnTo>
                                <a:pt x="158" y="128"/>
                              </a:lnTo>
                              <a:lnTo>
                                <a:pt x="179" y="117"/>
                              </a:lnTo>
                              <a:lnTo>
                                <a:pt x="190" y="95"/>
                              </a:lnTo>
                              <a:lnTo>
                                <a:pt x="199" y="55"/>
                              </a:lnTo>
                              <a:lnTo>
                                <a:pt x="129" y="8"/>
                              </a:lnTo>
                              <a:lnTo>
                                <a:pt x="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28"/>
                      <wps:cNvSpPr>
                        <a:spLocks/>
                      </wps:cNvSpPr>
                      <wps:spPr bwMode="auto">
                        <a:xfrm>
                          <a:off x="1142" y="928"/>
                          <a:ext cx="202" cy="150"/>
                        </a:xfrm>
                        <a:custGeom>
                          <a:avLst/>
                          <a:gdLst>
                            <a:gd name="T0" fmla="*/ 135 w 202"/>
                            <a:gd name="T1" fmla="*/ 0 h 150"/>
                            <a:gd name="T2" fmla="*/ 85 w 202"/>
                            <a:gd name="T3" fmla="*/ 8 h 150"/>
                            <a:gd name="T4" fmla="*/ 0 w 202"/>
                            <a:gd name="T5" fmla="*/ 52 h 150"/>
                            <a:gd name="T6" fmla="*/ 6 w 202"/>
                            <a:gd name="T7" fmla="*/ 61 h 150"/>
                            <a:gd name="T8" fmla="*/ 24 w 202"/>
                            <a:gd name="T9" fmla="*/ 83 h 150"/>
                            <a:gd name="T10" fmla="*/ 53 w 202"/>
                            <a:gd name="T11" fmla="*/ 109 h 150"/>
                            <a:gd name="T12" fmla="*/ 92 w 202"/>
                            <a:gd name="T13" fmla="*/ 133 h 150"/>
                            <a:gd name="T14" fmla="*/ 127 w 202"/>
                            <a:gd name="T15" fmla="*/ 147 h 150"/>
                            <a:gd name="T16" fmla="*/ 150 w 202"/>
                            <a:gd name="T17" fmla="*/ 149 h 150"/>
                            <a:gd name="T18" fmla="*/ 171 w 202"/>
                            <a:gd name="T19" fmla="*/ 137 h 150"/>
                            <a:gd name="T20" fmla="*/ 201 w 202"/>
                            <a:gd name="T21" fmla="*/ 108 h 150"/>
                            <a:gd name="T22" fmla="*/ 167 w 202"/>
                            <a:gd name="T23" fmla="*/ 31 h 150"/>
                            <a:gd name="T24" fmla="*/ 135 w 202"/>
                            <a:gd name="T25" fmla="*/ 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02" h="150">
                              <a:moveTo>
                                <a:pt x="135" y="0"/>
                              </a:moveTo>
                              <a:lnTo>
                                <a:pt x="85" y="8"/>
                              </a:lnTo>
                              <a:lnTo>
                                <a:pt x="0" y="52"/>
                              </a:lnTo>
                              <a:lnTo>
                                <a:pt x="6" y="61"/>
                              </a:lnTo>
                              <a:lnTo>
                                <a:pt x="24" y="83"/>
                              </a:lnTo>
                              <a:lnTo>
                                <a:pt x="53" y="109"/>
                              </a:lnTo>
                              <a:lnTo>
                                <a:pt x="92" y="133"/>
                              </a:lnTo>
                              <a:lnTo>
                                <a:pt x="127" y="147"/>
                              </a:lnTo>
                              <a:lnTo>
                                <a:pt x="150" y="149"/>
                              </a:lnTo>
                              <a:lnTo>
                                <a:pt x="171" y="137"/>
                              </a:lnTo>
                              <a:lnTo>
                                <a:pt x="201" y="108"/>
                              </a:lnTo>
                              <a:lnTo>
                                <a:pt x="167" y="31"/>
                              </a:lnTo>
                              <a:lnTo>
                                <a:pt x="1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29"/>
                      <wps:cNvSpPr>
                        <a:spLocks/>
                      </wps:cNvSpPr>
                      <wps:spPr bwMode="auto">
                        <a:xfrm>
                          <a:off x="1068" y="1063"/>
                          <a:ext cx="173" cy="119"/>
                        </a:xfrm>
                        <a:custGeom>
                          <a:avLst/>
                          <a:gdLst>
                            <a:gd name="T0" fmla="*/ 93 w 173"/>
                            <a:gd name="T1" fmla="*/ 0 h 119"/>
                            <a:gd name="T2" fmla="*/ 56 w 173"/>
                            <a:gd name="T3" fmla="*/ 19 h 119"/>
                            <a:gd name="T4" fmla="*/ 0 w 173"/>
                            <a:gd name="T5" fmla="*/ 74 h 119"/>
                            <a:gd name="T6" fmla="*/ 7 w 173"/>
                            <a:gd name="T7" fmla="*/ 80 h 119"/>
                            <a:gd name="T8" fmla="*/ 26 w 173"/>
                            <a:gd name="T9" fmla="*/ 92 h 119"/>
                            <a:gd name="T10" fmla="*/ 56 w 173"/>
                            <a:gd name="T11" fmla="*/ 106 h 119"/>
                            <a:gd name="T12" fmla="*/ 93 w 173"/>
                            <a:gd name="T13" fmla="*/ 115 h 119"/>
                            <a:gd name="T14" fmla="*/ 124 w 173"/>
                            <a:gd name="T15" fmla="*/ 118 h 119"/>
                            <a:gd name="T16" fmla="*/ 142 w 173"/>
                            <a:gd name="T17" fmla="*/ 114 h 119"/>
                            <a:gd name="T18" fmla="*/ 156 w 173"/>
                            <a:gd name="T19" fmla="*/ 99 h 119"/>
                            <a:gd name="T20" fmla="*/ 172 w 173"/>
                            <a:gd name="T21" fmla="*/ 68 h 119"/>
                            <a:gd name="T22" fmla="*/ 126 w 173"/>
                            <a:gd name="T23" fmla="*/ 16 h 119"/>
                            <a:gd name="T24" fmla="*/ 93 w 173"/>
                            <a:gd name="T25" fmla="*/ 0 h 1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73" h="119">
                              <a:moveTo>
                                <a:pt x="93" y="0"/>
                              </a:moveTo>
                              <a:lnTo>
                                <a:pt x="56" y="19"/>
                              </a:lnTo>
                              <a:lnTo>
                                <a:pt x="0" y="74"/>
                              </a:lnTo>
                              <a:lnTo>
                                <a:pt x="7" y="80"/>
                              </a:lnTo>
                              <a:lnTo>
                                <a:pt x="26" y="92"/>
                              </a:lnTo>
                              <a:lnTo>
                                <a:pt x="56" y="106"/>
                              </a:lnTo>
                              <a:lnTo>
                                <a:pt x="93" y="115"/>
                              </a:lnTo>
                              <a:lnTo>
                                <a:pt x="124" y="118"/>
                              </a:lnTo>
                              <a:lnTo>
                                <a:pt x="142" y="114"/>
                              </a:lnTo>
                              <a:lnTo>
                                <a:pt x="156" y="99"/>
                              </a:lnTo>
                              <a:lnTo>
                                <a:pt x="172" y="68"/>
                              </a:lnTo>
                              <a:lnTo>
                                <a:pt x="126" y="16"/>
                              </a:lnTo>
                              <a:lnTo>
                                <a:pt x="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30"/>
                      <wps:cNvSpPr>
                        <a:spLocks/>
                      </wps:cNvSpPr>
                      <wps:spPr bwMode="auto">
                        <a:xfrm>
                          <a:off x="1203" y="688"/>
                          <a:ext cx="141" cy="128"/>
                        </a:xfrm>
                        <a:custGeom>
                          <a:avLst/>
                          <a:gdLst>
                            <a:gd name="T0" fmla="*/ 78 w 141"/>
                            <a:gd name="T1" fmla="*/ 0 h 128"/>
                            <a:gd name="T2" fmla="*/ 0 w 141"/>
                            <a:gd name="T3" fmla="*/ 9 h 128"/>
                            <a:gd name="T4" fmla="*/ 2 w 141"/>
                            <a:gd name="T5" fmla="*/ 18 h 128"/>
                            <a:gd name="T6" fmla="*/ 10 w 141"/>
                            <a:gd name="T7" fmla="*/ 40 h 128"/>
                            <a:gd name="T8" fmla="*/ 25 w 141"/>
                            <a:gd name="T9" fmla="*/ 68 h 128"/>
                            <a:gd name="T10" fmla="*/ 48 w 141"/>
                            <a:gd name="T11" fmla="*/ 98 h 128"/>
                            <a:gd name="T12" fmla="*/ 71 w 141"/>
                            <a:gd name="T13" fmla="*/ 119 h 128"/>
                            <a:gd name="T14" fmla="*/ 88 w 141"/>
                            <a:gd name="T15" fmla="*/ 127 h 128"/>
                            <a:gd name="T16" fmla="*/ 108 w 141"/>
                            <a:gd name="T17" fmla="*/ 124 h 128"/>
                            <a:gd name="T18" fmla="*/ 140 w 141"/>
                            <a:gd name="T19" fmla="*/ 110 h 128"/>
                            <a:gd name="T20" fmla="*/ 135 w 141"/>
                            <a:gd name="T21" fmla="*/ 41 h 128"/>
                            <a:gd name="T22" fmla="*/ 119 w 141"/>
                            <a:gd name="T23" fmla="*/ 7 h 128"/>
                            <a:gd name="T24" fmla="*/ 78 w 141"/>
                            <a:gd name="T25" fmla="*/ 0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41" h="128">
                              <a:moveTo>
                                <a:pt x="78" y="0"/>
                              </a:moveTo>
                              <a:lnTo>
                                <a:pt x="0" y="9"/>
                              </a:lnTo>
                              <a:lnTo>
                                <a:pt x="2" y="18"/>
                              </a:lnTo>
                              <a:lnTo>
                                <a:pt x="10" y="40"/>
                              </a:lnTo>
                              <a:lnTo>
                                <a:pt x="25" y="68"/>
                              </a:lnTo>
                              <a:lnTo>
                                <a:pt x="48" y="98"/>
                              </a:lnTo>
                              <a:lnTo>
                                <a:pt x="71" y="119"/>
                              </a:lnTo>
                              <a:lnTo>
                                <a:pt x="88" y="127"/>
                              </a:lnTo>
                              <a:lnTo>
                                <a:pt x="108" y="124"/>
                              </a:lnTo>
                              <a:lnTo>
                                <a:pt x="140" y="110"/>
                              </a:lnTo>
                              <a:lnTo>
                                <a:pt x="135" y="41"/>
                              </a:lnTo>
                              <a:lnTo>
                                <a:pt x="119" y="7"/>
                              </a:lnTo>
                              <a:lnTo>
                                <a:pt x="7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31"/>
                      <wps:cNvSpPr>
                        <a:spLocks/>
                      </wps:cNvSpPr>
                      <wps:spPr bwMode="auto">
                        <a:xfrm>
                          <a:off x="1074" y="584"/>
                          <a:ext cx="113" cy="104"/>
                        </a:xfrm>
                        <a:custGeom>
                          <a:avLst/>
                          <a:gdLst>
                            <a:gd name="T0" fmla="*/ 63 w 113"/>
                            <a:gd name="T1" fmla="*/ 0 h 104"/>
                            <a:gd name="T2" fmla="*/ 0 w 113"/>
                            <a:gd name="T3" fmla="*/ 7 h 104"/>
                            <a:gd name="T4" fmla="*/ 1 w 113"/>
                            <a:gd name="T5" fmla="*/ 14 h 104"/>
                            <a:gd name="T6" fmla="*/ 8 w 113"/>
                            <a:gd name="T7" fmla="*/ 32 h 104"/>
                            <a:gd name="T8" fmla="*/ 20 w 113"/>
                            <a:gd name="T9" fmla="*/ 55 h 104"/>
                            <a:gd name="T10" fmla="*/ 39 w 113"/>
                            <a:gd name="T11" fmla="*/ 79 h 104"/>
                            <a:gd name="T12" fmla="*/ 57 w 113"/>
                            <a:gd name="T13" fmla="*/ 96 h 104"/>
                            <a:gd name="T14" fmla="*/ 71 w 113"/>
                            <a:gd name="T15" fmla="*/ 103 h 104"/>
                            <a:gd name="T16" fmla="*/ 87 w 113"/>
                            <a:gd name="T17" fmla="*/ 100 h 104"/>
                            <a:gd name="T18" fmla="*/ 112 w 113"/>
                            <a:gd name="T19" fmla="*/ 89 h 104"/>
                            <a:gd name="T20" fmla="*/ 109 w 113"/>
                            <a:gd name="T21" fmla="*/ 33 h 104"/>
                            <a:gd name="T22" fmla="*/ 96 w 113"/>
                            <a:gd name="T23" fmla="*/ 5 h 104"/>
                            <a:gd name="T24" fmla="*/ 63 w 113"/>
                            <a:gd name="T25" fmla="*/ 0 h 1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13" h="104">
                              <a:moveTo>
                                <a:pt x="63" y="0"/>
                              </a:moveTo>
                              <a:lnTo>
                                <a:pt x="0" y="7"/>
                              </a:lnTo>
                              <a:lnTo>
                                <a:pt x="1" y="14"/>
                              </a:lnTo>
                              <a:lnTo>
                                <a:pt x="8" y="32"/>
                              </a:lnTo>
                              <a:lnTo>
                                <a:pt x="20" y="55"/>
                              </a:lnTo>
                              <a:lnTo>
                                <a:pt x="39" y="79"/>
                              </a:lnTo>
                              <a:lnTo>
                                <a:pt x="57" y="96"/>
                              </a:lnTo>
                              <a:lnTo>
                                <a:pt x="71" y="103"/>
                              </a:lnTo>
                              <a:lnTo>
                                <a:pt x="87" y="100"/>
                              </a:lnTo>
                              <a:lnTo>
                                <a:pt x="112" y="89"/>
                              </a:lnTo>
                              <a:lnTo>
                                <a:pt x="109" y="33"/>
                              </a:lnTo>
                              <a:lnTo>
                                <a:pt x="96" y="5"/>
                              </a:lnTo>
                              <a:lnTo>
                                <a:pt x="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32"/>
                      <wps:cNvSpPr>
                        <a:spLocks/>
                      </wps:cNvSpPr>
                      <wps:spPr bwMode="auto">
                        <a:xfrm>
                          <a:off x="1274" y="530"/>
                          <a:ext cx="125" cy="138"/>
                        </a:xfrm>
                        <a:custGeom>
                          <a:avLst/>
                          <a:gdLst>
                            <a:gd name="T0" fmla="*/ 0 w 125"/>
                            <a:gd name="T1" fmla="*/ 0 h 138"/>
                            <a:gd name="T2" fmla="*/ 0 w 125"/>
                            <a:gd name="T3" fmla="*/ 9 h 138"/>
                            <a:gd name="T4" fmla="*/ 2 w 125"/>
                            <a:gd name="T5" fmla="*/ 32 h 138"/>
                            <a:gd name="T6" fmla="*/ 10 w 125"/>
                            <a:gd name="T7" fmla="*/ 63 h 138"/>
                            <a:gd name="T8" fmla="*/ 26 w 125"/>
                            <a:gd name="T9" fmla="*/ 97 h 138"/>
                            <a:gd name="T10" fmla="*/ 43 w 125"/>
                            <a:gd name="T11" fmla="*/ 123 h 138"/>
                            <a:gd name="T12" fmla="*/ 58 w 125"/>
                            <a:gd name="T13" fmla="*/ 135 h 138"/>
                            <a:gd name="T14" fmla="*/ 78 w 125"/>
                            <a:gd name="T15" fmla="*/ 137 h 138"/>
                            <a:gd name="T16" fmla="*/ 112 w 125"/>
                            <a:gd name="T17" fmla="*/ 130 h 138"/>
                            <a:gd name="T18" fmla="*/ 124 w 125"/>
                            <a:gd name="T19" fmla="*/ 62 h 138"/>
                            <a:gd name="T20" fmla="*/ 116 w 125"/>
                            <a:gd name="T21" fmla="*/ 25 h 138"/>
                            <a:gd name="T22" fmla="*/ 78 w 125"/>
                            <a:gd name="T23" fmla="*/ 9 h 138"/>
                            <a:gd name="T24" fmla="*/ 0 w 125"/>
                            <a:gd name="T25" fmla="*/ 0 h 1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25" h="138">
                              <a:moveTo>
                                <a:pt x="0" y="0"/>
                              </a:moveTo>
                              <a:lnTo>
                                <a:pt x="0" y="9"/>
                              </a:lnTo>
                              <a:lnTo>
                                <a:pt x="2" y="32"/>
                              </a:lnTo>
                              <a:lnTo>
                                <a:pt x="10" y="63"/>
                              </a:lnTo>
                              <a:lnTo>
                                <a:pt x="26" y="97"/>
                              </a:lnTo>
                              <a:lnTo>
                                <a:pt x="43" y="123"/>
                              </a:lnTo>
                              <a:lnTo>
                                <a:pt x="58" y="135"/>
                              </a:lnTo>
                              <a:lnTo>
                                <a:pt x="78" y="137"/>
                              </a:lnTo>
                              <a:lnTo>
                                <a:pt x="112" y="130"/>
                              </a:lnTo>
                              <a:lnTo>
                                <a:pt x="124" y="62"/>
                              </a:lnTo>
                              <a:lnTo>
                                <a:pt x="116" y="25"/>
                              </a:lnTo>
                              <a:lnTo>
                                <a:pt x="78" y="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33"/>
                      <wps:cNvSpPr>
                        <a:spLocks/>
                      </wps:cNvSpPr>
                      <wps:spPr bwMode="auto">
                        <a:xfrm>
                          <a:off x="1291" y="346"/>
                          <a:ext cx="125" cy="138"/>
                        </a:xfrm>
                        <a:custGeom>
                          <a:avLst/>
                          <a:gdLst>
                            <a:gd name="T0" fmla="*/ 0 w 125"/>
                            <a:gd name="T1" fmla="*/ 0 h 138"/>
                            <a:gd name="T2" fmla="*/ 0 w 125"/>
                            <a:gd name="T3" fmla="*/ 8 h 138"/>
                            <a:gd name="T4" fmla="*/ 2 w 125"/>
                            <a:gd name="T5" fmla="*/ 32 h 138"/>
                            <a:gd name="T6" fmla="*/ 10 w 125"/>
                            <a:gd name="T7" fmla="*/ 63 h 138"/>
                            <a:gd name="T8" fmla="*/ 26 w 125"/>
                            <a:gd name="T9" fmla="*/ 98 h 138"/>
                            <a:gd name="T10" fmla="*/ 43 w 125"/>
                            <a:gd name="T11" fmla="*/ 123 h 138"/>
                            <a:gd name="T12" fmla="*/ 58 w 125"/>
                            <a:gd name="T13" fmla="*/ 135 h 138"/>
                            <a:gd name="T14" fmla="*/ 78 w 125"/>
                            <a:gd name="T15" fmla="*/ 137 h 138"/>
                            <a:gd name="T16" fmla="*/ 112 w 125"/>
                            <a:gd name="T17" fmla="*/ 130 h 138"/>
                            <a:gd name="T18" fmla="*/ 124 w 125"/>
                            <a:gd name="T19" fmla="*/ 62 h 138"/>
                            <a:gd name="T20" fmla="*/ 116 w 125"/>
                            <a:gd name="T21" fmla="*/ 25 h 138"/>
                            <a:gd name="T22" fmla="*/ 78 w 125"/>
                            <a:gd name="T23" fmla="*/ 9 h 138"/>
                            <a:gd name="T24" fmla="*/ 0 w 125"/>
                            <a:gd name="T25" fmla="*/ 0 h 1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25" h="138">
                              <a:moveTo>
                                <a:pt x="0" y="0"/>
                              </a:moveTo>
                              <a:lnTo>
                                <a:pt x="0" y="8"/>
                              </a:lnTo>
                              <a:lnTo>
                                <a:pt x="2" y="32"/>
                              </a:lnTo>
                              <a:lnTo>
                                <a:pt x="10" y="63"/>
                              </a:lnTo>
                              <a:lnTo>
                                <a:pt x="26" y="98"/>
                              </a:lnTo>
                              <a:lnTo>
                                <a:pt x="43" y="123"/>
                              </a:lnTo>
                              <a:lnTo>
                                <a:pt x="58" y="135"/>
                              </a:lnTo>
                              <a:lnTo>
                                <a:pt x="78" y="137"/>
                              </a:lnTo>
                              <a:lnTo>
                                <a:pt x="112" y="130"/>
                              </a:lnTo>
                              <a:lnTo>
                                <a:pt x="124" y="62"/>
                              </a:lnTo>
                              <a:lnTo>
                                <a:pt x="116" y="25"/>
                              </a:lnTo>
                              <a:lnTo>
                                <a:pt x="78" y="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34"/>
                      <wps:cNvSpPr>
                        <a:spLocks/>
                      </wps:cNvSpPr>
                      <wps:spPr bwMode="auto">
                        <a:xfrm>
                          <a:off x="1678" y="141"/>
                          <a:ext cx="125" cy="164"/>
                        </a:xfrm>
                        <a:custGeom>
                          <a:avLst/>
                          <a:gdLst>
                            <a:gd name="T0" fmla="*/ 86 w 125"/>
                            <a:gd name="T1" fmla="*/ 0 h 164"/>
                            <a:gd name="T2" fmla="*/ 78 w 125"/>
                            <a:gd name="T3" fmla="*/ 4 h 164"/>
                            <a:gd name="T4" fmla="*/ 60 w 125"/>
                            <a:gd name="T5" fmla="*/ 18 h 164"/>
                            <a:gd name="T6" fmla="*/ 37 w 125"/>
                            <a:gd name="T7" fmla="*/ 41 h 164"/>
                            <a:gd name="T8" fmla="*/ 16 w 125"/>
                            <a:gd name="T9" fmla="*/ 73 h 164"/>
                            <a:gd name="T10" fmla="*/ 2 w 125"/>
                            <a:gd name="T11" fmla="*/ 101 h 164"/>
                            <a:gd name="T12" fmla="*/ 0 w 125"/>
                            <a:gd name="T13" fmla="*/ 120 h 164"/>
                            <a:gd name="T14" fmla="*/ 9 w 125"/>
                            <a:gd name="T15" fmla="*/ 138 h 164"/>
                            <a:gd name="T16" fmla="*/ 31 w 125"/>
                            <a:gd name="T17" fmla="*/ 163 h 164"/>
                            <a:gd name="T18" fmla="*/ 96 w 125"/>
                            <a:gd name="T19" fmla="*/ 138 h 164"/>
                            <a:gd name="T20" fmla="*/ 124 w 125"/>
                            <a:gd name="T21" fmla="*/ 113 h 164"/>
                            <a:gd name="T22" fmla="*/ 119 w 125"/>
                            <a:gd name="T23" fmla="*/ 72 h 164"/>
                            <a:gd name="T24" fmla="*/ 86 w 125"/>
                            <a:gd name="T25" fmla="*/ 0 h 1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25" h="164">
                              <a:moveTo>
                                <a:pt x="86" y="0"/>
                              </a:moveTo>
                              <a:lnTo>
                                <a:pt x="78" y="4"/>
                              </a:lnTo>
                              <a:lnTo>
                                <a:pt x="60" y="18"/>
                              </a:lnTo>
                              <a:lnTo>
                                <a:pt x="37" y="41"/>
                              </a:lnTo>
                              <a:lnTo>
                                <a:pt x="16" y="73"/>
                              </a:lnTo>
                              <a:lnTo>
                                <a:pt x="2" y="101"/>
                              </a:lnTo>
                              <a:lnTo>
                                <a:pt x="0" y="120"/>
                              </a:lnTo>
                              <a:lnTo>
                                <a:pt x="9" y="138"/>
                              </a:lnTo>
                              <a:lnTo>
                                <a:pt x="31" y="163"/>
                              </a:lnTo>
                              <a:lnTo>
                                <a:pt x="96" y="138"/>
                              </a:lnTo>
                              <a:lnTo>
                                <a:pt x="124" y="113"/>
                              </a:lnTo>
                              <a:lnTo>
                                <a:pt x="119" y="72"/>
                              </a:lnTo>
                              <a:lnTo>
                                <a:pt x="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35"/>
                      <wps:cNvSpPr>
                        <a:spLocks/>
                      </wps:cNvSpPr>
                      <wps:spPr bwMode="auto">
                        <a:xfrm>
                          <a:off x="960" y="874"/>
                          <a:ext cx="154" cy="108"/>
                        </a:xfrm>
                        <a:custGeom>
                          <a:avLst/>
                          <a:gdLst>
                            <a:gd name="T0" fmla="*/ 90 w 154"/>
                            <a:gd name="T1" fmla="*/ 0 h 108"/>
                            <a:gd name="T2" fmla="*/ 56 w 154"/>
                            <a:gd name="T3" fmla="*/ 13 h 108"/>
                            <a:gd name="T4" fmla="*/ 0 w 154"/>
                            <a:gd name="T5" fmla="*/ 56 h 108"/>
                            <a:gd name="T6" fmla="*/ 5 w 154"/>
                            <a:gd name="T7" fmla="*/ 61 h 108"/>
                            <a:gd name="T8" fmla="*/ 21 w 154"/>
                            <a:gd name="T9" fmla="*/ 75 h 108"/>
                            <a:gd name="T10" fmla="*/ 46 w 154"/>
                            <a:gd name="T11" fmla="*/ 90 h 108"/>
                            <a:gd name="T12" fmla="*/ 78 w 154"/>
                            <a:gd name="T13" fmla="*/ 102 h 108"/>
                            <a:gd name="T14" fmla="*/ 105 w 154"/>
                            <a:gd name="T15" fmla="*/ 107 h 108"/>
                            <a:gd name="T16" fmla="*/ 122 w 154"/>
                            <a:gd name="T17" fmla="*/ 106 h 108"/>
                            <a:gd name="T18" fmla="*/ 136 w 154"/>
                            <a:gd name="T19" fmla="*/ 94 h 108"/>
                            <a:gd name="T20" fmla="*/ 153 w 154"/>
                            <a:gd name="T21" fmla="*/ 69 h 108"/>
                            <a:gd name="T22" fmla="*/ 118 w 154"/>
                            <a:gd name="T23" fmla="*/ 18 h 108"/>
                            <a:gd name="T24" fmla="*/ 90 w 154"/>
                            <a:gd name="T25" fmla="*/ 0 h 1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54" h="108">
                              <a:moveTo>
                                <a:pt x="90" y="0"/>
                              </a:moveTo>
                              <a:lnTo>
                                <a:pt x="56" y="13"/>
                              </a:lnTo>
                              <a:lnTo>
                                <a:pt x="0" y="56"/>
                              </a:lnTo>
                              <a:lnTo>
                                <a:pt x="5" y="61"/>
                              </a:lnTo>
                              <a:lnTo>
                                <a:pt x="21" y="75"/>
                              </a:lnTo>
                              <a:lnTo>
                                <a:pt x="46" y="90"/>
                              </a:lnTo>
                              <a:lnTo>
                                <a:pt x="78" y="102"/>
                              </a:lnTo>
                              <a:lnTo>
                                <a:pt x="105" y="107"/>
                              </a:lnTo>
                              <a:lnTo>
                                <a:pt x="122" y="106"/>
                              </a:lnTo>
                              <a:lnTo>
                                <a:pt x="136" y="94"/>
                              </a:lnTo>
                              <a:lnTo>
                                <a:pt x="153" y="69"/>
                              </a:lnTo>
                              <a:lnTo>
                                <a:pt x="118" y="18"/>
                              </a:lnTo>
                              <a:lnTo>
                                <a:pt x="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36"/>
                      <wps:cNvSpPr>
                        <a:spLocks/>
                      </wps:cNvSpPr>
                      <wps:spPr bwMode="auto">
                        <a:xfrm>
                          <a:off x="2203" y="539"/>
                          <a:ext cx="121" cy="113"/>
                        </a:xfrm>
                        <a:custGeom>
                          <a:avLst/>
                          <a:gdLst>
                            <a:gd name="T0" fmla="*/ 120 w 121"/>
                            <a:gd name="T1" fmla="*/ 0 h 113"/>
                            <a:gd name="T2" fmla="*/ 112 w 121"/>
                            <a:gd name="T3" fmla="*/ 0 h 113"/>
                            <a:gd name="T4" fmla="*/ 92 w 121"/>
                            <a:gd name="T5" fmla="*/ 3 h 113"/>
                            <a:gd name="T6" fmla="*/ 64 w 121"/>
                            <a:gd name="T7" fmla="*/ 10 h 113"/>
                            <a:gd name="T8" fmla="*/ 33 w 121"/>
                            <a:gd name="T9" fmla="*/ 26 h 113"/>
                            <a:gd name="T10" fmla="*/ 11 w 121"/>
                            <a:gd name="T11" fmla="*/ 42 h 113"/>
                            <a:gd name="T12" fmla="*/ 0 w 121"/>
                            <a:gd name="T13" fmla="*/ 55 h 113"/>
                            <a:gd name="T14" fmla="*/ 0 w 121"/>
                            <a:gd name="T15" fmla="*/ 73 h 113"/>
                            <a:gd name="T16" fmla="*/ 6 w 121"/>
                            <a:gd name="T17" fmla="*/ 103 h 113"/>
                            <a:gd name="T18" fmla="*/ 67 w 121"/>
                            <a:gd name="T19" fmla="*/ 112 h 113"/>
                            <a:gd name="T20" fmla="*/ 100 w 121"/>
                            <a:gd name="T21" fmla="*/ 104 h 113"/>
                            <a:gd name="T22" fmla="*/ 114 w 121"/>
                            <a:gd name="T23" fmla="*/ 70 h 113"/>
                            <a:gd name="T24" fmla="*/ 120 w 121"/>
                            <a:gd name="T25" fmla="*/ 0 h 1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21" h="113">
                              <a:moveTo>
                                <a:pt x="120" y="0"/>
                              </a:moveTo>
                              <a:lnTo>
                                <a:pt x="112" y="0"/>
                              </a:lnTo>
                              <a:lnTo>
                                <a:pt x="92" y="3"/>
                              </a:lnTo>
                              <a:lnTo>
                                <a:pt x="64" y="10"/>
                              </a:lnTo>
                              <a:lnTo>
                                <a:pt x="33" y="26"/>
                              </a:lnTo>
                              <a:lnTo>
                                <a:pt x="11" y="42"/>
                              </a:lnTo>
                              <a:lnTo>
                                <a:pt x="0" y="55"/>
                              </a:lnTo>
                              <a:lnTo>
                                <a:pt x="0" y="73"/>
                              </a:lnTo>
                              <a:lnTo>
                                <a:pt x="6" y="103"/>
                              </a:lnTo>
                              <a:lnTo>
                                <a:pt x="67" y="112"/>
                              </a:lnTo>
                              <a:lnTo>
                                <a:pt x="100" y="104"/>
                              </a:lnTo>
                              <a:lnTo>
                                <a:pt x="114" y="70"/>
                              </a:lnTo>
                              <a:lnTo>
                                <a:pt x="1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7" name="Picture 3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412" y="835"/>
                          <a:ext cx="120" cy="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8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92" y="-46"/>
                          <a:ext cx="1880" cy="1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9" name="Freeform 39"/>
                      <wps:cNvSpPr>
                        <a:spLocks/>
                      </wps:cNvSpPr>
                      <wps:spPr bwMode="auto">
                        <a:xfrm>
                          <a:off x="1101" y="787"/>
                          <a:ext cx="141" cy="128"/>
                        </a:xfrm>
                        <a:custGeom>
                          <a:avLst/>
                          <a:gdLst>
                            <a:gd name="T0" fmla="*/ 78 w 141"/>
                            <a:gd name="T1" fmla="*/ 0 h 128"/>
                            <a:gd name="T2" fmla="*/ 0 w 141"/>
                            <a:gd name="T3" fmla="*/ 9 h 128"/>
                            <a:gd name="T4" fmla="*/ 2 w 141"/>
                            <a:gd name="T5" fmla="*/ 18 h 128"/>
                            <a:gd name="T6" fmla="*/ 10 w 141"/>
                            <a:gd name="T7" fmla="*/ 39 h 128"/>
                            <a:gd name="T8" fmla="*/ 25 w 141"/>
                            <a:gd name="T9" fmla="*/ 68 h 128"/>
                            <a:gd name="T10" fmla="*/ 48 w 141"/>
                            <a:gd name="T11" fmla="*/ 98 h 128"/>
                            <a:gd name="T12" fmla="*/ 71 w 141"/>
                            <a:gd name="T13" fmla="*/ 119 h 128"/>
                            <a:gd name="T14" fmla="*/ 88 w 141"/>
                            <a:gd name="T15" fmla="*/ 127 h 128"/>
                            <a:gd name="T16" fmla="*/ 108 w 141"/>
                            <a:gd name="T17" fmla="*/ 124 h 128"/>
                            <a:gd name="T18" fmla="*/ 140 w 141"/>
                            <a:gd name="T19" fmla="*/ 110 h 128"/>
                            <a:gd name="T20" fmla="*/ 135 w 141"/>
                            <a:gd name="T21" fmla="*/ 41 h 128"/>
                            <a:gd name="T22" fmla="*/ 119 w 141"/>
                            <a:gd name="T23" fmla="*/ 7 h 128"/>
                            <a:gd name="T24" fmla="*/ 78 w 141"/>
                            <a:gd name="T25" fmla="*/ 0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41" h="128">
                              <a:moveTo>
                                <a:pt x="78" y="0"/>
                              </a:moveTo>
                              <a:lnTo>
                                <a:pt x="0" y="9"/>
                              </a:lnTo>
                              <a:lnTo>
                                <a:pt x="2" y="18"/>
                              </a:lnTo>
                              <a:lnTo>
                                <a:pt x="10" y="39"/>
                              </a:lnTo>
                              <a:lnTo>
                                <a:pt x="25" y="68"/>
                              </a:lnTo>
                              <a:lnTo>
                                <a:pt x="48" y="98"/>
                              </a:lnTo>
                              <a:lnTo>
                                <a:pt x="71" y="119"/>
                              </a:lnTo>
                              <a:lnTo>
                                <a:pt x="88" y="127"/>
                              </a:lnTo>
                              <a:lnTo>
                                <a:pt x="108" y="124"/>
                              </a:lnTo>
                              <a:lnTo>
                                <a:pt x="140" y="110"/>
                              </a:lnTo>
                              <a:lnTo>
                                <a:pt x="135" y="41"/>
                              </a:lnTo>
                              <a:lnTo>
                                <a:pt x="119" y="7"/>
                              </a:lnTo>
                              <a:lnTo>
                                <a:pt x="7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D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0" name="Picture 4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678" y="-108"/>
                          <a:ext cx="140" cy="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1" name="Picture 4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43" y="-76"/>
                          <a:ext cx="1040" cy="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g:grpSp>
                      <wpg:cNvPr id="42" name="Group 42"/>
                      <wpg:cNvGrpSpPr>
                        <a:grpSpLocks/>
                      </wpg:cNvGrpSpPr>
                      <wpg:grpSpPr bwMode="auto">
                        <a:xfrm>
                          <a:off x="936" y="2135"/>
                          <a:ext cx="1625" cy="190"/>
                          <a:chOff x="936" y="2135"/>
                          <a:chExt cx="1625" cy="190"/>
                        </a:xfrm>
                      </wpg:grpSpPr>
                      <wps:wsp>
                        <wps:cNvPr id="43" name="Freeform 43"/>
                        <wps:cNvSpPr>
                          <a:spLocks/>
                        </wps:cNvSpPr>
                        <wps:spPr bwMode="auto">
                          <a:xfrm>
                            <a:off x="936" y="2135"/>
                            <a:ext cx="1625" cy="190"/>
                          </a:xfrm>
                          <a:custGeom>
                            <a:avLst/>
                            <a:gdLst>
                              <a:gd name="T0" fmla="*/ 0 w 1625"/>
                              <a:gd name="T1" fmla="*/ 60 h 190"/>
                              <a:gd name="T2" fmla="*/ 65 w 1625"/>
                              <a:gd name="T3" fmla="*/ 104 h 190"/>
                              <a:gd name="T4" fmla="*/ 140 w 1625"/>
                              <a:gd name="T5" fmla="*/ 137 h 190"/>
                              <a:gd name="T6" fmla="*/ 221 w 1625"/>
                              <a:gd name="T7" fmla="*/ 161 h 190"/>
                              <a:gd name="T8" fmla="*/ 305 w 1625"/>
                              <a:gd name="T9" fmla="*/ 178 h 190"/>
                              <a:gd name="T10" fmla="*/ 390 w 1625"/>
                              <a:gd name="T11" fmla="*/ 187 h 190"/>
                              <a:gd name="T12" fmla="*/ 473 w 1625"/>
                              <a:gd name="T13" fmla="*/ 189 h 190"/>
                              <a:gd name="T14" fmla="*/ 552 w 1625"/>
                              <a:gd name="T15" fmla="*/ 187 h 190"/>
                              <a:gd name="T16" fmla="*/ 623 w 1625"/>
                              <a:gd name="T17" fmla="*/ 180 h 190"/>
                              <a:gd name="T18" fmla="*/ 684 w 1625"/>
                              <a:gd name="T19" fmla="*/ 170 h 190"/>
                              <a:gd name="T20" fmla="*/ 747 w 1625"/>
                              <a:gd name="T21" fmla="*/ 156 h 190"/>
                              <a:gd name="T22" fmla="*/ 776 w 1625"/>
                              <a:gd name="T23" fmla="*/ 148 h 190"/>
                              <a:gd name="T24" fmla="*/ 287 w 1625"/>
                              <a:gd name="T25" fmla="*/ 148 h 190"/>
                              <a:gd name="T26" fmla="*/ 227 w 1625"/>
                              <a:gd name="T27" fmla="*/ 148 h 190"/>
                              <a:gd name="T28" fmla="*/ 174 w 1625"/>
                              <a:gd name="T29" fmla="*/ 140 h 190"/>
                              <a:gd name="T30" fmla="*/ 124 w 1625"/>
                              <a:gd name="T31" fmla="*/ 123 h 190"/>
                              <a:gd name="T32" fmla="*/ 68 w 1625"/>
                              <a:gd name="T33" fmla="*/ 96 h 190"/>
                              <a:gd name="T34" fmla="*/ 0 w 1625"/>
                              <a:gd name="T35" fmla="*/ 6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625" h="190">
                                <a:moveTo>
                                  <a:pt x="0" y="60"/>
                                </a:moveTo>
                                <a:lnTo>
                                  <a:pt x="65" y="104"/>
                                </a:lnTo>
                                <a:lnTo>
                                  <a:pt x="140" y="137"/>
                                </a:lnTo>
                                <a:lnTo>
                                  <a:pt x="221" y="161"/>
                                </a:lnTo>
                                <a:lnTo>
                                  <a:pt x="305" y="178"/>
                                </a:lnTo>
                                <a:lnTo>
                                  <a:pt x="390" y="187"/>
                                </a:lnTo>
                                <a:lnTo>
                                  <a:pt x="473" y="189"/>
                                </a:lnTo>
                                <a:lnTo>
                                  <a:pt x="552" y="187"/>
                                </a:lnTo>
                                <a:lnTo>
                                  <a:pt x="623" y="180"/>
                                </a:lnTo>
                                <a:lnTo>
                                  <a:pt x="684" y="170"/>
                                </a:lnTo>
                                <a:lnTo>
                                  <a:pt x="747" y="156"/>
                                </a:lnTo>
                                <a:lnTo>
                                  <a:pt x="776" y="148"/>
                                </a:lnTo>
                                <a:lnTo>
                                  <a:pt x="287" y="148"/>
                                </a:lnTo>
                                <a:lnTo>
                                  <a:pt x="227" y="148"/>
                                </a:lnTo>
                                <a:lnTo>
                                  <a:pt x="174" y="140"/>
                                </a:lnTo>
                                <a:lnTo>
                                  <a:pt x="124" y="123"/>
                                </a:lnTo>
                                <a:lnTo>
                                  <a:pt x="68" y="96"/>
                                </a:lnTo>
                                <a:lnTo>
                                  <a:pt x="0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D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4"/>
                        <wps:cNvSpPr>
                          <a:spLocks/>
                        </wps:cNvSpPr>
                        <wps:spPr bwMode="auto">
                          <a:xfrm>
                            <a:off x="936" y="2135"/>
                            <a:ext cx="1625" cy="190"/>
                          </a:xfrm>
                          <a:custGeom>
                            <a:avLst/>
                            <a:gdLst>
                              <a:gd name="T0" fmla="*/ 1150 w 1625"/>
                              <a:gd name="T1" fmla="*/ 0 h 190"/>
                              <a:gd name="T2" fmla="*/ 1065 w 1625"/>
                              <a:gd name="T3" fmla="*/ 4 h 190"/>
                              <a:gd name="T4" fmla="*/ 994 w 1625"/>
                              <a:gd name="T5" fmla="*/ 13 h 190"/>
                              <a:gd name="T6" fmla="*/ 929 w 1625"/>
                              <a:gd name="T7" fmla="*/ 26 h 190"/>
                              <a:gd name="T8" fmla="*/ 790 w 1625"/>
                              <a:gd name="T9" fmla="*/ 61 h 190"/>
                              <a:gd name="T10" fmla="*/ 701 w 1625"/>
                              <a:gd name="T11" fmla="*/ 82 h 190"/>
                              <a:gd name="T12" fmla="*/ 588 w 1625"/>
                              <a:gd name="T13" fmla="*/ 104 h 190"/>
                              <a:gd name="T14" fmla="*/ 461 w 1625"/>
                              <a:gd name="T15" fmla="*/ 125 h 190"/>
                              <a:gd name="T16" fmla="*/ 363 w 1625"/>
                              <a:gd name="T17" fmla="*/ 141 h 190"/>
                              <a:gd name="T18" fmla="*/ 287 w 1625"/>
                              <a:gd name="T19" fmla="*/ 148 h 190"/>
                              <a:gd name="T20" fmla="*/ 776 w 1625"/>
                              <a:gd name="T21" fmla="*/ 148 h 190"/>
                              <a:gd name="T22" fmla="*/ 880 w 1625"/>
                              <a:gd name="T23" fmla="*/ 122 h 190"/>
                              <a:gd name="T24" fmla="*/ 952 w 1625"/>
                              <a:gd name="T25" fmla="*/ 105 h 190"/>
                              <a:gd name="T26" fmla="*/ 1028 w 1625"/>
                              <a:gd name="T27" fmla="*/ 91 h 190"/>
                              <a:gd name="T28" fmla="*/ 1111 w 1625"/>
                              <a:gd name="T29" fmla="*/ 80 h 190"/>
                              <a:gd name="T30" fmla="*/ 1199 w 1625"/>
                              <a:gd name="T31" fmla="*/ 74 h 190"/>
                              <a:gd name="T32" fmla="*/ 1517 w 1625"/>
                              <a:gd name="T33" fmla="*/ 74 h 190"/>
                              <a:gd name="T34" fmla="*/ 1486 w 1625"/>
                              <a:gd name="T35" fmla="*/ 61 h 190"/>
                              <a:gd name="T36" fmla="*/ 1391 w 1625"/>
                              <a:gd name="T37" fmla="*/ 30 h 190"/>
                              <a:gd name="T38" fmla="*/ 1277 w 1625"/>
                              <a:gd name="T39" fmla="*/ 7 h 190"/>
                              <a:gd name="T40" fmla="*/ 1150 w 1625"/>
                              <a:gd name="T41" fmla="*/ 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625" h="190">
                                <a:moveTo>
                                  <a:pt x="1150" y="0"/>
                                </a:moveTo>
                                <a:lnTo>
                                  <a:pt x="1065" y="4"/>
                                </a:lnTo>
                                <a:lnTo>
                                  <a:pt x="994" y="13"/>
                                </a:lnTo>
                                <a:lnTo>
                                  <a:pt x="929" y="26"/>
                                </a:lnTo>
                                <a:lnTo>
                                  <a:pt x="790" y="61"/>
                                </a:lnTo>
                                <a:lnTo>
                                  <a:pt x="701" y="82"/>
                                </a:lnTo>
                                <a:lnTo>
                                  <a:pt x="588" y="104"/>
                                </a:lnTo>
                                <a:lnTo>
                                  <a:pt x="461" y="125"/>
                                </a:lnTo>
                                <a:lnTo>
                                  <a:pt x="363" y="141"/>
                                </a:lnTo>
                                <a:lnTo>
                                  <a:pt x="287" y="148"/>
                                </a:lnTo>
                                <a:lnTo>
                                  <a:pt x="776" y="148"/>
                                </a:lnTo>
                                <a:lnTo>
                                  <a:pt x="880" y="122"/>
                                </a:lnTo>
                                <a:lnTo>
                                  <a:pt x="952" y="105"/>
                                </a:lnTo>
                                <a:lnTo>
                                  <a:pt x="1028" y="91"/>
                                </a:lnTo>
                                <a:lnTo>
                                  <a:pt x="1111" y="80"/>
                                </a:lnTo>
                                <a:lnTo>
                                  <a:pt x="1199" y="74"/>
                                </a:lnTo>
                                <a:lnTo>
                                  <a:pt x="1517" y="74"/>
                                </a:lnTo>
                                <a:lnTo>
                                  <a:pt x="1486" y="61"/>
                                </a:lnTo>
                                <a:lnTo>
                                  <a:pt x="1391" y="30"/>
                                </a:lnTo>
                                <a:lnTo>
                                  <a:pt x="1277" y="7"/>
                                </a:lnTo>
                                <a:lnTo>
                                  <a:pt x="11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D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5"/>
                        <wps:cNvSpPr>
                          <a:spLocks/>
                        </wps:cNvSpPr>
                        <wps:spPr bwMode="auto">
                          <a:xfrm>
                            <a:off x="936" y="2135"/>
                            <a:ext cx="1625" cy="190"/>
                          </a:xfrm>
                          <a:custGeom>
                            <a:avLst/>
                            <a:gdLst>
                              <a:gd name="T0" fmla="*/ 1517 w 1625"/>
                              <a:gd name="T1" fmla="*/ 74 h 190"/>
                              <a:gd name="T2" fmla="*/ 1199 w 1625"/>
                              <a:gd name="T3" fmla="*/ 74 h 190"/>
                              <a:gd name="T4" fmla="*/ 1296 w 1625"/>
                              <a:gd name="T5" fmla="*/ 74 h 190"/>
                              <a:gd name="T6" fmla="*/ 1404 w 1625"/>
                              <a:gd name="T7" fmla="*/ 79 h 190"/>
                              <a:gd name="T8" fmla="*/ 1474 w 1625"/>
                              <a:gd name="T9" fmla="*/ 86 h 190"/>
                              <a:gd name="T10" fmla="*/ 1537 w 1625"/>
                              <a:gd name="T11" fmla="*/ 100 h 190"/>
                              <a:gd name="T12" fmla="*/ 1624 w 1625"/>
                              <a:gd name="T13" fmla="*/ 126 h 190"/>
                              <a:gd name="T14" fmla="*/ 1608 w 1625"/>
                              <a:gd name="T15" fmla="*/ 116 h 190"/>
                              <a:gd name="T16" fmla="*/ 1560 w 1625"/>
                              <a:gd name="T17" fmla="*/ 92 h 190"/>
                              <a:gd name="T18" fmla="*/ 1517 w 1625"/>
                              <a:gd name="T19" fmla="*/ 74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625" h="190">
                                <a:moveTo>
                                  <a:pt x="1517" y="74"/>
                                </a:moveTo>
                                <a:lnTo>
                                  <a:pt x="1199" y="74"/>
                                </a:lnTo>
                                <a:lnTo>
                                  <a:pt x="1296" y="74"/>
                                </a:lnTo>
                                <a:lnTo>
                                  <a:pt x="1404" y="79"/>
                                </a:lnTo>
                                <a:lnTo>
                                  <a:pt x="1474" y="86"/>
                                </a:lnTo>
                                <a:lnTo>
                                  <a:pt x="1537" y="100"/>
                                </a:lnTo>
                                <a:lnTo>
                                  <a:pt x="1624" y="126"/>
                                </a:lnTo>
                                <a:lnTo>
                                  <a:pt x="1608" y="116"/>
                                </a:lnTo>
                                <a:lnTo>
                                  <a:pt x="1560" y="92"/>
                                </a:lnTo>
                                <a:lnTo>
                                  <a:pt x="1517" y="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D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pic:pic xmlns:pic="http://schemas.openxmlformats.org/drawingml/2006/picture">
                      <pic:nvPicPr>
                        <pic:cNvPr id="46" name="Picture 4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12" y="2055"/>
                          <a:ext cx="540" cy="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7" name="Picture 4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790" y="1979"/>
                          <a:ext cx="540" cy="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8" name="Picture 4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43" y="2336"/>
                          <a:ext cx="240" cy="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9" name="Picture 4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23" y="2315"/>
                          <a:ext cx="500" cy="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0" name="Picture 5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58" y="2268"/>
                          <a:ext cx="560" cy="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52B7077" id="Group 14" o:spid="_x0000_s1026" style="position:absolute;margin-left:29.55pt;margin-top:-5.4pt;width:114.95pt;height:128.9pt;z-index:-251656704;mso-position-horizontal-relative:page" coordorigin="591,-108" coordsize="2299,25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" o:allowincell="f">
              <v:group id="Group 15" o:spid="_x0000_s1027" style="position:absolute;left:1470;top:933;width:565;height:1055" coordorigin="1470,933" coordsize="565,1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<v:shape id="Freeform 16" o:spid="_x0000_s1028" style="position:absolute;left:1470;top:933;width:565;height:1055;visibility:visible;mso-wrap-style:square;v-text-anchor:top" coordsize="565,1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" path="m19,249l4,255r1,19l21,300r32,29l104,361r61,43l216,466r23,92l237,645r-6,106l224,860r-8,98l210,1028r-3,26l420,978,401,867,388,783r-6,-65l383,661r8,-56l405,539r21,-84l464,340r13,-27l136,313r-17,-4l49,262,19,249xe" fillcolor="#bbbdc0" stroked="f">
                  <v:path arrowok="t" o:connecttype="custom" o:connectlocs="19,249;4,255;5,274;21,300;53,329;104,361;165,404;216,466;239,558;237,645;231,751;224,860;216,958;210,1028;207,1054;420,978;401,867;388,783;382,718;383,661;391,605;405,539;426,455;464,340;477,313;136,313;119,309;49,262;19,249" o:connectangles="0,0,0,0,0,0,0,0,0,0,0,0,0,0,0,0,0,0,0,0,0,0,0,0,0,0,0,0,0"/>
                </v:shape>
                <v:shape id="Freeform 17" o:spid="_x0000_s1029" style="position:absolute;left:1470;top:933;width:565;height:1055;visibility:visible;mso-wrap-style:square;v-text-anchor:top" coordsize="565,1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" path="m18,104l8,109,,119r,19l14,169r33,41l89,254r35,38l136,313r341,l502,260r7,-11l373,249r-3,-3l169,246,144,227,46,126,18,104xe" fillcolor="#bbbdc0" stroked="f">
                  <v:path arrowok="t" o:connecttype="custom" o:connectlocs="18,104;8,109;0,119;0,138;14,169;47,210;89,254;124,292;136,313;477,313;502,260;509,249;373,249;370,246;169,246;144,227;46,126;18,104" o:connectangles="0,0,0,0,0,0,0,0,0,0,0,0,0,0,0,0,0,0"/>
                </v:shape>
                <v:shape id="Freeform 18" o:spid="_x0000_s1030" style="position:absolute;left:1470;top:933;width:565;height:1055;visibility:visible;mso-wrap-style:square;v-text-anchor:top" coordsize="565,1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" path="m533,130r-20,11l497,161r-18,29l449,221r-37,24l373,249r136,l535,207r23,-35l564,149,552,132r-19,-2xe" fillcolor="#bbbdc0" stroked="f">
                  <v:path arrowok="t" o:connecttype="custom" o:connectlocs="533,130;513,141;497,161;479,190;449,221;412,245;373,249;509,249;535,207;558,172;564,149;552,132;533,130" o:connectangles="0,0,0,0,0,0,0,0,0,0,0,0,0"/>
                </v:shape>
                <v:shape id="Freeform 19" o:spid="_x0000_s1031" style="position:absolute;left:1470;top:933;width:565;height:1055;visibility:visible;mso-wrap-style:square;v-text-anchor:top" coordsize="565,1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" path="m103,22l87,25,79,37,92,74r65,138l169,246r201,l340,208r-1,-4l255,204r-26,-3l193,163,156,97,126,41,103,22xe" fillcolor="#bbbdc0" stroked="f">
                  <v:path arrowok="t" o:connecttype="custom" o:connectlocs="103,22;87,25;79,37;92,74;157,212;169,246;370,246;340,208;339,204;255,204;229,201;193,163;156,97;126,41;103,22" o:connectangles="0,0,0,0,0,0,0,0,0,0,0,0,0,0,0"/>
                </v:shape>
                <v:shape id="Freeform 20" o:spid="_x0000_s1032" style="position:absolute;left:1470;top:933;width:565;height:1055;visibility:visible;mso-wrap-style:square;v-text-anchor:top" coordsize="565,1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" path="m272,l252,4r-6,37l250,98r9,65l255,204r84,l317,128,296,46,272,xe" fillcolor="#bbbdc0" stroked="f">
                  <v:path arrowok="t" o:connecttype="custom" o:connectlocs="272,0;252,4;246,41;250,98;259,163;255,204;339,204;317,128;296,46;272,0" o:connectangles="0,0,0,0,0,0,0,0,0,0"/>
                </v:shape>
              </v:group>
              <v:shape id="Freeform 21" o:spid="_x0000_s1033" style="position:absolute;left:1605;top:575;width:214;height:314;visibility:visible;mso-wrap-style:square;v-text-anchor:top" coordsize="214,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" path="m44,l36,14,20,54,4,112,,183r5,57l18,273r32,20l111,313r61,-73l207,188r6,-42l190,106,134,60,44,xe" fillcolor="#008da8" stroked="f">
                <v:path arrowok="t" o:connecttype="custom" o:connectlocs="44,0;36,14;20,54;4,112;0,183;5,240;18,273;50,293;111,313;172,240;207,188;213,146;190,106;134,60;44,0" o:connectangles="0,0,0,0,0,0,0,0,0,0,0,0,0,0,0"/>
              </v:shape>
              <v:shape id="Freeform 22" o:spid="_x0000_s1034" style="position:absolute;left:1404;top:687;width:170;height:223;visibility:visible;mso-wrap-style:square;v-text-anchor:top" coordsize="170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" path="m6,l3,12,,46,1,94r11,54l29,190r17,22l74,221r50,1l158,144,169,92,151,59,99,31,6,xe" fillcolor="#008da8" stroked="f">
                <v:path arrowok="t" o:connecttype="custom" o:connectlocs="6,0;3,12;0,46;1,94;12,148;29,190;46,212;74,221;124,222;158,144;169,92;151,59;99,31;6,0" o:connectangles="0,0,0,0,0,0,0,0,0,0,0,0,0,0"/>
              </v:shape>
              <v:shape id="Freeform 23" o:spid="_x0000_s1035" style="position:absolute;left:1784;top:463;width:183;height:243;visibility:visible;mso-wrap-style:square;v-text-anchor:top" coordsize="183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" path="m120,l109,7,83,28,50,63,21,110,3,152,,179r14,26l48,242r80,-33l171,180r11,-37l164,87,120,xe" fillcolor="#008da8" stroked="f">
                <v:path arrowok="t" o:connecttype="custom" o:connectlocs="120,0;109,7;83,28;50,63;21,110;3,152;0,179;14,205;48,242;128,209;171,180;182,143;164,87;120,0" o:connectangles="0,0,0,0,0,0,0,0,0,0,0,0,0,0"/>
              </v:shape>
              <v:shape id="Freeform 24" o:spid="_x0000_s1036" style="position:absolute;left:1306;top:877;width:158;height:158;visibility:visible;mso-wrap-style:square;v-text-anchor:top" coordsize="158,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" path="m,l1,10,6,38,19,75r23,40l66,144r19,13l110,156r40,-11l157,61,143,18,96,2,,xe" fillcolor="#008da8" stroked="f">
                <v:path arrowok="t" o:connecttype="custom" o:connectlocs="0,0;1,10;6,38;19,75;42,115;66,144;85,157;110,156;150,145;157,61;143,18;96,2;0,0" o:connectangles="0,0,0,0,0,0,0,0,0,0,0,0,0"/>
              </v:shape>
              <v:shape id="Freeform 25" o:spid="_x0000_s1037" style="position:absolute;left:1260;top:1070;width:200;height:151;visibility:visible;mso-wrap-style:square;v-text-anchor:top" coordsize="200,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" path="m136,l87,6,,47r5,9l23,78r28,28l89,131r35,16l147,150r21,-12l199,110,168,32,136,xe" fillcolor="#008da8" stroked="f">
                <v:path arrowok="t" o:connecttype="custom" o:connectlocs="136,0;87,6;0,47;5,56;23,78;51,106;89,131;124,147;147,150;168,138;199,110;168,32;136,0" o:connectangles="0,0,0,0,0,0,0,0,0,0,0,0,0"/>
              </v:shape>
              <v:shape id="Freeform 26" o:spid="_x0000_s1038" style="position:absolute;left:1303;top:1241;width:197;height:137;visibility:visible;mso-wrap-style:square;v-text-anchor:top" coordsize="197,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" path="m79,l43,35,,121r10,4l37,131r39,5l122,132r37,-8l179,112,189,90r7,-41l123,6,79,xe" fillcolor="#008da8" stroked="f">
                <v:path arrowok="t" o:connecttype="custom" o:connectlocs="79,0;43,35;0,121;10,125;37,131;76,136;122,132;159,124;179,112;189,90;196,49;123,6;79,0" o:connectangles="0,0,0,0,0,0,0,0,0,0,0,0,0"/>
              </v:shape>
              <v:shape id="Freeform 27" o:spid="_x0000_s1039" style="position:absolute;left:1126;top:1183;width:200;height:137;visibility:visible;mso-wrap-style:square;v-text-anchor:top" coordsize="200,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" path="m85,l48,34,,117r10,4l36,129r39,7l121,134r37,-6l179,117,190,95r9,-40l129,8,85,xe" fillcolor="#008da8" stroked="f">
                <v:path arrowok="t" o:connecttype="custom" o:connectlocs="85,0;48,34;0,117;10,121;36,129;75,136;121,134;158,128;179,117;190,95;199,55;129,8;85,0" o:connectangles="0,0,0,0,0,0,0,0,0,0,0,0,0"/>
              </v:shape>
              <v:shape id="Freeform 28" o:spid="_x0000_s1040" style="position:absolute;left:1142;top:928;width:202;height:150;visibility:visible;mso-wrap-style:square;v-text-anchor:top" coordsize="20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" path="m135,l85,8,,52r6,9l24,83r29,26l92,133r35,14l150,149r21,-12l201,108,167,31,135,xe" fillcolor="#008da8" stroked="f">
                <v:path arrowok="t" o:connecttype="custom" o:connectlocs="135,0;85,8;0,52;6,61;24,83;53,109;92,133;127,147;150,149;171,137;201,108;167,31;135,0" o:connectangles="0,0,0,0,0,0,0,0,0,0,0,0,0"/>
              </v:shape>
              <v:shape id="Freeform 29" o:spid="_x0000_s1041" style="position:absolute;left:1068;top:1063;width:173;height:119;visibility:visible;mso-wrap-style:square;v-text-anchor:top" coordsize="173,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" path="m93,l56,19,,74r7,6l26,92r30,14l93,115r31,3l142,114,156,99,172,68,126,16,93,xe" fillcolor="#008da8" stroked="f">
                <v:path arrowok="t" o:connecttype="custom" o:connectlocs="93,0;56,19;0,74;7,80;26,92;56,106;93,115;124,118;142,114;156,99;172,68;126,16;93,0" o:connectangles="0,0,0,0,0,0,0,0,0,0,0,0,0"/>
              </v:shape>
              <v:shape id="Freeform 30" o:spid="_x0000_s1042" style="position:absolute;left:1203;top:688;width:141;height:128;visibility:visible;mso-wrap-style:square;v-text-anchor:top" coordsize="141,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" path="m78,l,9r2,9l10,40,25,68,48,98r23,21l88,127r20,-3l140,110,135,41,119,7,78,xe" fillcolor="#008da8" stroked="f">
                <v:path arrowok="t" o:connecttype="custom" o:connectlocs="78,0;0,9;2,18;10,40;25,68;48,98;71,119;88,127;108,124;140,110;135,41;119,7;78,0" o:connectangles="0,0,0,0,0,0,0,0,0,0,0,0,0"/>
              </v:shape>
              <v:shape id="Freeform 31" o:spid="_x0000_s1043" style="position:absolute;left:1074;top:584;width:113;height:104;visibility:visible;mso-wrap-style:square;v-text-anchor:top" coordsize="113,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" path="m63,l,7r1,7l8,32,20,55,39,79,57,96r14,7l87,100,112,89,109,33,96,5,63,xe" fillcolor="#008da8" stroked="f">
                <v:path arrowok="t" o:connecttype="custom" o:connectlocs="63,0;0,7;1,14;8,32;20,55;39,79;57,96;71,103;87,100;112,89;109,33;96,5;63,0" o:connectangles="0,0,0,0,0,0,0,0,0,0,0,0,0"/>
              </v:shape>
              <v:shape id="Freeform 32" o:spid="_x0000_s1044" style="position:absolute;left:1274;top:530;width:125;height:138;visibility:visible;mso-wrap-style:square;v-text-anchor:top" coordsize="125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" path="m,l,9,2,32r8,31l26,97r17,26l58,135r20,2l112,130,124,62,116,25,78,9,,xe" fillcolor="#008da8" stroked="f">
                <v:path arrowok="t" o:connecttype="custom" o:connectlocs="0,0;0,9;2,32;10,63;26,97;43,123;58,135;78,137;112,130;124,62;116,25;78,9;0,0" o:connectangles="0,0,0,0,0,0,0,0,0,0,0,0,0"/>
              </v:shape>
              <v:shape id="Freeform 33" o:spid="_x0000_s1045" style="position:absolute;left:1291;top:346;width:125;height:138;visibility:visible;mso-wrap-style:square;v-text-anchor:top" coordsize="125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" path="m,l,8,2,32r8,31l26,98r17,25l58,135r20,2l112,130,124,62,116,25,78,9,,xe" fillcolor="#008da8" stroked="f">
                <v:path arrowok="t" o:connecttype="custom" o:connectlocs="0,0;0,8;2,32;10,63;26,98;43,123;58,135;78,137;112,130;124,62;116,25;78,9;0,0" o:connectangles="0,0,0,0,0,0,0,0,0,0,0,0,0"/>
              </v:shape>
              <v:shape id="Freeform 34" o:spid="_x0000_s1046" style="position:absolute;left:1678;top:141;width:125;height:164;visibility:visible;mso-wrap-style:square;v-text-anchor:top" coordsize="125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" path="m86,l78,4,60,18,37,41,16,73,2,101,,120r9,18l31,163,96,138r28,-25l119,72,86,xe" fillcolor="#008da8" stroked="f">
                <v:path arrowok="t" o:connecttype="custom" o:connectlocs="86,0;78,4;60,18;37,41;16,73;2,101;0,120;9,138;31,163;96,138;124,113;119,72;86,0" o:connectangles="0,0,0,0,0,0,0,0,0,0,0,0,0"/>
              </v:shape>
              <v:shape id="Freeform 35" o:spid="_x0000_s1047" style="position:absolute;left:960;top:874;width:154;height:108;visibility:visible;mso-wrap-style:square;v-text-anchor:top" coordsize="154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" path="m90,l56,13,,56r5,5l21,75,46,90r32,12l105,107r17,-1l136,94,153,69,118,18,90,xe" fillcolor="#008da8" stroked="f">
                <v:path arrowok="t" o:connecttype="custom" o:connectlocs="90,0;56,13;0,56;5,61;21,75;46,90;78,102;105,107;122,106;136,94;153,69;118,18;90,0" o:connectangles="0,0,0,0,0,0,0,0,0,0,0,0,0"/>
              </v:shape>
              <v:shape id="Freeform 36" o:spid="_x0000_s1048" style="position:absolute;left:2203;top:539;width:121;height:113;visibility:visible;mso-wrap-style:square;v-text-anchor:top" coordsize="121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" path="m120,r-8,l92,3,64,10,33,26,11,42,,55,,73r6,30l67,112r33,-8l114,70,120,xe" fillcolor="#008da8" stroked="f">
                <v:path arrowok="t" o:connecttype="custom" o:connectlocs="120,0;112,0;92,3;64,10;33,26;11,42;0,55;0,73;6,103;67,112;100,104;114,70;120,0" o:connectangles="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7" o:spid="_x0000_s1049" type="#_x0000_t75" style="position:absolute;left:2412;top:835;width:120;height:1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">
                <v:imagedata r:id="rId10" o:title=""/>
              </v:shape>
              <v:shape id="Picture 38" o:spid="_x0000_s1050" type="#_x0000_t75" style="position:absolute;left:592;top:-46;width:1880;height:13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">
                <v:imagedata r:id="rId11" o:title=""/>
              </v:shape>
              <v:shape id="Freeform 39" o:spid="_x0000_s1051" style="position:absolute;left:1101;top:787;width:141;height:128;visibility:visible;mso-wrap-style:square;v-text-anchor:top" coordsize="141,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" path="m78,l,9r2,9l10,39,25,68,48,98r23,21l88,127r20,-3l140,110,135,41,119,7,78,xe" fillcolor="#008da8" stroked="f">
                <v:path arrowok="t" o:connecttype="custom" o:connectlocs="78,0;0,9;2,18;10,39;25,68;48,98;71,119;88,127;108,124;140,110;135,41;119,7;78,0" o:connectangles="0,0,0,0,0,0,0,0,0,0,0,0,0"/>
              </v:shape>
              <v:shape id="Picture 40" o:spid="_x0000_s1052" type="#_x0000_t75" style="position:absolute;left:1678;top:-108;width:14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">
                <v:imagedata r:id="rId12" o:title=""/>
              </v:shape>
              <v:shape id="Picture 41" o:spid="_x0000_s1053" type="#_x0000_t75" style="position:absolute;left:1843;top:-76;width:1040;height:1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">
                <v:imagedata r:id="rId13" o:title=""/>
              </v:shape>
              <v:group id="Group 42" o:spid="_x0000_s1054" style="position:absolute;left:936;top:2135;width:1625;height:190" coordorigin="936,2135" coordsize="1625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<v:shape id="Freeform 43" o:spid="_x0000_s1055" style="position:absolute;left:936;top:2135;width:1625;height:190;visibility:visible;mso-wrap-style:square;v-text-anchor:top" coordsize="1625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" path="m,60r65,44l140,137r81,24l305,178r85,9l473,189r79,-2l623,180r61,-10l747,156r29,-8l287,148r-60,l174,140,124,123,68,96,,60xe" fillcolor="#008da8" stroked="f">
                  <v:path arrowok="t" o:connecttype="custom" o:connectlocs="0,60;65,104;140,137;221,161;305,178;390,187;473,189;552,187;623,180;684,170;747,156;776,148;287,148;227,148;174,140;124,123;68,96;0,60" o:connectangles="0,0,0,0,0,0,0,0,0,0,0,0,0,0,0,0,0,0"/>
                </v:shape>
                <v:shape id="Freeform 44" o:spid="_x0000_s1056" style="position:absolute;left:936;top:2135;width:1625;height:190;visibility:visible;mso-wrap-style:square;v-text-anchor:top" coordsize="1625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" path="m1150,r-85,4l994,13,929,26,790,61,701,82,588,104,461,125r-98,16l287,148r489,l880,122r72,-17l1028,91r83,-11l1199,74r318,l1486,61,1391,30,1277,7,1150,xe" fillcolor="#008da8" stroked="f">
                  <v:path arrowok="t" o:connecttype="custom" o:connectlocs="1150,0;1065,4;994,13;929,26;790,61;701,82;588,104;461,125;363,141;287,148;776,148;880,122;952,105;1028,91;1111,80;1199,74;1517,74;1486,61;1391,30;1277,7;1150,0" o:connectangles="0,0,0,0,0,0,0,0,0,0,0,0,0,0,0,0,0,0,0,0,0"/>
                </v:shape>
                <v:shape id="Freeform 45" o:spid="_x0000_s1057" style="position:absolute;left:936;top:2135;width:1625;height:190;visibility:visible;mso-wrap-style:square;v-text-anchor:top" coordsize="1625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" path="m1517,74r-318,l1296,74r108,5l1474,86r63,14l1624,126r-16,-10l1560,92,1517,74xe" fillcolor="#008da8" stroked="f">
                  <v:path arrowok="t" o:connecttype="custom" o:connectlocs="1517,74;1199,74;1296,74;1404,79;1474,86;1537,100;1624,126;1608,116;1560,92;1517,74" o:connectangles="0,0,0,0,0,0,0,0,0,0"/>
                </v:shape>
              </v:group>
              <v:shape id="Picture 46" o:spid="_x0000_s1058" type="#_x0000_t75" style="position:absolute;left:1212;top:2055;width:54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">
                <v:imagedata r:id="rId14" o:title=""/>
              </v:shape>
              <v:shape id="Picture 47" o:spid="_x0000_s1059" type="#_x0000_t75" style="position:absolute;left:1790;top:1979;width:540;height:1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">
                <v:imagedata r:id="rId15" o:title=""/>
              </v:shape>
              <v:shape id="Picture 48" o:spid="_x0000_s1060" type="#_x0000_t75" style="position:absolute;left:1043;top:2336;width:240;height:1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">
                <v:imagedata r:id="rId16" o:title=""/>
              </v:shape>
              <v:shape id="Picture 49" o:spid="_x0000_s1061" type="#_x0000_t75" style="position:absolute;left:1323;top:2315;width:500;height: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">
                <v:imagedata r:id="rId17" o:title=""/>
              </v:shape>
              <v:shape id="Picture 50" o:spid="_x0000_s1062" type="#_x0000_t75" style="position:absolute;left:1858;top:2268;width:560;height:1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">
                <v:imagedata r:id="rId18" o:title=""/>
              </v:shape>
              <w10:wrap anchorx="page"/>
            </v:group>
          </w:pict>
        </mc:Fallback>
      </mc:AlternateContent>
    </w:r>
    <w:r>
      <w:rPr>
        <w:rFonts w:ascii="Trebuchet MS" w:hAnsi="Trebuchet MS" w:cs="Trebuchet MS"/>
        <w:b/>
        <w:bCs/>
        <w:color w:val="004B8D"/>
        <w:w w:val="95"/>
        <w:sz w:val="55"/>
        <w:szCs w:val="55"/>
      </w:rPr>
      <w:t>Spring</w:t>
    </w:r>
    <w:r>
      <w:rPr>
        <w:rFonts w:ascii="Trebuchet MS" w:hAnsi="Trebuchet MS" w:cs="Trebuchet MS"/>
        <w:b/>
        <w:bCs/>
        <w:color w:val="004B8D"/>
        <w:spacing w:val="-50"/>
        <w:w w:val="95"/>
        <w:sz w:val="55"/>
        <w:szCs w:val="55"/>
      </w:rPr>
      <w:t xml:space="preserve"> </w:t>
    </w:r>
    <w:r>
      <w:rPr>
        <w:rFonts w:ascii="Trebuchet MS" w:hAnsi="Trebuchet MS" w:cs="Trebuchet MS"/>
        <w:b/>
        <w:bCs/>
        <w:color w:val="004B8D"/>
        <w:w w:val="95"/>
        <w:sz w:val="55"/>
        <w:szCs w:val="55"/>
      </w:rPr>
      <w:t>Farm</w:t>
    </w:r>
    <w:r>
      <w:rPr>
        <w:rFonts w:ascii="Trebuchet MS" w:hAnsi="Trebuchet MS" w:cs="Trebuchet MS"/>
        <w:b/>
        <w:bCs/>
        <w:color w:val="004B8D"/>
        <w:spacing w:val="-50"/>
        <w:w w:val="95"/>
        <w:sz w:val="55"/>
        <w:szCs w:val="55"/>
      </w:rPr>
      <w:t xml:space="preserve"> </w:t>
    </w:r>
    <w:r>
      <w:rPr>
        <w:rFonts w:ascii="Trebuchet MS" w:hAnsi="Trebuchet MS" w:cs="Trebuchet MS"/>
        <w:b/>
        <w:bCs/>
        <w:color w:val="004B8D"/>
        <w:spacing w:val="-2"/>
        <w:w w:val="95"/>
        <w:sz w:val="55"/>
        <w:szCs w:val="55"/>
      </w:rPr>
      <w:t>Public</w:t>
    </w:r>
    <w:r>
      <w:rPr>
        <w:rFonts w:ascii="Trebuchet MS" w:hAnsi="Trebuchet MS" w:cs="Trebuchet MS"/>
        <w:b/>
        <w:bCs/>
        <w:color w:val="004B8D"/>
        <w:spacing w:val="-50"/>
        <w:w w:val="95"/>
        <w:sz w:val="55"/>
        <w:szCs w:val="55"/>
      </w:rPr>
      <w:t xml:space="preserve"> </w:t>
    </w:r>
    <w:r>
      <w:rPr>
        <w:rFonts w:ascii="Trebuchet MS" w:hAnsi="Trebuchet MS" w:cs="Trebuchet MS"/>
        <w:b/>
        <w:bCs/>
        <w:color w:val="004B8D"/>
        <w:spacing w:val="-2"/>
        <w:w w:val="95"/>
        <w:sz w:val="55"/>
        <w:szCs w:val="55"/>
      </w:rPr>
      <w:t>School</w:t>
    </w:r>
  </w:p>
  <w:p w:rsidR="00841B48" w:rsidRPr="00044D92" w:rsidRDefault="00841B48" w:rsidP="00841B48">
    <w:pPr>
      <w:pStyle w:val="BodyText"/>
      <w:kinsoku w:val="0"/>
      <w:overflowPunct w:val="0"/>
      <w:spacing w:before="81"/>
      <w:ind w:right="927"/>
      <w:jc w:val="center"/>
    </w:pPr>
    <w:r w:rsidRPr="00044D92">
      <w:t>Barley Road, Spring Farm, NSW</w:t>
    </w:r>
    <w:r w:rsidRPr="00044D92">
      <w:rPr>
        <w:spacing w:val="-13"/>
      </w:rPr>
      <w:t xml:space="preserve"> </w:t>
    </w:r>
    <w:r w:rsidRPr="00044D92">
      <w:t>2570</w:t>
    </w:r>
  </w:p>
  <w:p w:rsidR="00841B48" w:rsidRPr="00044D92" w:rsidRDefault="00841B48" w:rsidP="00841B48">
    <w:pPr>
      <w:pStyle w:val="BodyText"/>
      <w:kinsoku w:val="0"/>
      <w:overflowPunct w:val="0"/>
      <w:ind w:right="927"/>
      <w:jc w:val="center"/>
    </w:pPr>
    <w:r w:rsidRPr="00044D92">
      <w:t xml:space="preserve">Phone • (02) </w:t>
    </w:r>
    <w:r w:rsidR="009E5C52">
      <w:t>4658 3057</w:t>
    </w:r>
    <w:r w:rsidRPr="00044D92">
      <w:t xml:space="preserve">   (02) </w:t>
    </w:r>
    <w:r w:rsidR="009E5C52">
      <w:t>4658 1714</w:t>
    </w:r>
  </w:p>
  <w:p w:rsidR="00841B48" w:rsidRDefault="00841B48" w:rsidP="00841B48">
    <w:pPr>
      <w:pStyle w:val="BodyText"/>
      <w:kinsoku w:val="0"/>
      <w:overflowPunct w:val="0"/>
      <w:ind w:right="927"/>
      <w:jc w:val="center"/>
    </w:pPr>
    <w:r w:rsidRPr="00044D92">
      <w:t>PO Box 921 Narellan NSW 2567</w:t>
    </w:r>
  </w:p>
  <w:p w:rsidR="00D3034D" w:rsidRPr="00044D92" w:rsidRDefault="00D3034D" w:rsidP="00841B48">
    <w:pPr>
      <w:pStyle w:val="BodyText"/>
      <w:kinsoku w:val="0"/>
      <w:overflowPunct w:val="0"/>
      <w:ind w:right="927"/>
      <w:jc w:val="center"/>
    </w:pPr>
    <w:r>
      <w:t>ABN: 18 246 198 266</w:t>
    </w:r>
  </w:p>
  <w:p w:rsidR="00841B48" w:rsidRDefault="00841B48" w:rsidP="00841B48">
    <w:pPr>
      <w:pStyle w:val="BodyText"/>
      <w:kinsoku w:val="0"/>
      <w:overflowPunct w:val="0"/>
      <w:spacing w:line="249" w:lineRule="auto"/>
      <w:ind w:left="4906" w:right="2050"/>
      <w:jc w:val="center"/>
    </w:pPr>
    <w:r w:rsidRPr="00044D92">
      <w:t>Email</w:t>
    </w:r>
    <w:r w:rsidRPr="00044D92">
      <w:rPr>
        <w:spacing w:val="-6"/>
      </w:rPr>
      <w:t xml:space="preserve"> </w:t>
    </w:r>
    <w:r w:rsidRPr="00044D92">
      <w:t>•</w:t>
    </w:r>
    <w:r w:rsidRPr="00044D92">
      <w:rPr>
        <w:spacing w:val="-6"/>
      </w:rPr>
      <w:t xml:space="preserve"> </w:t>
    </w:r>
    <w:hyperlink r:id="rId19" w:history="1">
      <w:r w:rsidRPr="00044D92">
        <w:t>springfarm-p.school@det.nsw.edu.au</w:t>
      </w:r>
    </w:hyperlink>
  </w:p>
  <w:p w:rsidR="00841B48" w:rsidRPr="00D15AB3" w:rsidRDefault="00A7724C" w:rsidP="00D15AB3">
    <w:pPr>
      <w:pStyle w:val="BodyText"/>
      <w:kinsoku w:val="0"/>
      <w:overflowPunct w:val="0"/>
      <w:spacing w:line="249" w:lineRule="auto"/>
      <w:ind w:left="3402" w:right="35"/>
      <w:rPr>
        <w:sz w:val="18"/>
      </w:rPr>
    </w:pPr>
    <w:hyperlink r:id="rId20" w:history="1">
      <w:r w:rsidR="00841B48" w:rsidRPr="00D15AB3">
        <w:rPr>
          <w:sz w:val="18"/>
        </w:rPr>
        <w:t>www.springfarm-p.schools.nsw.edu.au</w:t>
      </w:r>
    </w:hyperlink>
    <w:r w:rsidR="00D15AB3" w:rsidRPr="00D15AB3">
      <w:rPr>
        <w:sz w:val="18"/>
      </w:rPr>
      <w:t xml:space="preserve">   </w:t>
    </w:r>
    <w:r w:rsidR="00D15AB3">
      <w:rPr>
        <w:sz w:val="18"/>
      </w:rPr>
      <w:t xml:space="preserve">     </w:t>
    </w:r>
    <w:r w:rsidR="00D15AB3" w:rsidRPr="00D15AB3">
      <w:rPr>
        <w:sz w:val="18"/>
      </w:rPr>
      <w:t>www.facebook.com/SpringFarmPublicSchool</w:t>
    </w:r>
  </w:p>
  <w:p w:rsidR="00841B48" w:rsidRPr="00D15AB3" w:rsidRDefault="00841B48" w:rsidP="00841B48">
    <w:pPr>
      <w:pStyle w:val="BodyText"/>
      <w:kinsoku w:val="0"/>
      <w:overflowPunct w:val="0"/>
      <w:spacing w:before="6"/>
      <w:ind w:left="0"/>
      <w:rPr>
        <w:sz w:val="5"/>
        <w:szCs w:val="7"/>
      </w:rPr>
    </w:pPr>
  </w:p>
  <w:p w:rsidR="00841B48" w:rsidRDefault="00841B48" w:rsidP="00841B48">
    <w:pPr>
      <w:pStyle w:val="BodyText"/>
      <w:kinsoku w:val="0"/>
      <w:overflowPunct w:val="0"/>
      <w:spacing w:before="0"/>
      <w:ind w:left="2706"/>
    </w:pPr>
    <w:r>
      <w:rPr>
        <w:noProof/>
      </w:rPr>
      <mc:AlternateContent>
        <mc:Choice Requires="wpg">
          <w:drawing>
            <wp:inline distT="0" distB="0" distL="0" distR="0" wp14:anchorId="1875212F" wp14:editId="6086D001">
              <wp:extent cx="5159375" cy="527050"/>
              <wp:effectExtent l="0" t="0" r="3175" b="6350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159375" cy="527050"/>
                        <a:chOff x="0" y="0"/>
                        <a:chExt cx="8125" cy="830"/>
                      </a:xfrm>
                    </wpg:grpSpPr>
                    <wpg:grpSp>
                      <wpg:cNvPr id="2" name="Group 2"/>
                      <wpg:cNvGrpSpPr>
                        <a:grpSpLocks/>
                      </wpg:cNvGrpSpPr>
                      <wpg:grpSpPr bwMode="auto">
                        <a:xfrm>
                          <a:off x="10" y="0"/>
                          <a:ext cx="8115" cy="830"/>
                          <a:chOff x="10" y="0"/>
                          <a:chExt cx="8115" cy="83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10" y="0"/>
                            <a:ext cx="8115" cy="830"/>
                          </a:xfrm>
                          <a:custGeom>
                            <a:avLst/>
                            <a:gdLst>
                              <a:gd name="T0" fmla="*/ 7161 w 8115"/>
                              <a:gd name="T1" fmla="*/ 170 h 830"/>
                              <a:gd name="T2" fmla="*/ 4958 w 8115"/>
                              <a:gd name="T3" fmla="*/ 170 h 830"/>
                              <a:gd name="T4" fmla="*/ 5108 w 8115"/>
                              <a:gd name="T5" fmla="*/ 171 h 830"/>
                              <a:gd name="T6" fmla="*/ 5259 w 8115"/>
                              <a:gd name="T7" fmla="*/ 175 h 830"/>
                              <a:gd name="T8" fmla="*/ 5412 w 8115"/>
                              <a:gd name="T9" fmla="*/ 182 h 830"/>
                              <a:gd name="T10" fmla="*/ 5567 w 8115"/>
                              <a:gd name="T11" fmla="*/ 193 h 830"/>
                              <a:gd name="T12" fmla="*/ 5645 w 8115"/>
                              <a:gd name="T13" fmla="*/ 199 h 830"/>
                              <a:gd name="T14" fmla="*/ 5723 w 8115"/>
                              <a:gd name="T15" fmla="*/ 206 h 830"/>
                              <a:gd name="T16" fmla="*/ 5802 w 8115"/>
                              <a:gd name="T17" fmla="*/ 214 h 830"/>
                              <a:gd name="T18" fmla="*/ 5881 w 8115"/>
                              <a:gd name="T19" fmla="*/ 223 h 830"/>
                              <a:gd name="T20" fmla="*/ 5961 w 8115"/>
                              <a:gd name="T21" fmla="*/ 233 h 830"/>
                              <a:gd name="T22" fmla="*/ 6041 w 8115"/>
                              <a:gd name="T23" fmla="*/ 243 h 830"/>
                              <a:gd name="T24" fmla="*/ 6121 w 8115"/>
                              <a:gd name="T25" fmla="*/ 255 h 830"/>
                              <a:gd name="T26" fmla="*/ 6202 w 8115"/>
                              <a:gd name="T27" fmla="*/ 268 h 830"/>
                              <a:gd name="T28" fmla="*/ 6284 w 8115"/>
                              <a:gd name="T29" fmla="*/ 281 h 830"/>
                              <a:gd name="T30" fmla="*/ 6366 w 8115"/>
                              <a:gd name="T31" fmla="*/ 296 h 830"/>
                              <a:gd name="T32" fmla="*/ 6448 w 8115"/>
                              <a:gd name="T33" fmla="*/ 311 h 830"/>
                              <a:gd name="T34" fmla="*/ 6531 w 8115"/>
                              <a:gd name="T35" fmla="*/ 328 h 830"/>
                              <a:gd name="T36" fmla="*/ 6614 w 8115"/>
                              <a:gd name="T37" fmla="*/ 346 h 830"/>
                              <a:gd name="T38" fmla="*/ 6698 w 8115"/>
                              <a:gd name="T39" fmla="*/ 365 h 830"/>
                              <a:gd name="T40" fmla="*/ 6783 w 8115"/>
                              <a:gd name="T41" fmla="*/ 384 h 830"/>
                              <a:gd name="T42" fmla="*/ 6868 w 8115"/>
                              <a:gd name="T43" fmla="*/ 406 h 830"/>
                              <a:gd name="T44" fmla="*/ 6953 w 8115"/>
                              <a:gd name="T45" fmla="*/ 428 h 830"/>
                              <a:gd name="T46" fmla="*/ 7039 w 8115"/>
                              <a:gd name="T47" fmla="*/ 451 h 830"/>
                              <a:gd name="T48" fmla="*/ 7125 w 8115"/>
                              <a:gd name="T49" fmla="*/ 476 h 830"/>
                              <a:gd name="T50" fmla="*/ 7212 w 8115"/>
                              <a:gd name="T51" fmla="*/ 501 h 830"/>
                              <a:gd name="T52" fmla="*/ 7300 w 8115"/>
                              <a:gd name="T53" fmla="*/ 528 h 830"/>
                              <a:gd name="T54" fmla="*/ 7388 w 8115"/>
                              <a:gd name="T55" fmla="*/ 556 h 830"/>
                              <a:gd name="T56" fmla="*/ 7477 w 8115"/>
                              <a:gd name="T57" fmla="*/ 586 h 830"/>
                              <a:gd name="T58" fmla="*/ 7566 w 8115"/>
                              <a:gd name="T59" fmla="*/ 617 h 830"/>
                              <a:gd name="T60" fmla="*/ 7656 w 8115"/>
                              <a:gd name="T61" fmla="*/ 649 h 830"/>
                              <a:gd name="T62" fmla="*/ 7746 w 8115"/>
                              <a:gd name="T63" fmla="*/ 682 h 830"/>
                              <a:gd name="T64" fmla="*/ 7837 w 8115"/>
                              <a:gd name="T65" fmla="*/ 717 h 830"/>
                              <a:gd name="T66" fmla="*/ 7929 w 8115"/>
                              <a:gd name="T67" fmla="*/ 753 h 830"/>
                              <a:gd name="T68" fmla="*/ 8021 w 8115"/>
                              <a:gd name="T69" fmla="*/ 790 h 830"/>
                              <a:gd name="T70" fmla="*/ 8114 w 8115"/>
                              <a:gd name="T71" fmla="*/ 829 h 830"/>
                              <a:gd name="T72" fmla="*/ 8114 w 8115"/>
                              <a:gd name="T73" fmla="*/ 464 h 830"/>
                              <a:gd name="T74" fmla="*/ 8033 w 8115"/>
                              <a:gd name="T75" fmla="*/ 432 h 830"/>
                              <a:gd name="T76" fmla="*/ 7952 w 8115"/>
                              <a:gd name="T77" fmla="*/ 402 h 830"/>
                              <a:gd name="T78" fmla="*/ 7871 w 8115"/>
                              <a:gd name="T79" fmla="*/ 373 h 830"/>
                              <a:gd name="T80" fmla="*/ 7790 w 8115"/>
                              <a:gd name="T81" fmla="*/ 345 h 830"/>
                              <a:gd name="T82" fmla="*/ 7709 w 8115"/>
                              <a:gd name="T83" fmla="*/ 318 h 830"/>
                              <a:gd name="T84" fmla="*/ 7628 w 8115"/>
                              <a:gd name="T85" fmla="*/ 293 h 830"/>
                              <a:gd name="T86" fmla="*/ 7547 w 8115"/>
                              <a:gd name="T87" fmla="*/ 269 h 830"/>
                              <a:gd name="T88" fmla="*/ 7466 w 8115"/>
                              <a:gd name="T89" fmla="*/ 246 h 830"/>
                              <a:gd name="T90" fmla="*/ 7385 w 8115"/>
                              <a:gd name="T91" fmla="*/ 224 h 830"/>
                              <a:gd name="T92" fmla="*/ 7304 w 8115"/>
                              <a:gd name="T93" fmla="*/ 204 h 830"/>
                              <a:gd name="T94" fmla="*/ 7223 w 8115"/>
                              <a:gd name="T95" fmla="*/ 184 h 830"/>
                              <a:gd name="T96" fmla="*/ 7161 w 8115"/>
                              <a:gd name="T97" fmla="*/ 170 h 8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8115" h="830">
                                <a:moveTo>
                                  <a:pt x="7161" y="170"/>
                                </a:moveTo>
                                <a:lnTo>
                                  <a:pt x="4958" y="170"/>
                                </a:lnTo>
                                <a:lnTo>
                                  <a:pt x="5108" y="171"/>
                                </a:lnTo>
                                <a:lnTo>
                                  <a:pt x="5259" y="175"/>
                                </a:lnTo>
                                <a:lnTo>
                                  <a:pt x="5412" y="182"/>
                                </a:lnTo>
                                <a:lnTo>
                                  <a:pt x="5567" y="193"/>
                                </a:lnTo>
                                <a:lnTo>
                                  <a:pt x="5645" y="199"/>
                                </a:lnTo>
                                <a:lnTo>
                                  <a:pt x="5723" y="206"/>
                                </a:lnTo>
                                <a:lnTo>
                                  <a:pt x="5802" y="214"/>
                                </a:lnTo>
                                <a:lnTo>
                                  <a:pt x="5881" y="223"/>
                                </a:lnTo>
                                <a:lnTo>
                                  <a:pt x="5961" y="233"/>
                                </a:lnTo>
                                <a:lnTo>
                                  <a:pt x="6041" y="243"/>
                                </a:lnTo>
                                <a:lnTo>
                                  <a:pt x="6121" y="255"/>
                                </a:lnTo>
                                <a:lnTo>
                                  <a:pt x="6202" y="268"/>
                                </a:lnTo>
                                <a:lnTo>
                                  <a:pt x="6284" y="281"/>
                                </a:lnTo>
                                <a:lnTo>
                                  <a:pt x="6366" y="296"/>
                                </a:lnTo>
                                <a:lnTo>
                                  <a:pt x="6448" y="311"/>
                                </a:lnTo>
                                <a:lnTo>
                                  <a:pt x="6531" y="328"/>
                                </a:lnTo>
                                <a:lnTo>
                                  <a:pt x="6614" y="346"/>
                                </a:lnTo>
                                <a:lnTo>
                                  <a:pt x="6698" y="365"/>
                                </a:lnTo>
                                <a:lnTo>
                                  <a:pt x="6783" y="384"/>
                                </a:lnTo>
                                <a:lnTo>
                                  <a:pt x="6868" y="406"/>
                                </a:lnTo>
                                <a:lnTo>
                                  <a:pt x="6953" y="428"/>
                                </a:lnTo>
                                <a:lnTo>
                                  <a:pt x="7039" y="451"/>
                                </a:lnTo>
                                <a:lnTo>
                                  <a:pt x="7125" y="476"/>
                                </a:lnTo>
                                <a:lnTo>
                                  <a:pt x="7212" y="501"/>
                                </a:lnTo>
                                <a:lnTo>
                                  <a:pt x="7300" y="528"/>
                                </a:lnTo>
                                <a:lnTo>
                                  <a:pt x="7388" y="556"/>
                                </a:lnTo>
                                <a:lnTo>
                                  <a:pt x="7477" y="586"/>
                                </a:lnTo>
                                <a:lnTo>
                                  <a:pt x="7566" y="617"/>
                                </a:lnTo>
                                <a:lnTo>
                                  <a:pt x="7656" y="649"/>
                                </a:lnTo>
                                <a:lnTo>
                                  <a:pt x="7746" y="682"/>
                                </a:lnTo>
                                <a:lnTo>
                                  <a:pt x="7837" y="717"/>
                                </a:lnTo>
                                <a:lnTo>
                                  <a:pt x="7929" y="753"/>
                                </a:lnTo>
                                <a:lnTo>
                                  <a:pt x="8021" y="790"/>
                                </a:lnTo>
                                <a:lnTo>
                                  <a:pt x="8114" y="829"/>
                                </a:lnTo>
                                <a:lnTo>
                                  <a:pt x="8114" y="464"/>
                                </a:lnTo>
                                <a:lnTo>
                                  <a:pt x="8033" y="432"/>
                                </a:lnTo>
                                <a:lnTo>
                                  <a:pt x="7952" y="402"/>
                                </a:lnTo>
                                <a:lnTo>
                                  <a:pt x="7871" y="373"/>
                                </a:lnTo>
                                <a:lnTo>
                                  <a:pt x="7790" y="345"/>
                                </a:lnTo>
                                <a:lnTo>
                                  <a:pt x="7709" y="318"/>
                                </a:lnTo>
                                <a:lnTo>
                                  <a:pt x="7628" y="293"/>
                                </a:lnTo>
                                <a:lnTo>
                                  <a:pt x="7547" y="269"/>
                                </a:lnTo>
                                <a:lnTo>
                                  <a:pt x="7466" y="246"/>
                                </a:lnTo>
                                <a:lnTo>
                                  <a:pt x="7385" y="224"/>
                                </a:lnTo>
                                <a:lnTo>
                                  <a:pt x="7304" y="204"/>
                                </a:lnTo>
                                <a:lnTo>
                                  <a:pt x="7223" y="184"/>
                                </a:lnTo>
                                <a:lnTo>
                                  <a:pt x="7161" y="1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C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4"/>
                        <wps:cNvSpPr>
                          <a:spLocks/>
                        </wps:cNvSpPr>
                        <wps:spPr bwMode="auto">
                          <a:xfrm>
                            <a:off x="10" y="0"/>
                            <a:ext cx="8115" cy="830"/>
                          </a:xfrm>
                          <a:custGeom>
                            <a:avLst/>
                            <a:gdLst>
                              <a:gd name="T0" fmla="*/ 0 w 8115"/>
                              <a:gd name="T1" fmla="*/ 605 h 830"/>
                              <a:gd name="T2" fmla="*/ 67 w 8115"/>
                              <a:gd name="T3" fmla="*/ 611 h 830"/>
                              <a:gd name="T4" fmla="*/ 134 w 8115"/>
                              <a:gd name="T5" fmla="*/ 615 h 830"/>
                              <a:gd name="T6" fmla="*/ 201 w 8115"/>
                              <a:gd name="T7" fmla="*/ 620 h 830"/>
                              <a:gd name="T8" fmla="*/ 268 w 8115"/>
                              <a:gd name="T9" fmla="*/ 623 h 830"/>
                              <a:gd name="T10" fmla="*/ 334 w 8115"/>
                              <a:gd name="T11" fmla="*/ 626 h 830"/>
                              <a:gd name="T12" fmla="*/ 401 w 8115"/>
                              <a:gd name="T13" fmla="*/ 628 h 830"/>
                              <a:gd name="T14" fmla="*/ 467 w 8115"/>
                              <a:gd name="T15" fmla="*/ 629 h 830"/>
                              <a:gd name="T16" fmla="*/ 534 w 8115"/>
                              <a:gd name="T17" fmla="*/ 629 h 830"/>
                              <a:gd name="T18" fmla="*/ 666 w 8115"/>
                              <a:gd name="T19" fmla="*/ 628 h 830"/>
                              <a:gd name="T20" fmla="*/ 798 w 8115"/>
                              <a:gd name="T21" fmla="*/ 625 h 830"/>
                              <a:gd name="T22" fmla="*/ 930 w 8115"/>
                              <a:gd name="T23" fmla="*/ 619 h 830"/>
                              <a:gd name="T24" fmla="*/ 1062 w 8115"/>
                              <a:gd name="T25" fmla="*/ 611 h 830"/>
                              <a:gd name="T26" fmla="*/ 1095 w 8115"/>
                              <a:gd name="T27" fmla="*/ 609 h 830"/>
                              <a:gd name="T28" fmla="*/ 182 w 8115"/>
                              <a:gd name="T29" fmla="*/ 609 h 830"/>
                              <a:gd name="T30" fmla="*/ 121 w 8115"/>
                              <a:gd name="T31" fmla="*/ 608 h 830"/>
                              <a:gd name="T32" fmla="*/ 60 w 8115"/>
                              <a:gd name="T33" fmla="*/ 607 h 830"/>
                              <a:gd name="T34" fmla="*/ 0 w 8115"/>
                              <a:gd name="T35" fmla="*/ 605 h 8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8115" h="830">
                                <a:moveTo>
                                  <a:pt x="0" y="605"/>
                                </a:moveTo>
                                <a:lnTo>
                                  <a:pt x="67" y="611"/>
                                </a:lnTo>
                                <a:lnTo>
                                  <a:pt x="134" y="615"/>
                                </a:lnTo>
                                <a:lnTo>
                                  <a:pt x="201" y="620"/>
                                </a:lnTo>
                                <a:lnTo>
                                  <a:pt x="268" y="623"/>
                                </a:lnTo>
                                <a:lnTo>
                                  <a:pt x="334" y="626"/>
                                </a:lnTo>
                                <a:lnTo>
                                  <a:pt x="401" y="628"/>
                                </a:lnTo>
                                <a:lnTo>
                                  <a:pt x="467" y="629"/>
                                </a:lnTo>
                                <a:lnTo>
                                  <a:pt x="534" y="629"/>
                                </a:lnTo>
                                <a:lnTo>
                                  <a:pt x="666" y="628"/>
                                </a:lnTo>
                                <a:lnTo>
                                  <a:pt x="798" y="625"/>
                                </a:lnTo>
                                <a:lnTo>
                                  <a:pt x="930" y="619"/>
                                </a:lnTo>
                                <a:lnTo>
                                  <a:pt x="1062" y="611"/>
                                </a:lnTo>
                                <a:lnTo>
                                  <a:pt x="1095" y="609"/>
                                </a:lnTo>
                                <a:lnTo>
                                  <a:pt x="182" y="609"/>
                                </a:lnTo>
                                <a:lnTo>
                                  <a:pt x="121" y="608"/>
                                </a:lnTo>
                                <a:lnTo>
                                  <a:pt x="60" y="607"/>
                                </a:lnTo>
                                <a:lnTo>
                                  <a:pt x="0" y="6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C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10" y="0"/>
                            <a:ext cx="8115" cy="830"/>
                          </a:xfrm>
                          <a:custGeom>
                            <a:avLst/>
                            <a:gdLst>
                              <a:gd name="T0" fmla="*/ 5521 w 8115"/>
                              <a:gd name="T1" fmla="*/ 0 h 830"/>
                              <a:gd name="T2" fmla="*/ 5441 w 8115"/>
                              <a:gd name="T3" fmla="*/ 0 h 830"/>
                              <a:gd name="T4" fmla="*/ 5280 w 8115"/>
                              <a:gd name="T5" fmla="*/ 2 h 830"/>
                              <a:gd name="T6" fmla="*/ 5120 w 8115"/>
                              <a:gd name="T7" fmla="*/ 8 h 830"/>
                              <a:gd name="T8" fmla="*/ 4960 w 8115"/>
                              <a:gd name="T9" fmla="*/ 15 h 830"/>
                              <a:gd name="T10" fmla="*/ 4800 w 8115"/>
                              <a:gd name="T11" fmla="*/ 25 h 830"/>
                              <a:gd name="T12" fmla="*/ 4562 w 8115"/>
                              <a:gd name="T13" fmla="*/ 44 h 830"/>
                              <a:gd name="T14" fmla="*/ 4325 w 8115"/>
                              <a:gd name="T15" fmla="*/ 66 h 830"/>
                              <a:gd name="T16" fmla="*/ 4090 w 8115"/>
                              <a:gd name="T17" fmla="*/ 93 h 830"/>
                              <a:gd name="T18" fmla="*/ 3778 w 8115"/>
                              <a:gd name="T19" fmla="*/ 133 h 830"/>
                              <a:gd name="T20" fmla="*/ 3393 w 8115"/>
                              <a:gd name="T21" fmla="*/ 190 h 830"/>
                              <a:gd name="T22" fmla="*/ 1630 w 8115"/>
                              <a:gd name="T23" fmla="*/ 480 h 830"/>
                              <a:gd name="T24" fmla="*/ 1285 w 8115"/>
                              <a:gd name="T25" fmla="*/ 528 h 830"/>
                              <a:gd name="T26" fmla="*/ 1082 w 8115"/>
                              <a:gd name="T27" fmla="*/ 553 h 830"/>
                              <a:gd name="T28" fmla="*/ 883 w 8115"/>
                              <a:gd name="T29" fmla="*/ 574 h 830"/>
                              <a:gd name="T30" fmla="*/ 752 w 8115"/>
                              <a:gd name="T31" fmla="*/ 586 h 830"/>
                              <a:gd name="T32" fmla="*/ 622 w 8115"/>
                              <a:gd name="T33" fmla="*/ 595 h 830"/>
                              <a:gd name="T34" fmla="*/ 494 w 8115"/>
                              <a:gd name="T35" fmla="*/ 602 h 830"/>
                              <a:gd name="T36" fmla="*/ 368 w 8115"/>
                              <a:gd name="T37" fmla="*/ 607 h 830"/>
                              <a:gd name="T38" fmla="*/ 305 w 8115"/>
                              <a:gd name="T39" fmla="*/ 608 h 830"/>
                              <a:gd name="T40" fmla="*/ 243 w 8115"/>
                              <a:gd name="T41" fmla="*/ 609 h 830"/>
                              <a:gd name="T42" fmla="*/ 182 w 8115"/>
                              <a:gd name="T43" fmla="*/ 609 h 830"/>
                              <a:gd name="T44" fmla="*/ 1095 w 8115"/>
                              <a:gd name="T45" fmla="*/ 609 h 830"/>
                              <a:gd name="T46" fmla="*/ 1124 w 8115"/>
                              <a:gd name="T47" fmla="*/ 607 h 830"/>
                              <a:gd name="T48" fmla="*/ 1259 w 8115"/>
                              <a:gd name="T49" fmla="*/ 596 h 830"/>
                              <a:gd name="T50" fmla="*/ 1456 w 8115"/>
                              <a:gd name="T51" fmla="*/ 576 h 830"/>
                              <a:gd name="T52" fmla="*/ 1653 w 8115"/>
                              <a:gd name="T53" fmla="*/ 553 h 830"/>
                              <a:gd name="T54" fmla="*/ 1982 w 8115"/>
                              <a:gd name="T55" fmla="*/ 509 h 830"/>
                              <a:gd name="T56" fmla="*/ 3251 w 8115"/>
                              <a:gd name="T57" fmla="*/ 313 h 830"/>
                              <a:gd name="T58" fmla="*/ 3595 w 8115"/>
                              <a:gd name="T59" fmla="*/ 266 h 830"/>
                              <a:gd name="T60" fmla="*/ 3873 w 8115"/>
                              <a:gd name="T61" fmla="*/ 233 h 830"/>
                              <a:gd name="T62" fmla="*/ 4085 w 8115"/>
                              <a:gd name="T63" fmla="*/ 212 h 830"/>
                              <a:gd name="T64" fmla="*/ 4299 w 8115"/>
                              <a:gd name="T65" fmla="*/ 194 h 830"/>
                              <a:gd name="T66" fmla="*/ 4443 w 8115"/>
                              <a:gd name="T67" fmla="*/ 185 h 830"/>
                              <a:gd name="T68" fmla="*/ 4589 w 8115"/>
                              <a:gd name="T69" fmla="*/ 178 h 830"/>
                              <a:gd name="T70" fmla="*/ 4735 w 8115"/>
                              <a:gd name="T71" fmla="*/ 173 h 830"/>
                              <a:gd name="T72" fmla="*/ 4883 w 8115"/>
                              <a:gd name="T73" fmla="*/ 170 h 830"/>
                              <a:gd name="T74" fmla="*/ 7161 w 8115"/>
                              <a:gd name="T75" fmla="*/ 170 h 830"/>
                              <a:gd name="T76" fmla="*/ 7142 w 8115"/>
                              <a:gd name="T77" fmla="*/ 166 h 830"/>
                              <a:gd name="T78" fmla="*/ 7060 w 8115"/>
                              <a:gd name="T79" fmla="*/ 148 h 830"/>
                              <a:gd name="T80" fmla="*/ 6979 w 8115"/>
                              <a:gd name="T81" fmla="*/ 132 h 830"/>
                              <a:gd name="T82" fmla="*/ 6898 w 8115"/>
                              <a:gd name="T83" fmla="*/ 117 h 830"/>
                              <a:gd name="T84" fmla="*/ 6817 w 8115"/>
                              <a:gd name="T85" fmla="*/ 103 h 830"/>
                              <a:gd name="T86" fmla="*/ 6736 w 8115"/>
                              <a:gd name="T87" fmla="*/ 90 h 830"/>
                              <a:gd name="T88" fmla="*/ 6654 w 8115"/>
                              <a:gd name="T89" fmla="*/ 77 h 830"/>
                              <a:gd name="T90" fmla="*/ 6573 w 8115"/>
                              <a:gd name="T91" fmla="*/ 66 h 830"/>
                              <a:gd name="T92" fmla="*/ 6492 w 8115"/>
                              <a:gd name="T93" fmla="*/ 56 h 830"/>
                              <a:gd name="T94" fmla="*/ 6411 w 8115"/>
                              <a:gd name="T95" fmla="*/ 47 h 830"/>
                              <a:gd name="T96" fmla="*/ 6330 w 8115"/>
                              <a:gd name="T97" fmla="*/ 38 h 830"/>
                              <a:gd name="T98" fmla="*/ 6249 w 8115"/>
                              <a:gd name="T99" fmla="*/ 31 h 830"/>
                              <a:gd name="T100" fmla="*/ 6168 w 8115"/>
                              <a:gd name="T101" fmla="*/ 24 h 830"/>
                              <a:gd name="T102" fmla="*/ 6086 w 8115"/>
                              <a:gd name="T103" fmla="*/ 18 h 830"/>
                              <a:gd name="T104" fmla="*/ 6006 w 8115"/>
                              <a:gd name="T105" fmla="*/ 13 h 830"/>
                              <a:gd name="T106" fmla="*/ 5844 w 8115"/>
                              <a:gd name="T107" fmla="*/ 5 h 830"/>
                              <a:gd name="T108" fmla="*/ 5682 w 8115"/>
                              <a:gd name="T109" fmla="*/ 1 h 830"/>
                              <a:gd name="T110" fmla="*/ 5521 w 8115"/>
                              <a:gd name="T111" fmla="*/ 0 h 8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8115" h="830">
                                <a:moveTo>
                                  <a:pt x="5521" y="0"/>
                                </a:moveTo>
                                <a:lnTo>
                                  <a:pt x="5441" y="0"/>
                                </a:lnTo>
                                <a:lnTo>
                                  <a:pt x="5280" y="2"/>
                                </a:lnTo>
                                <a:lnTo>
                                  <a:pt x="5120" y="8"/>
                                </a:lnTo>
                                <a:lnTo>
                                  <a:pt x="4960" y="15"/>
                                </a:lnTo>
                                <a:lnTo>
                                  <a:pt x="4800" y="25"/>
                                </a:lnTo>
                                <a:lnTo>
                                  <a:pt x="4562" y="44"/>
                                </a:lnTo>
                                <a:lnTo>
                                  <a:pt x="4325" y="66"/>
                                </a:lnTo>
                                <a:lnTo>
                                  <a:pt x="4090" y="93"/>
                                </a:lnTo>
                                <a:lnTo>
                                  <a:pt x="3778" y="133"/>
                                </a:lnTo>
                                <a:lnTo>
                                  <a:pt x="3393" y="190"/>
                                </a:lnTo>
                                <a:lnTo>
                                  <a:pt x="1630" y="480"/>
                                </a:lnTo>
                                <a:lnTo>
                                  <a:pt x="1285" y="528"/>
                                </a:lnTo>
                                <a:lnTo>
                                  <a:pt x="1082" y="553"/>
                                </a:lnTo>
                                <a:lnTo>
                                  <a:pt x="883" y="574"/>
                                </a:lnTo>
                                <a:lnTo>
                                  <a:pt x="752" y="586"/>
                                </a:lnTo>
                                <a:lnTo>
                                  <a:pt x="622" y="595"/>
                                </a:lnTo>
                                <a:lnTo>
                                  <a:pt x="494" y="602"/>
                                </a:lnTo>
                                <a:lnTo>
                                  <a:pt x="368" y="607"/>
                                </a:lnTo>
                                <a:lnTo>
                                  <a:pt x="305" y="608"/>
                                </a:lnTo>
                                <a:lnTo>
                                  <a:pt x="243" y="609"/>
                                </a:lnTo>
                                <a:lnTo>
                                  <a:pt x="182" y="609"/>
                                </a:lnTo>
                                <a:lnTo>
                                  <a:pt x="1095" y="609"/>
                                </a:lnTo>
                                <a:lnTo>
                                  <a:pt x="1124" y="607"/>
                                </a:lnTo>
                                <a:lnTo>
                                  <a:pt x="1259" y="596"/>
                                </a:lnTo>
                                <a:lnTo>
                                  <a:pt x="1456" y="576"/>
                                </a:lnTo>
                                <a:lnTo>
                                  <a:pt x="1653" y="553"/>
                                </a:lnTo>
                                <a:lnTo>
                                  <a:pt x="1982" y="509"/>
                                </a:lnTo>
                                <a:lnTo>
                                  <a:pt x="3251" y="313"/>
                                </a:lnTo>
                                <a:lnTo>
                                  <a:pt x="3595" y="266"/>
                                </a:lnTo>
                                <a:lnTo>
                                  <a:pt x="3873" y="233"/>
                                </a:lnTo>
                                <a:lnTo>
                                  <a:pt x="4085" y="212"/>
                                </a:lnTo>
                                <a:lnTo>
                                  <a:pt x="4299" y="194"/>
                                </a:lnTo>
                                <a:lnTo>
                                  <a:pt x="4443" y="185"/>
                                </a:lnTo>
                                <a:lnTo>
                                  <a:pt x="4589" y="178"/>
                                </a:lnTo>
                                <a:lnTo>
                                  <a:pt x="4735" y="173"/>
                                </a:lnTo>
                                <a:lnTo>
                                  <a:pt x="4883" y="170"/>
                                </a:lnTo>
                                <a:lnTo>
                                  <a:pt x="7161" y="170"/>
                                </a:lnTo>
                                <a:lnTo>
                                  <a:pt x="7142" y="166"/>
                                </a:lnTo>
                                <a:lnTo>
                                  <a:pt x="7060" y="148"/>
                                </a:lnTo>
                                <a:lnTo>
                                  <a:pt x="6979" y="132"/>
                                </a:lnTo>
                                <a:lnTo>
                                  <a:pt x="6898" y="117"/>
                                </a:lnTo>
                                <a:lnTo>
                                  <a:pt x="6817" y="103"/>
                                </a:lnTo>
                                <a:lnTo>
                                  <a:pt x="6736" y="90"/>
                                </a:lnTo>
                                <a:lnTo>
                                  <a:pt x="6654" y="77"/>
                                </a:lnTo>
                                <a:lnTo>
                                  <a:pt x="6573" y="66"/>
                                </a:lnTo>
                                <a:lnTo>
                                  <a:pt x="6492" y="56"/>
                                </a:lnTo>
                                <a:lnTo>
                                  <a:pt x="6411" y="47"/>
                                </a:lnTo>
                                <a:lnTo>
                                  <a:pt x="6330" y="38"/>
                                </a:lnTo>
                                <a:lnTo>
                                  <a:pt x="6249" y="31"/>
                                </a:lnTo>
                                <a:lnTo>
                                  <a:pt x="6168" y="24"/>
                                </a:lnTo>
                                <a:lnTo>
                                  <a:pt x="6086" y="18"/>
                                </a:lnTo>
                                <a:lnTo>
                                  <a:pt x="6006" y="13"/>
                                </a:lnTo>
                                <a:lnTo>
                                  <a:pt x="5844" y="5"/>
                                </a:lnTo>
                                <a:lnTo>
                                  <a:pt x="5682" y="1"/>
                                </a:lnTo>
                                <a:lnTo>
                                  <a:pt x="55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C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6" name="Group 6"/>
                      <wpg:cNvGrpSpPr>
                        <a:grpSpLocks/>
                      </wpg:cNvGrpSpPr>
                      <wpg:grpSpPr bwMode="auto">
                        <a:xfrm>
                          <a:off x="0" y="13"/>
                          <a:ext cx="8125" cy="517"/>
                          <a:chOff x="0" y="13"/>
                          <a:chExt cx="8125" cy="517"/>
                        </a:xfrm>
                      </wpg:grpSpPr>
                      <wps:wsp>
                        <wps:cNvPr id="7" name="Freeform 7"/>
                        <wps:cNvSpPr>
                          <a:spLocks/>
                        </wps:cNvSpPr>
                        <wps:spPr bwMode="auto">
                          <a:xfrm>
                            <a:off x="0" y="13"/>
                            <a:ext cx="8125" cy="517"/>
                          </a:xfrm>
                          <a:custGeom>
                            <a:avLst/>
                            <a:gdLst>
                              <a:gd name="T0" fmla="*/ 3196 w 8125"/>
                              <a:gd name="T1" fmla="*/ 238 h 517"/>
                              <a:gd name="T2" fmla="*/ 1710 w 8125"/>
                              <a:gd name="T3" fmla="*/ 238 h 517"/>
                              <a:gd name="T4" fmla="*/ 1836 w 8125"/>
                              <a:gd name="T5" fmla="*/ 239 h 517"/>
                              <a:gd name="T6" fmla="*/ 1961 w 8125"/>
                              <a:gd name="T7" fmla="*/ 242 h 517"/>
                              <a:gd name="T8" fmla="*/ 2146 w 8125"/>
                              <a:gd name="T9" fmla="*/ 250 h 517"/>
                              <a:gd name="T10" fmla="*/ 2207 w 8125"/>
                              <a:gd name="T11" fmla="*/ 253 h 517"/>
                              <a:gd name="T12" fmla="*/ 2389 w 8125"/>
                              <a:gd name="T13" fmla="*/ 265 h 517"/>
                              <a:gd name="T14" fmla="*/ 2630 w 8125"/>
                              <a:gd name="T15" fmla="*/ 285 h 517"/>
                              <a:gd name="T16" fmla="*/ 2988 w 8125"/>
                              <a:gd name="T17" fmla="*/ 322 h 517"/>
                              <a:gd name="T18" fmla="*/ 3781 w 8125"/>
                              <a:gd name="T19" fmla="*/ 413 h 517"/>
                              <a:gd name="T20" fmla="*/ 4231 w 8125"/>
                              <a:gd name="T21" fmla="*/ 458 h 517"/>
                              <a:gd name="T22" fmla="*/ 4500 w 8125"/>
                              <a:gd name="T23" fmla="*/ 480 h 517"/>
                              <a:gd name="T24" fmla="*/ 4779 w 8125"/>
                              <a:gd name="T25" fmla="*/ 498 h 517"/>
                              <a:gd name="T26" fmla="*/ 4996 w 8125"/>
                              <a:gd name="T27" fmla="*/ 507 h 517"/>
                              <a:gd name="T28" fmla="*/ 5220 w 8125"/>
                              <a:gd name="T29" fmla="*/ 514 h 517"/>
                              <a:gd name="T30" fmla="*/ 5453 w 8125"/>
                              <a:gd name="T31" fmla="*/ 516 h 517"/>
                              <a:gd name="T32" fmla="*/ 5694 w 8125"/>
                              <a:gd name="T33" fmla="*/ 514 h 517"/>
                              <a:gd name="T34" fmla="*/ 5944 w 8125"/>
                              <a:gd name="T35" fmla="*/ 507 h 517"/>
                              <a:gd name="T36" fmla="*/ 6204 w 8125"/>
                              <a:gd name="T37" fmla="*/ 495 h 517"/>
                              <a:gd name="T38" fmla="*/ 6475 w 8125"/>
                              <a:gd name="T39" fmla="*/ 478 h 517"/>
                              <a:gd name="T40" fmla="*/ 6757 w 8125"/>
                              <a:gd name="T41" fmla="*/ 454 h 517"/>
                              <a:gd name="T42" fmla="*/ 7051 w 8125"/>
                              <a:gd name="T43" fmla="*/ 423 h 517"/>
                              <a:gd name="T44" fmla="*/ 7357 w 8125"/>
                              <a:gd name="T45" fmla="*/ 386 h 517"/>
                              <a:gd name="T46" fmla="*/ 7676 w 8125"/>
                              <a:gd name="T47" fmla="*/ 341 h 517"/>
                              <a:gd name="T48" fmla="*/ 7738 w 8125"/>
                              <a:gd name="T49" fmla="*/ 332 h 517"/>
                              <a:gd name="T50" fmla="*/ 4996 w 8125"/>
                              <a:gd name="T51" fmla="*/ 332 h 517"/>
                              <a:gd name="T52" fmla="*/ 4779 w 8125"/>
                              <a:gd name="T53" fmla="*/ 330 h 517"/>
                              <a:gd name="T54" fmla="*/ 4500 w 8125"/>
                              <a:gd name="T55" fmla="*/ 322 h 517"/>
                              <a:gd name="T56" fmla="*/ 4165 w 8125"/>
                              <a:gd name="T57" fmla="*/ 307 h 517"/>
                              <a:gd name="T58" fmla="*/ 3350 w 8125"/>
                              <a:gd name="T59" fmla="*/ 250 h 517"/>
                              <a:gd name="T60" fmla="*/ 3229 w 8125"/>
                              <a:gd name="T61" fmla="*/ 241 h 517"/>
                              <a:gd name="T62" fmla="*/ 3196 w 8125"/>
                              <a:gd name="T63" fmla="*/ 238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8125" h="517">
                                <a:moveTo>
                                  <a:pt x="3196" y="238"/>
                                </a:moveTo>
                                <a:lnTo>
                                  <a:pt x="1710" y="238"/>
                                </a:lnTo>
                                <a:lnTo>
                                  <a:pt x="1836" y="239"/>
                                </a:lnTo>
                                <a:lnTo>
                                  <a:pt x="1961" y="242"/>
                                </a:lnTo>
                                <a:lnTo>
                                  <a:pt x="2146" y="250"/>
                                </a:lnTo>
                                <a:lnTo>
                                  <a:pt x="2207" y="253"/>
                                </a:lnTo>
                                <a:lnTo>
                                  <a:pt x="2389" y="265"/>
                                </a:lnTo>
                                <a:lnTo>
                                  <a:pt x="2630" y="285"/>
                                </a:lnTo>
                                <a:lnTo>
                                  <a:pt x="2988" y="322"/>
                                </a:lnTo>
                                <a:lnTo>
                                  <a:pt x="3781" y="413"/>
                                </a:lnTo>
                                <a:lnTo>
                                  <a:pt x="4231" y="458"/>
                                </a:lnTo>
                                <a:lnTo>
                                  <a:pt x="4500" y="480"/>
                                </a:lnTo>
                                <a:lnTo>
                                  <a:pt x="4779" y="498"/>
                                </a:lnTo>
                                <a:lnTo>
                                  <a:pt x="4996" y="507"/>
                                </a:lnTo>
                                <a:lnTo>
                                  <a:pt x="5220" y="514"/>
                                </a:lnTo>
                                <a:lnTo>
                                  <a:pt x="5453" y="516"/>
                                </a:lnTo>
                                <a:lnTo>
                                  <a:pt x="5694" y="514"/>
                                </a:lnTo>
                                <a:lnTo>
                                  <a:pt x="5944" y="507"/>
                                </a:lnTo>
                                <a:lnTo>
                                  <a:pt x="6204" y="495"/>
                                </a:lnTo>
                                <a:lnTo>
                                  <a:pt x="6475" y="478"/>
                                </a:lnTo>
                                <a:lnTo>
                                  <a:pt x="6757" y="454"/>
                                </a:lnTo>
                                <a:lnTo>
                                  <a:pt x="7051" y="423"/>
                                </a:lnTo>
                                <a:lnTo>
                                  <a:pt x="7357" y="386"/>
                                </a:lnTo>
                                <a:lnTo>
                                  <a:pt x="7676" y="341"/>
                                </a:lnTo>
                                <a:lnTo>
                                  <a:pt x="7738" y="332"/>
                                </a:lnTo>
                                <a:lnTo>
                                  <a:pt x="4996" y="332"/>
                                </a:lnTo>
                                <a:lnTo>
                                  <a:pt x="4779" y="330"/>
                                </a:lnTo>
                                <a:lnTo>
                                  <a:pt x="4500" y="322"/>
                                </a:lnTo>
                                <a:lnTo>
                                  <a:pt x="4165" y="307"/>
                                </a:lnTo>
                                <a:lnTo>
                                  <a:pt x="3350" y="250"/>
                                </a:lnTo>
                                <a:lnTo>
                                  <a:pt x="3229" y="241"/>
                                </a:lnTo>
                                <a:lnTo>
                                  <a:pt x="3196" y="2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B4C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8"/>
                        <wps:cNvSpPr>
                          <a:spLocks/>
                        </wps:cNvSpPr>
                        <wps:spPr bwMode="auto">
                          <a:xfrm>
                            <a:off x="0" y="13"/>
                            <a:ext cx="8125" cy="517"/>
                          </a:xfrm>
                          <a:custGeom>
                            <a:avLst/>
                            <a:gdLst>
                              <a:gd name="T0" fmla="*/ 2023 w 8125"/>
                              <a:gd name="T1" fmla="*/ 183 h 517"/>
                              <a:gd name="T2" fmla="*/ 1899 w 8125"/>
                              <a:gd name="T3" fmla="*/ 183 h 517"/>
                              <a:gd name="T4" fmla="*/ 1773 w 8125"/>
                              <a:gd name="T5" fmla="*/ 186 h 517"/>
                              <a:gd name="T6" fmla="*/ 1646 w 8125"/>
                              <a:gd name="T7" fmla="*/ 190 h 517"/>
                              <a:gd name="T8" fmla="*/ 1516 w 8125"/>
                              <a:gd name="T9" fmla="*/ 196 h 517"/>
                              <a:gd name="T10" fmla="*/ 1385 w 8125"/>
                              <a:gd name="T11" fmla="*/ 204 h 517"/>
                              <a:gd name="T12" fmla="*/ 1252 w 8125"/>
                              <a:gd name="T13" fmla="*/ 214 h 517"/>
                              <a:gd name="T14" fmla="*/ 1116 w 8125"/>
                              <a:gd name="T15" fmla="*/ 227 h 517"/>
                              <a:gd name="T16" fmla="*/ 993 w 8125"/>
                              <a:gd name="T17" fmla="*/ 241 h 517"/>
                              <a:gd name="T18" fmla="*/ 916 w 8125"/>
                              <a:gd name="T19" fmla="*/ 250 h 517"/>
                              <a:gd name="T20" fmla="*/ 836 w 8125"/>
                              <a:gd name="T21" fmla="*/ 261 h 517"/>
                              <a:gd name="T22" fmla="*/ 691 w 8125"/>
                              <a:gd name="T23" fmla="*/ 281 h 517"/>
                              <a:gd name="T24" fmla="*/ 574 w 8125"/>
                              <a:gd name="T25" fmla="*/ 300 h 517"/>
                              <a:gd name="T26" fmla="*/ 544 w 8125"/>
                              <a:gd name="T27" fmla="*/ 305 h 517"/>
                              <a:gd name="T28" fmla="*/ 447 w 8125"/>
                              <a:gd name="T29" fmla="*/ 322 h 517"/>
                              <a:gd name="T30" fmla="*/ 393 w 8125"/>
                              <a:gd name="T31" fmla="*/ 332 h 517"/>
                              <a:gd name="T32" fmla="*/ 316 w 8125"/>
                              <a:gd name="T33" fmla="*/ 346 h 517"/>
                              <a:gd name="T34" fmla="*/ 160 w 8125"/>
                              <a:gd name="T35" fmla="*/ 377 h 517"/>
                              <a:gd name="T36" fmla="*/ 0 w 8125"/>
                              <a:gd name="T37" fmla="*/ 412 h 517"/>
                              <a:gd name="T38" fmla="*/ 160 w 8125"/>
                              <a:gd name="T39" fmla="*/ 382 h 517"/>
                              <a:gd name="T40" fmla="*/ 316 w 8125"/>
                              <a:gd name="T41" fmla="*/ 354 h 517"/>
                              <a:gd name="T42" fmla="*/ 469 w 8125"/>
                              <a:gd name="T43" fmla="*/ 330 h 517"/>
                              <a:gd name="T44" fmla="*/ 527 w 8125"/>
                              <a:gd name="T45" fmla="*/ 322 h 517"/>
                              <a:gd name="T46" fmla="*/ 618 w 8125"/>
                              <a:gd name="T47" fmla="*/ 309 h 517"/>
                              <a:gd name="T48" fmla="*/ 764 w 8125"/>
                              <a:gd name="T49" fmla="*/ 291 h 517"/>
                              <a:gd name="T50" fmla="*/ 907 w 8125"/>
                              <a:gd name="T51" fmla="*/ 276 h 517"/>
                              <a:gd name="T52" fmla="*/ 1047 w 8125"/>
                              <a:gd name="T53" fmla="*/ 264 h 517"/>
                              <a:gd name="T54" fmla="*/ 1184 w 8125"/>
                              <a:gd name="T55" fmla="*/ 254 h 517"/>
                              <a:gd name="T56" fmla="*/ 1252 w 8125"/>
                              <a:gd name="T57" fmla="*/ 250 h 517"/>
                              <a:gd name="T58" fmla="*/ 1385 w 8125"/>
                              <a:gd name="T59" fmla="*/ 244 h 517"/>
                              <a:gd name="T60" fmla="*/ 1516 w 8125"/>
                              <a:gd name="T61" fmla="*/ 240 h 517"/>
                              <a:gd name="T62" fmla="*/ 1646 w 8125"/>
                              <a:gd name="T63" fmla="*/ 238 h 517"/>
                              <a:gd name="T64" fmla="*/ 3196 w 8125"/>
                              <a:gd name="T65" fmla="*/ 238 h 517"/>
                              <a:gd name="T66" fmla="*/ 2749 w 8125"/>
                              <a:gd name="T67" fmla="*/ 207 h 517"/>
                              <a:gd name="T68" fmla="*/ 2510 w 8125"/>
                              <a:gd name="T69" fmla="*/ 194 h 517"/>
                              <a:gd name="T70" fmla="*/ 2329 w 8125"/>
                              <a:gd name="T71" fmla="*/ 188 h 517"/>
                              <a:gd name="T72" fmla="*/ 2146 w 8125"/>
                              <a:gd name="T73" fmla="*/ 184 h 517"/>
                              <a:gd name="T74" fmla="*/ 2023 w 8125"/>
                              <a:gd name="T75" fmla="*/ 183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8125" h="517">
                                <a:moveTo>
                                  <a:pt x="2023" y="183"/>
                                </a:moveTo>
                                <a:lnTo>
                                  <a:pt x="1899" y="183"/>
                                </a:lnTo>
                                <a:lnTo>
                                  <a:pt x="1773" y="186"/>
                                </a:lnTo>
                                <a:lnTo>
                                  <a:pt x="1646" y="190"/>
                                </a:lnTo>
                                <a:lnTo>
                                  <a:pt x="1516" y="196"/>
                                </a:lnTo>
                                <a:lnTo>
                                  <a:pt x="1385" y="204"/>
                                </a:lnTo>
                                <a:lnTo>
                                  <a:pt x="1252" y="214"/>
                                </a:lnTo>
                                <a:lnTo>
                                  <a:pt x="1116" y="227"/>
                                </a:lnTo>
                                <a:lnTo>
                                  <a:pt x="993" y="241"/>
                                </a:lnTo>
                                <a:lnTo>
                                  <a:pt x="916" y="250"/>
                                </a:lnTo>
                                <a:lnTo>
                                  <a:pt x="836" y="261"/>
                                </a:lnTo>
                                <a:lnTo>
                                  <a:pt x="691" y="281"/>
                                </a:lnTo>
                                <a:lnTo>
                                  <a:pt x="574" y="300"/>
                                </a:lnTo>
                                <a:lnTo>
                                  <a:pt x="544" y="305"/>
                                </a:lnTo>
                                <a:lnTo>
                                  <a:pt x="447" y="322"/>
                                </a:lnTo>
                                <a:lnTo>
                                  <a:pt x="393" y="332"/>
                                </a:lnTo>
                                <a:lnTo>
                                  <a:pt x="316" y="346"/>
                                </a:lnTo>
                                <a:lnTo>
                                  <a:pt x="160" y="377"/>
                                </a:lnTo>
                                <a:lnTo>
                                  <a:pt x="0" y="412"/>
                                </a:lnTo>
                                <a:lnTo>
                                  <a:pt x="160" y="382"/>
                                </a:lnTo>
                                <a:lnTo>
                                  <a:pt x="316" y="354"/>
                                </a:lnTo>
                                <a:lnTo>
                                  <a:pt x="469" y="330"/>
                                </a:lnTo>
                                <a:lnTo>
                                  <a:pt x="527" y="322"/>
                                </a:lnTo>
                                <a:lnTo>
                                  <a:pt x="618" y="309"/>
                                </a:lnTo>
                                <a:lnTo>
                                  <a:pt x="764" y="291"/>
                                </a:lnTo>
                                <a:lnTo>
                                  <a:pt x="907" y="276"/>
                                </a:lnTo>
                                <a:lnTo>
                                  <a:pt x="1047" y="264"/>
                                </a:lnTo>
                                <a:lnTo>
                                  <a:pt x="1184" y="254"/>
                                </a:lnTo>
                                <a:lnTo>
                                  <a:pt x="1252" y="250"/>
                                </a:lnTo>
                                <a:lnTo>
                                  <a:pt x="1385" y="244"/>
                                </a:lnTo>
                                <a:lnTo>
                                  <a:pt x="1516" y="240"/>
                                </a:lnTo>
                                <a:lnTo>
                                  <a:pt x="1646" y="238"/>
                                </a:lnTo>
                                <a:lnTo>
                                  <a:pt x="3196" y="238"/>
                                </a:lnTo>
                                <a:lnTo>
                                  <a:pt x="2749" y="207"/>
                                </a:lnTo>
                                <a:lnTo>
                                  <a:pt x="2510" y="194"/>
                                </a:lnTo>
                                <a:lnTo>
                                  <a:pt x="2329" y="188"/>
                                </a:lnTo>
                                <a:lnTo>
                                  <a:pt x="2146" y="184"/>
                                </a:lnTo>
                                <a:lnTo>
                                  <a:pt x="2023" y="1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B4C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9"/>
                        <wps:cNvSpPr>
                          <a:spLocks/>
                        </wps:cNvSpPr>
                        <wps:spPr bwMode="auto">
                          <a:xfrm>
                            <a:off x="0" y="13"/>
                            <a:ext cx="8125" cy="517"/>
                          </a:xfrm>
                          <a:custGeom>
                            <a:avLst/>
                            <a:gdLst>
                              <a:gd name="T0" fmla="*/ 8124 w 8125"/>
                              <a:gd name="T1" fmla="*/ 0 h 517"/>
                              <a:gd name="T2" fmla="*/ 7786 w 8125"/>
                              <a:gd name="T3" fmla="*/ 64 h 517"/>
                              <a:gd name="T4" fmla="*/ 7462 w 8125"/>
                              <a:gd name="T5" fmla="*/ 120 h 517"/>
                              <a:gd name="T6" fmla="*/ 7151 w 8125"/>
                              <a:gd name="T7" fmla="*/ 168 h 517"/>
                              <a:gd name="T8" fmla="*/ 6853 w 8125"/>
                              <a:gd name="T9" fmla="*/ 209 h 517"/>
                              <a:gd name="T10" fmla="*/ 6595 w 8125"/>
                              <a:gd name="T11" fmla="*/ 241 h 517"/>
                              <a:gd name="T12" fmla="*/ 6510 w 8125"/>
                              <a:gd name="T13" fmla="*/ 250 h 517"/>
                              <a:gd name="T14" fmla="*/ 6475 w 8125"/>
                              <a:gd name="T15" fmla="*/ 254 h 517"/>
                              <a:gd name="T16" fmla="*/ 6204 w 8125"/>
                              <a:gd name="T17" fmla="*/ 280 h 517"/>
                              <a:gd name="T18" fmla="*/ 5944 w 8125"/>
                              <a:gd name="T19" fmla="*/ 300 h 517"/>
                              <a:gd name="T20" fmla="*/ 5694 w 8125"/>
                              <a:gd name="T21" fmla="*/ 315 h 517"/>
                              <a:gd name="T22" fmla="*/ 5453 w 8125"/>
                              <a:gd name="T23" fmla="*/ 325 h 517"/>
                              <a:gd name="T24" fmla="*/ 5220 w 8125"/>
                              <a:gd name="T25" fmla="*/ 330 h 517"/>
                              <a:gd name="T26" fmla="*/ 4996 w 8125"/>
                              <a:gd name="T27" fmla="*/ 332 h 517"/>
                              <a:gd name="T28" fmla="*/ 7738 w 8125"/>
                              <a:gd name="T29" fmla="*/ 332 h 517"/>
                              <a:gd name="T30" fmla="*/ 7802 w 8125"/>
                              <a:gd name="T31" fmla="*/ 322 h 517"/>
                              <a:gd name="T32" fmla="*/ 7939 w 8125"/>
                              <a:gd name="T33" fmla="*/ 300 h 517"/>
                              <a:gd name="T34" fmla="*/ 8124 w 8125"/>
                              <a:gd name="T35" fmla="*/ 269 h 517"/>
                              <a:gd name="T36" fmla="*/ 8124 w 8125"/>
                              <a:gd name="T37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8125" h="517">
                                <a:moveTo>
                                  <a:pt x="8124" y="0"/>
                                </a:moveTo>
                                <a:lnTo>
                                  <a:pt x="7786" y="64"/>
                                </a:lnTo>
                                <a:lnTo>
                                  <a:pt x="7462" y="120"/>
                                </a:lnTo>
                                <a:lnTo>
                                  <a:pt x="7151" y="168"/>
                                </a:lnTo>
                                <a:lnTo>
                                  <a:pt x="6853" y="209"/>
                                </a:lnTo>
                                <a:lnTo>
                                  <a:pt x="6595" y="241"/>
                                </a:lnTo>
                                <a:lnTo>
                                  <a:pt x="6510" y="250"/>
                                </a:lnTo>
                                <a:lnTo>
                                  <a:pt x="6475" y="254"/>
                                </a:lnTo>
                                <a:lnTo>
                                  <a:pt x="6204" y="280"/>
                                </a:lnTo>
                                <a:lnTo>
                                  <a:pt x="5944" y="300"/>
                                </a:lnTo>
                                <a:lnTo>
                                  <a:pt x="5694" y="315"/>
                                </a:lnTo>
                                <a:lnTo>
                                  <a:pt x="5453" y="325"/>
                                </a:lnTo>
                                <a:lnTo>
                                  <a:pt x="5220" y="330"/>
                                </a:lnTo>
                                <a:lnTo>
                                  <a:pt x="4996" y="332"/>
                                </a:lnTo>
                                <a:lnTo>
                                  <a:pt x="7738" y="332"/>
                                </a:lnTo>
                                <a:lnTo>
                                  <a:pt x="7802" y="322"/>
                                </a:lnTo>
                                <a:lnTo>
                                  <a:pt x="7939" y="300"/>
                                </a:lnTo>
                                <a:lnTo>
                                  <a:pt x="8124" y="269"/>
                                </a:lnTo>
                                <a:lnTo>
                                  <a:pt x="81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B4C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0" name="Group 10"/>
                      <wpg:cNvGrpSpPr>
                        <a:grpSpLocks/>
                      </wpg:cNvGrpSpPr>
                      <wpg:grpSpPr bwMode="auto">
                        <a:xfrm>
                          <a:off x="0" y="74"/>
                          <a:ext cx="8125" cy="454"/>
                          <a:chOff x="0" y="74"/>
                          <a:chExt cx="8125" cy="454"/>
                        </a:xfrm>
                      </wpg:grpSpPr>
                      <wps:wsp>
                        <wps:cNvPr id="11" name="Freeform 11"/>
                        <wps:cNvSpPr>
                          <a:spLocks/>
                        </wps:cNvSpPr>
                        <wps:spPr bwMode="auto">
                          <a:xfrm>
                            <a:off x="0" y="74"/>
                            <a:ext cx="8125" cy="454"/>
                          </a:xfrm>
                          <a:custGeom>
                            <a:avLst/>
                            <a:gdLst>
                              <a:gd name="T0" fmla="*/ 8124 w 8125"/>
                              <a:gd name="T1" fmla="*/ 206 h 454"/>
                              <a:gd name="T2" fmla="*/ 5830 w 8125"/>
                              <a:gd name="T3" fmla="*/ 206 h 454"/>
                              <a:gd name="T4" fmla="*/ 5919 w 8125"/>
                              <a:gd name="T5" fmla="*/ 207 h 454"/>
                              <a:gd name="T6" fmla="*/ 6092 w 8125"/>
                              <a:gd name="T7" fmla="*/ 209 h 454"/>
                              <a:gd name="T8" fmla="*/ 6259 w 8125"/>
                              <a:gd name="T9" fmla="*/ 214 h 454"/>
                              <a:gd name="T10" fmla="*/ 6422 w 8125"/>
                              <a:gd name="T11" fmla="*/ 221 h 454"/>
                              <a:gd name="T12" fmla="*/ 6578 w 8125"/>
                              <a:gd name="T13" fmla="*/ 230 h 454"/>
                              <a:gd name="T14" fmla="*/ 6730 w 8125"/>
                              <a:gd name="T15" fmla="*/ 241 h 454"/>
                              <a:gd name="T16" fmla="*/ 6877 w 8125"/>
                              <a:gd name="T17" fmla="*/ 254 h 454"/>
                              <a:gd name="T18" fmla="*/ 7018 w 8125"/>
                              <a:gd name="T19" fmla="*/ 268 h 454"/>
                              <a:gd name="T20" fmla="*/ 7155 w 8125"/>
                              <a:gd name="T21" fmla="*/ 284 h 454"/>
                              <a:gd name="T22" fmla="*/ 7286 w 8125"/>
                              <a:gd name="T23" fmla="*/ 301 h 454"/>
                              <a:gd name="T24" fmla="*/ 7413 w 8125"/>
                              <a:gd name="T25" fmla="*/ 319 h 454"/>
                              <a:gd name="T26" fmla="*/ 7535 w 8125"/>
                              <a:gd name="T27" fmla="*/ 338 h 454"/>
                              <a:gd name="T28" fmla="*/ 7675 w 8125"/>
                              <a:gd name="T29" fmla="*/ 362 h 454"/>
                              <a:gd name="T30" fmla="*/ 7820 w 8125"/>
                              <a:gd name="T31" fmla="*/ 388 h 454"/>
                              <a:gd name="T32" fmla="*/ 7977 w 8125"/>
                              <a:gd name="T33" fmla="*/ 420 h 454"/>
                              <a:gd name="T34" fmla="*/ 8124 w 8125"/>
                              <a:gd name="T35" fmla="*/ 453 h 454"/>
                              <a:gd name="T36" fmla="*/ 8124 w 8125"/>
                              <a:gd name="T37" fmla="*/ 206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8125" h="454">
                                <a:moveTo>
                                  <a:pt x="8124" y="206"/>
                                </a:moveTo>
                                <a:lnTo>
                                  <a:pt x="5830" y="206"/>
                                </a:lnTo>
                                <a:lnTo>
                                  <a:pt x="5919" y="207"/>
                                </a:lnTo>
                                <a:lnTo>
                                  <a:pt x="6092" y="209"/>
                                </a:lnTo>
                                <a:lnTo>
                                  <a:pt x="6259" y="214"/>
                                </a:lnTo>
                                <a:lnTo>
                                  <a:pt x="6422" y="221"/>
                                </a:lnTo>
                                <a:lnTo>
                                  <a:pt x="6578" y="230"/>
                                </a:lnTo>
                                <a:lnTo>
                                  <a:pt x="6730" y="241"/>
                                </a:lnTo>
                                <a:lnTo>
                                  <a:pt x="6877" y="254"/>
                                </a:lnTo>
                                <a:lnTo>
                                  <a:pt x="7018" y="268"/>
                                </a:lnTo>
                                <a:lnTo>
                                  <a:pt x="7155" y="284"/>
                                </a:lnTo>
                                <a:lnTo>
                                  <a:pt x="7286" y="301"/>
                                </a:lnTo>
                                <a:lnTo>
                                  <a:pt x="7413" y="319"/>
                                </a:lnTo>
                                <a:lnTo>
                                  <a:pt x="7535" y="338"/>
                                </a:lnTo>
                                <a:lnTo>
                                  <a:pt x="7675" y="362"/>
                                </a:lnTo>
                                <a:lnTo>
                                  <a:pt x="7820" y="388"/>
                                </a:lnTo>
                                <a:lnTo>
                                  <a:pt x="7977" y="420"/>
                                </a:lnTo>
                                <a:lnTo>
                                  <a:pt x="8124" y="453"/>
                                </a:lnTo>
                                <a:lnTo>
                                  <a:pt x="8124" y="2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D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2"/>
                        <wps:cNvSpPr>
                          <a:spLocks/>
                        </wps:cNvSpPr>
                        <wps:spPr bwMode="auto">
                          <a:xfrm>
                            <a:off x="0" y="74"/>
                            <a:ext cx="8125" cy="454"/>
                          </a:xfrm>
                          <a:custGeom>
                            <a:avLst/>
                            <a:gdLst>
                              <a:gd name="T0" fmla="*/ 46 w 8125"/>
                              <a:gd name="T1" fmla="*/ 20 h 454"/>
                              <a:gd name="T2" fmla="*/ 142 w 8125"/>
                              <a:gd name="T3" fmla="*/ 60 h 454"/>
                              <a:gd name="T4" fmla="*/ 242 w 8125"/>
                              <a:gd name="T5" fmla="*/ 98 h 454"/>
                              <a:gd name="T6" fmla="*/ 346 w 8125"/>
                              <a:gd name="T7" fmla="*/ 135 h 454"/>
                              <a:gd name="T8" fmla="*/ 455 w 8125"/>
                              <a:gd name="T9" fmla="*/ 171 h 454"/>
                              <a:gd name="T10" fmla="*/ 568 w 8125"/>
                              <a:gd name="T11" fmla="*/ 204 h 454"/>
                              <a:gd name="T12" fmla="*/ 686 w 8125"/>
                              <a:gd name="T13" fmla="*/ 236 h 454"/>
                              <a:gd name="T14" fmla="*/ 809 w 8125"/>
                              <a:gd name="T15" fmla="*/ 266 h 454"/>
                              <a:gd name="T16" fmla="*/ 936 w 8125"/>
                              <a:gd name="T17" fmla="*/ 293 h 454"/>
                              <a:gd name="T18" fmla="*/ 1069 w 8125"/>
                              <a:gd name="T19" fmla="*/ 319 h 454"/>
                              <a:gd name="T20" fmla="*/ 1207 w 8125"/>
                              <a:gd name="T21" fmla="*/ 342 h 454"/>
                              <a:gd name="T22" fmla="*/ 1350 w 8125"/>
                              <a:gd name="T23" fmla="*/ 362 h 454"/>
                              <a:gd name="T24" fmla="*/ 1498 w 8125"/>
                              <a:gd name="T25" fmla="*/ 380 h 454"/>
                              <a:gd name="T26" fmla="*/ 1653 w 8125"/>
                              <a:gd name="T27" fmla="*/ 395 h 454"/>
                              <a:gd name="T28" fmla="*/ 1812 w 8125"/>
                              <a:gd name="T29" fmla="*/ 408 h 454"/>
                              <a:gd name="T30" fmla="*/ 2064 w 8125"/>
                              <a:gd name="T31" fmla="*/ 421 h 454"/>
                              <a:gd name="T32" fmla="*/ 2420 w 8125"/>
                              <a:gd name="T33" fmla="*/ 427 h 454"/>
                              <a:gd name="T34" fmla="*/ 2801 w 8125"/>
                              <a:gd name="T35" fmla="*/ 420 h 454"/>
                              <a:gd name="T36" fmla="*/ 3209 w 8125"/>
                              <a:gd name="T37" fmla="*/ 399 h 454"/>
                              <a:gd name="T38" fmla="*/ 3602 w 8125"/>
                              <a:gd name="T39" fmla="*/ 366 h 454"/>
                              <a:gd name="T40" fmla="*/ 2058 w 8125"/>
                              <a:gd name="T41" fmla="*/ 364 h 454"/>
                              <a:gd name="T42" fmla="*/ 1806 w 8125"/>
                              <a:gd name="T43" fmla="*/ 355 h 454"/>
                              <a:gd name="T44" fmla="*/ 1646 w 8125"/>
                              <a:gd name="T45" fmla="*/ 345 h 454"/>
                              <a:gd name="T46" fmla="*/ 1491 w 8125"/>
                              <a:gd name="T47" fmla="*/ 332 h 454"/>
                              <a:gd name="T48" fmla="*/ 1342 w 8125"/>
                              <a:gd name="T49" fmla="*/ 317 h 454"/>
                              <a:gd name="T50" fmla="*/ 1198 w 8125"/>
                              <a:gd name="T51" fmla="*/ 299 h 454"/>
                              <a:gd name="T52" fmla="*/ 1060 w 8125"/>
                              <a:gd name="T53" fmla="*/ 279 h 454"/>
                              <a:gd name="T54" fmla="*/ 927 w 8125"/>
                              <a:gd name="T55" fmla="*/ 257 h 454"/>
                              <a:gd name="T56" fmla="*/ 800 w 8125"/>
                              <a:gd name="T57" fmla="*/ 232 h 454"/>
                              <a:gd name="T58" fmla="*/ 678 w 8125"/>
                              <a:gd name="T59" fmla="*/ 206 h 454"/>
                              <a:gd name="T60" fmla="*/ 560 w 8125"/>
                              <a:gd name="T61" fmla="*/ 178 h 454"/>
                              <a:gd name="T62" fmla="*/ 448 w 8125"/>
                              <a:gd name="T63" fmla="*/ 148 h 454"/>
                              <a:gd name="T64" fmla="*/ 340 w 8125"/>
                              <a:gd name="T65" fmla="*/ 117 h 454"/>
                              <a:gd name="T66" fmla="*/ 237 w 8125"/>
                              <a:gd name="T67" fmla="*/ 85 h 454"/>
                              <a:gd name="T68" fmla="*/ 139 w 8125"/>
                              <a:gd name="T69" fmla="*/ 51 h 454"/>
                              <a:gd name="T70" fmla="*/ 45 w 8125"/>
                              <a:gd name="T71" fmla="*/ 17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8125" h="454">
                                <a:moveTo>
                                  <a:pt x="0" y="0"/>
                                </a:moveTo>
                                <a:lnTo>
                                  <a:pt x="46" y="20"/>
                                </a:lnTo>
                                <a:lnTo>
                                  <a:pt x="93" y="40"/>
                                </a:lnTo>
                                <a:lnTo>
                                  <a:pt x="142" y="60"/>
                                </a:lnTo>
                                <a:lnTo>
                                  <a:pt x="191" y="79"/>
                                </a:lnTo>
                                <a:lnTo>
                                  <a:pt x="242" y="98"/>
                                </a:lnTo>
                                <a:lnTo>
                                  <a:pt x="294" y="117"/>
                                </a:lnTo>
                                <a:lnTo>
                                  <a:pt x="346" y="135"/>
                                </a:lnTo>
                                <a:lnTo>
                                  <a:pt x="400" y="153"/>
                                </a:lnTo>
                                <a:lnTo>
                                  <a:pt x="455" y="171"/>
                                </a:lnTo>
                                <a:lnTo>
                                  <a:pt x="511" y="188"/>
                                </a:lnTo>
                                <a:lnTo>
                                  <a:pt x="568" y="204"/>
                                </a:lnTo>
                                <a:lnTo>
                                  <a:pt x="626" y="220"/>
                                </a:lnTo>
                                <a:lnTo>
                                  <a:pt x="686" y="236"/>
                                </a:lnTo>
                                <a:lnTo>
                                  <a:pt x="747" y="251"/>
                                </a:lnTo>
                                <a:lnTo>
                                  <a:pt x="809" y="266"/>
                                </a:lnTo>
                                <a:lnTo>
                                  <a:pt x="872" y="280"/>
                                </a:lnTo>
                                <a:lnTo>
                                  <a:pt x="936" y="293"/>
                                </a:lnTo>
                                <a:lnTo>
                                  <a:pt x="1002" y="306"/>
                                </a:lnTo>
                                <a:lnTo>
                                  <a:pt x="1069" y="319"/>
                                </a:lnTo>
                                <a:lnTo>
                                  <a:pt x="1137" y="331"/>
                                </a:lnTo>
                                <a:lnTo>
                                  <a:pt x="1207" y="342"/>
                                </a:lnTo>
                                <a:lnTo>
                                  <a:pt x="1277" y="352"/>
                                </a:lnTo>
                                <a:lnTo>
                                  <a:pt x="1350" y="362"/>
                                </a:lnTo>
                                <a:lnTo>
                                  <a:pt x="1423" y="372"/>
                                </a:lnTo>
                                <a:lnTo>
                                  <a:pt x="1498" y="380"/>
                                </a:lnTo>
                                <a:lnTo>
                                  <a:pt x="1575" y="388"/>
                                </a:lnTo>
                                <a:lnTo>
                                  <a:pt x="1653" y="395"/>
                                </a:lnTo>
                                <a:lnTo>
                                  <a:pt x="1732" y="402"/>
                                </a:lnTo>
                                <a:lnTo>
                                  <a:pt x="1812" y="408"/>
                                </a:lnTo>
                                <a:lnTo>
                                  <a:pt x="1895" y="413"/>
                                </a:lnTo>
                                <a:lnTo>
                                  <a:pt x="2064" y="421"/>
                                </a:lnTo>
                                <a:lnTo>
                                  <a:pt x="2238" y="426"/>
                                </a:lnTo>
                                <a:lnTo>
                                  <a:pt x="2420" y="427"/>
                                </a:lnTo>
                                <a:lnTo>
                                  <a:pt x="2607" y="425"/>
                                </a:lnTo>
                                <a:lnTo>
                                  <a:pt x="2801" y="420"/>
                                </a:lnTo>
                                <a:lnTo>
                                  <a:pt x="3002" y="411"/>
                                </a:lnTo>
                                <a:lnTo>
                                  <a:pt x="3209" y="399"/>
                                </a:lnTo>
                                <a:lnTo>
                                  <a:pt x="3424" y="382"/>
                                </a:lnTo>
                                <a:lnTo>
                                  <a:pt x="3602" y="366"/>
                                </a:lnTo>
                                <a:lnTo>
                                  <a:pt x="2234" y="366"/>
                                </a:lnTo>
                                <a:lnTo>
                                  <a:pt x="2058" y="364"/>
                                </a:lnTo>
                                <a:lnTo>
                                  <a:pt x="1889" y="359"/>
                                </a:lnTo>
                                <a:lnTo>
                                  <a:pt x="1806" y="355"/>
                                </a:lnTo>
                                <a:lnTo>
                                  <a:pt x="1725" y="350"/>
                                </a:lnTo>
                                <a:lnTo>
                                  <a:pt x="1646" y="345"/>
                                </a:lnTo>
                                <a:lnTo>
                                  <a:pt x="1567" y="339"/>
                                </a:lnTo>
                                <a:lnTo>
                                  <a:pt x="1491" y="332"/>
                                </a:lnTo>
                                <a:lnTo>
                                  <a:pt x="1415" y="325"/>
                                </a:lnTo>
                                <a:lnTo>
                                  <a:pt x="1342" y="317"/>
                                </a:lnTo>
                                <a:lnTo>
                                  <a:pt x="1269" y="309"/>
                                </a:lnTo>
                                <a:lnTo>
                                  <a:pt x="1198" y="299"/>
                                </a:lnTo>
                                <a:lnTo>
                                  <a:pt x="1128" y="290"/>
                                </a:lnTo>
                                <a:lnTo>
                                  <a:pt x="1060" y="279"/>
                                </a:lnTo>
                                <a:lnTo>
                                  <a:pt x="993" y="268"/>
                                </a:lnTo>
                                <a:lnTo>
                                  <a:pt x="927" y="257"/>
                                </a:lnTo>
                                <a:lnTo>
                                  <a:pt x="863" y="245"/>
                                </a:lnTo>
                                <a:lnTo>
                                  <a:pt x="800" y="232"/>
                                </a:lnTo>
                                <a:lnTo>
                                  <a:pt x="738" y="219"/>
                                </a:lnTo>
                                <a:lnTo>
                                  <a:pt x="678" y="206"/>
                                </a:lnTo>
                                <a:lnTo>
                                  <a:pt x="618" y="192"/>
                                </a:lnTo>
                                <a:lnTo>
                                  <a:pt x="560" y="178"/>
                                </a:lnTo>
                                <a:lnTo>
                                  <a:pt x="503" y="163"/>
                                </a:lnTo>
                                <a:lnTo>
                                  <a:pt x="448" y="148"/>
                                </a:lnTo>
                                <a:lnTo>
                                  <a:pt x="393" y="133"/>
                                </a:lnTo>
                                <a:lnTo>
                                  <a:pt x="340" y="117"/>
                                </a:lnTo>
                                <a:lnTo>
                                  <a:pt x="288" y="101"/>
                                </a:lnTo>
                                <a:lnTo>
                                  <a:pt x="237" y="85"/>
                                </a:lnTo>
                                <a:lnTo>
                                  <a:pt x="187" y="68"/>
                                </a:lnTo>
                                <a:lnTo>
                                  <a:pt x="139" y="51"/>
                                </a:lnTo>
                                <a:lnTo>
                                  <a:pt x="91" y="34"/>
                                </a:lnTo>
                                <a:lnTo>
                                  <a:pt x="45" y="1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D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3"/>
                        <wps:cNvSpPr>
                          <a:spLocks/>
                        </wps:cNvSpPr>
                        <wps:spPr bwMode="auto">
                          <a:xfrm>
                            <a:off x="0" y="74"/>
                            <a:ext cx="8125" cy="454"/>
                          </a:xfrm>
                          <a:custGeom>
                            <a:avLst/>
                            <a:gdLst>
                              <a:gd name="T0" fmla="*/ 6341 w 8125"/>
                              <a:gd name="T1" fmla="*/ 39 h 454"/>
                              <a:gd name="T2" fmla="*/ 6259 w 8125"/>
                              <a:gd name="T3" fmla="*/ 40 h 454"/>
                              <a:gd name="T4" fmla="*/ 6006 w 8125"/>
                              <a:gd name="T5" fmla="*/ 45 h 454"/>
                              <a:gd name="T6" fmla="*/ 5740 w 8125"/>
                              <a:gd name="T7" fmla="*/ 55 h 454"/>
                              <a:gd name="T8" fmla="*/ 5462 w 8125"/>
                              <a:gd name="T9" fmla="*/ 70 h 454"/>
                              <a:gd name="T10" fmla="*/ 5171 w 8125"/>
                              <a:gd name="T11" fmla="*/ 92 h 454"/>
                              <a:gd name="T12" fmla="*/ 4901 w 8125"/>
                              <a:gd name="T13" fmla="*/ 117 h 454"/>
                              <a:gd name="T14" fmla="*/ 4657 w 8125"/>
                              <a:gd name="T15" fmla="*/ 143 h 454"/>
                              <a:gd name="T16" fmla="*/ 4331 w 8125"/>
                              <a:gd name="T17" fmla="*/ 182 h 454"/>
                              <a:gd name="T18" fmla="*/ 3874 w 8125"/>
                              <a:gd name="T19" fmla="*/ 246 h 454"/>
                              <a:gd name="T20" fmla="*/ 3702 w 8125"/>
                              <a:gd name="T21" fmla="*/ 268 h 454"/>
                              <a:gd name="T22" fmla="*/ 3645 w 8125"/>
                              <a:gd name="T23" fmla="*/ 275 h 454"/>
                              <a:gd name="T24" fmla="*/ 3423 w 8125"/>
                              <a:gd name="T25" fmla="*/ 301 h 454"/>
                              <a:gd name="T26" fmla="*/ 3237 w 8125"/>
                              <a:gd name="T27" fmla="*/ 319 h 454"/>
                              <a:gd name="T28" fmla="*/ 3208 w 8125"/>
                              <a:gd name="T29" fmla="*/ 321 h 454"/>
                              <a:gd name="T30" fmla="*/ 3000 w 8125"/>
                              <a:gd name="T31" fmla="*/ 338 h 454"/>
                              <a:gd name="T32" fmla="*/ 2799 w 8125"/>
                              <a:gd name="T33" fmla="*/ 351 h 454"/>
                              <a:gd name="T34" fmla="*/ 2604 w 8125"/>
                              <a:gd name="T35" fmla="*/ 359 h 454"/>
                              <a:gd name="T36" fmla="*/ 2416 w 8125"/>
                              <a:gd name="T37" fmla="*/ 364 h 454"/>
                              <a:gd name="T38" fmla="*/ 2234 w 8125"/>
                              <a:gd name="T39" fmla="*/ 366 h 454"/>
                              <a:gd name="T40" fmla="*/ 3602 w 8125"/>
                              <a:gd name="T41" fmla="*/ 366 h 454"/>
                              <a:gd name="T42" fmla="*/ 3874 w 8125"/>
                              <a:gd name="T43" fmla="*/ 337 h 454"/>
                              <a:gd name="T44" fmla="*/ 4028 w 8125"/>
                              <a:gd name="T45" fmla="*/ 319 h 454"/>
                              <a:gd name="T46" fmla="*/ 4331 w 8125"/>
                              <a:gd name="T47" fmla="*/ 285 h 454"/>
                              <a:gd name="T48" fmla="*/ 4505 w 8125"/>
                              <a:gd name="T49" fmla="*/ 268 h 454"/>
                              <a:gd name="T50" fmla="*/ 4763 w 8125"/>
                              <a:gd name="T51" fmla="*/ 247 h 454"/>
                              <a:gd name="T52" fmla="*/ 4970 w 8125"/>
                              <a:gd name="T53" fmla="*/ 233 h 454"/>
                              <a:gd name="T54" fmla="*/ 5171 w 8125"/>
                              <a:gd name="T55" fmla="*/ 222 h 454"/>
                              <a:gd name="T56" fmla="*/ 5367 w 8125"/>
                              <a:gd name="T57" fmla="*/ 214 h 454"/>
                              <a:gd name="T58" fmla="*/ 5556 w 8125"/>
                              <a:gd name="T59" fmla="*/ 209 h 454"/>
                              <a:gd name="T60" fmla="*/ 5740 w 8125"/>
                              <a:gd name="T61" fmla="*/ 206 h 454"/>
                              <a:gd name="T62" fmla="*/ 8124 w 8125"/>
                              <a:gd name="T63" fmla="*/ 206 h 454"/>
                              <a:gd name="T64" fmla="*/ 8124 w 8125"/>
                              <a:gd name="T65" fmla="*/ 196 h 454"/>
                              <a:gd name="T66" fmla="*/ 8027 w 8125"/>
                              <a:gd name="T67" fmla="*/ 177 h 454"/>
                              <a:gd name="T68" fmla="*/ 7926 w 8125"/>
                              <a:gd name="T69" fmla="*/ 159 h 454"/>
                              <a:gd name="T70" fmla="*/ 7820 w 8125"/>
                              <a:gd name="T71" fmla="*/ 141 h 454"/>
                              <a:gd name="T72" fmla="*/ 7709 w 8125"/>
                              <a:gd name="T73" fmla="*/ 125 h 454"/>
                              <a:gd name="T74" fmla="*/ 7652 w 8125"/>
                              <a:gd name="T75" fmla="*/ 117 h 454"/>
                              <a:gd name="T76" fmla="*/ 7535 w 8125"/>
                              <a:gd name="T77" fmla="*/ 102 h 454"/>
                              <a:gd name="T78" fmla="*/ 7413 w 8125"/>
                              <a:gd name="T79" fmla="*/ 89 h 454"/>
                              <a:gd name="T80" fmla="*/ 7286 w 8125"/>
                              <a:gd name="T81" fmla="*/ 77 h 454"/>
                              <a:gd name="T82" fmla="*/ 7155 w 8125"/>
                              <a:gd name="T83" fmla="*/ 66 h 454"/>
                              <a:gd name="T84" fmla="*/ 7018 w 8125"/>
                              <a:gd name="T85" fmla="*/ 57 h 454"/>
                              <a:gd name="T86" fmla="*/ 6877 w 8125"/>
                              <a:gd name="T87" fmla="*/ 50 h 454"/>
                              <a:gd name="T88" fmla="*/ 6730 w 8125"/>
                              <a:gd name="T89" fmla="*/ 44 h 454"/>
                              <a:gd name="T90" fmla="*/ 6578 w 8125"/>
                              <a:gd name="T91" fmla="*/ 41 h 454"/>
                              <a:gd name="T92" fmla="*/ 6341 w 8125"/>
                              <a:gd name="T93" fmla="*/ 39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8125" h="454">
                                <a:moveTo>
                                  <a:pt x="6341" y="39"/>
                                </a:moveTo>
                                <a:lnTo>
                                  <a:pt x="6259" y="40"/>
                                </a:lnTo>
                                <a:lnTo>
                                  <a:pt x="6006" y="45"/>
                                </a:lnTo>
                                <a:lnTo>
                                  <a:pt x="5740" y="55"/>
                                </a:lnTo>
                                <a:lnTo>
                                  <a:pt x="5462" y="70"/>
                                </a:lnTo>
                                <a:lnTo>
                                  <a:pt x="5171" y="92"/>
                                </a:lnTo>
                                <a:lnTo>
                                  <a:pt x="4901" y="117"/>
                                </a:lnTo>
                                <a:lnTo>
                                  <a:pt x="4657" y="143"/>
                                </a:lnTo>
                                <a:lnTo>
                                  <a:pt x="4331" y="182"/>
                                </a:lnTo>
                                <a:lnTo>
                                  <a:pt x="3874" y="246"/>
                                </a:lnTo>
                                <a:lnTo>
                                  <a:pt x="3702" y="268"/>
                                </a:lnTo>
                                <a:lnTo>
                                  <a:pt x="3645" y="275"/>
                                </a:lnTo>
                                <a:lnTo>
                                  <a:pt x="3423" y="301"/>
                                </a:lnTo>
                                <a:lnTo>
                                  <a:pt x="3237" y="319"/>
                                </a:lnTo>
                                <a:lnTo>
                                  <a:pt x="3208" y="321"/>
                                </a:lnTo>
                                <a:lnTo>
                                  <a:pt x="3000" y="338"/>
                                </a:lnTo>
                                <a:lnTo>
                                  <a:pt x="2799" y="351"/>
                                </a:lnTo>
                                <a:lnTo>
                                  <a:pt x="2604" y="359"/>
                                </a:lnTo>
                                <a:lnTo>
                                  <a:pt x="2416" y="364"/>
                                </a:lnTo>
                                <a:lnTo>
                                  <a:pt x="2234" y="366"/>
                                </a:lnTo>
                                <a:lnTo>
                                  <a:pt x="3602" y="366"/>
                                </a:lnTo>
                                <a:lnTo>
                                  <a:pt x="3874" y="337"/>
                                </a:lnTo>
                                <a:lnTo>
                                  <a:pt x="4028" y="319"/>
                                </a:lnTo>
                                <a:lnTo>
                                  <a:pt x="4331" y="285"/>
                                </a:lnTo>
                                <a:lnTo>
                                  <a:pt x="4505" y="268"/>
                                </a:lnTo>
                                <a:lnTo>
                                  <a:pt x="4763" y="247"/>
                                </a:lnTo>
                                <a:lnTo>
                                  <a:pt x="4970" y="233"/>
                                </a:lnTo>
                                <a:lnTo>
                                  <a:pt x="5171" y="222"/>
                                </a:lnTo>
                                <a:lnTo>
                                  <a:pt x="5367" y="214"/>
                                </a:lnTo>
                                <a:lnTo>
                                  <a:pt x="5556" y="209"/>
                                </a:lnTo>
                                <a:lnTo>
                                  <a:pt x="5740" y="206"/>
                                </a:lnTo>
                                <a:lnTo>
                                  <a:pt x="8124" y="206"/>
                                </a:lnTo>
                                <a:lnTo>
                                  <a:pt x="8124" y="196"/>
                                </a:lnTo>
                                <a:lnTo>
                                  <a:pt x="8027" y="177"/>
                                </a:lnTo>
                                <a:lnTo>
                                  <a:pt x="7926" y="159"/>
                                </a:lnTo>
                                <a:lnTo>
                                  <a:pt x="7820" y="141"/>
                                </a:lnTo>
                                <a:lnTo>
                                  <a:pt x="7709" y="125"/>
                                </a:lnTo>
                                <a:lnTo>
                                  <a:pt x="7652" y="117"/>
                                </a:lnTo>
                                <a:lnTo>
                                  <a:pt x="7535" y="102"/>
                                </a:lnTo>
                                <a:lnTo>
                                  <a:pt x="7413" y="89"/>
                                </a:lnTo>
                                <a:lnTo>
                                  <a:pt x="7286" y="77"/>
                                </a:lnTo>
                                <a:lnTo>
                                  <a:pt x="7155" y="66"/>
                                </a:lnTo>
                                <a:lnTo>
                                  <a:pt x="7018" y="57"/>
                                </a:lnTo>
                                <a:lnTo>
                                  <a:pt x="6877" y="50"/>
                                </a:lnTo>
                                <a:lnTo>
                                  <a:pt x="6730" y="44"/>
                                </a:lnTo>
                                <a:lnTo>
                                  <a:pt x="6578" y="41"/>
                                </a:lnTo>
                                <a:lnTo>
                                  <a:pt x="6341" y="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D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</wp:inline>
          </w:drawing>
        </mc:Choice>
        <mc:Fallback>
          <w:pict>
            <v:group w14:anchorId="48A4C1BD" id="Group 1" o:spid="_x0000_s1026" style="width:406.25pt;height:41.5pt;mso-position-horizontal-relative:char;mso-position-vertical-relative:line" coordsize="8125,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">
              <v:group id="Group 2" o:spid="_x0000_s1027" style="position:absolute;left:10;width:8115;height:830" coordorigin="10" coordsize="8115,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shape id="Freeform 3" o:spid="_x0000_s1028" style="position:absolute;left:10;width:8115;height:830;visibility:visible;mso-wrap-style:square;v-text-anchor:top" coordsize="8115,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" path="m7161,170r-2203,l5108,171r151,4l5412,182r155,11l5645,199r78,7l5802,214r79,9l5961,233r80,10l6121,255r81,13l6284,281r82,15l6448,311r83,17l6614,346r84,19l6783,384r85,22l6953,428r86,23l7125,476r87,25l7300,528r88,28l7477,586r89,31l7656,649r90,33l7837,717r92,36l8021,790r93,39l8114,464r-81,-32l7952,402r-81,-29l7790,345r-81,-27l7628,293r-81,-24l7466,246r-81,-22l7304,204r-81,-20l7161,170xe" fillcolor="#dbecf0" stroked="f">
                  <v:path arrowok="t" o:connecttype="custom" o:connectlocs="7161,170;4958,170;5108,171;5259,175;5412,182;5567,193;5645,199;5723,206;5802,214;5881,223;5961,233;6041,243;6121,255;6202,268;6284,281;6366,296;6448,311;6531,328;6614,346;6698,365;6783,384;6868,406;6953,428;7039,451;7125,476;7212,501;7300,528;7388,556;7477,586;7566,617;7656,649;7746,682;7837,717;7929,753;8021,790;8114,829;8114,464;8033,432;7952,402;7871,373;7790,345;7709,318;7628,293;7547,269;7466,246;7385,224;7304,204;7223,184;7161,170" o:connectangles="0,0,0,0,0,0,0,0,0,0,0,0,0,0,0,0,0,0,0,0,0,0,0,0,0,0,0,0,0,0,0,0,0,0,0,0,0,0,0,0,0,0,0,0,0,0,0,0,0"/>
                </v:shape>
                <v:shape id="Freeform 4" o:spid="_x0000_s1029" style="position:absolute;left:10;width:8115;height:830;visibility:visible;mso-wrap-style:square;v-text-anchor:top" coordsize="8115,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" path="m,605r67,6l134,615r67,5l268,623r66,3l401,628r66,1l534,629r132,-1l798,625r132,-6l1062,611r33,-2l182,609r-61,-1l60,607,,605xe" fillcolor="#dbecf0" stroked="f">
                  <v:path arrowok="t" o:connecttype="custom" o:connectlocs="0,605;67,611;134,615;201,620;268,623;334,626;401,628;467,629;534,629;666,628;798,625;930,619;1062,611;1095,609;182,609;121,608;60,607;0,605" o:connectangles="0,0,0,0,0,0,0,0,0,0,0,0,0,0,0,0,0,0"/>
                </v:shape>
                <v:shape id="Freeform 5" o:spid="_x0000_s1030" style="position:absolute;left:10;width:8115;height:830;visibility:visible;mso-wrap-style:square;v-text-anchor:top" coordsize="8115,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" path="m5521,r-80,l5280,2,5120,8r-160,7l4800,25,4562,44,4325,66,4090,93r-312,40l3393,190,1630,480r-345,48l1082,553,883,574,752,586r-130,9l494,602r-126,5l305,608r-62,1l182,609r913,l1124,607r135,-11l1456,576r197,-23l1982,509,3251,313r344,-47l3873,233r212,-21l4299,194r144,-9l4589,178r146,-5l4883,170r2278,l7142,166r-82,-18l6979,132r-81,-15l6817,103,6736,90,6654,77,6573,66,6492,56r-81,-9l6330,38r-81,-7l6168,24r-82,-6l6006,13,5844,5,5682,1,5521,xe" fillcolor="#dbecf0" stroked="f">
                  <v:path arrowok="t" o:connecttype="custom" o:connectlocs="5521,0;5441,0;5280,2;5120,8;4960,15;4800,25;4562,44;4325,66;4090,93;3778,133;3393,190;1630,480;1285,528;1082,553;883,574;752,586;622,595;494,602;368,607;305,608;243,609;182,609;1095,609;1124,607;1259,596;1456,576;1653,553;1982,509;3251,313;3595,266;3873,233;4085,212;4299,194;4443,185;4589,178;4735,173;4883,170;7161,170;7142,166;7060,148;6979,132;6898,117;6817,103;6736,90;6654,77;6573,66;6492,56;6411,47;6330,38;6249,31;6168,24;6086,18;6006,13;5844,5;5682,1;5521,0" o:connectangles="0,0,0,0,0,0,0,0,0,0,0,0,0,0,0,0,0,0,0,0,0,0,0,0,0,0,0,0,0,0,0,0,0,0,0,0,0,0,0,0,0,0,0,0,0,0,0,0,0,0,0,0,0,0,0,0"/>
                </v:shape>
              </v:group>
              <v:group id="Group 6" o:spid="_x0000_s1031" style="position:absolute;top:13;width:8125;height:517" coordorigin=",13" coordsize="8125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shape id="Freeform 7" o:spid="_x0000_s1032" style="position:absolute;top:13;width:8125;height:517;visibility:visible;mso-wrap-style:square;v-text-anchor:top" coordsize="8125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" path="m3196,238r-1486,l1836,239r125,3l2146,250r61,3l2389,265r241,20l2988,322r793,91l4231,458r269,22l4779,498r217,9l5220,514r233,2l5694,514r250,-7l6204,495r271,-17l6757,454r294,-31l7357,386r319,-45l7738,332r-2742,l4779,330r-279,-8l4165,307,3350,250r-121,-9l3196,238xe" fillcolor="#55b4c8" stroked="f">
                  <v:path arrowok="t" o:connecttype="custom" o:connectlocs="3196,238;1710,238;1836,239;1961,242;2146,250;2207,253;2389,265;2630,285;2988,322;3781,413;4231,458;4500,480;4779,498;4996,507;5220,514;5453,516;5694,514;5944,507;6204,495;6475,478;6757,454;7051,423;7357,386;7676,341;7738,332;4996,332;4779,330;4500,322;4165,307;3350,250;3229,241;3196,238" o:connectangles="0,0,0,0,0,0,0,0,0,0,0,0,0,0,0,0,0,0,0,0,0,0,0,0,0,0,0,0,0,0,0,0"/>
                </v:shape>
                <v:shape id="Freeform 8" o:spid="_x0000_s1033" style="position:absolute;top:13;width:8125;height:517;visibility:visible;mso-wrap-style:square;v-text-anchor:top" coordsize="8125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" path="m2023,183r-124,l1773,186r-127,4l1516,196r-131,8l1252,214r-136,13l993,241r-77,9l836,261,691,281,574,300r-30,5l447,322r-54,10l316,346,160,377,,412,160,382,316,354,469,330r58,-8l618,309,764,291,907,276r140,-12l1184,254r68,-4l1385,244r131,-4l1646,238r1550,l2749,207,2510,194r-181,-6l2146,184r-123,-1xe" fillcolor="#55b4c8" stroked="f">
                  <v:path arrowok="t" o:connecttype="custom" o:connectlocs="2023,183;1899,183;1773,186;1646,190;1516,196;1385,204;1252,214;1116,227;993,241;916,250;836,261;691,281;574,300;544,305;447,322;393,332;316,346;160,377;0,412;160,382;316,354;469,330;527,322;618,309;764,291;907,276;1047,264;1184,254;1252,250;1385,244;1516,240;1646,238;3196,238;2749,207;2510,194;2329,188;2146,184;2023,183" o:connectangles="0,0,0,0,0,0,0,0,0,0,0,0,0,0,0,0,0,0,0,0,0,0,0,0,0,0,0,0,0,0,0,0,0,0,0,0,0,0"/>
                </v:shape>
                <v:shape id="Freeform 9" o:spid="_x0000_s1034" style="position:absolute;top:13;width:8125;height:517;visibility:visible;mso-wrap-style:square;v-text-anchor:top" coordsize="8125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" path="m8124,l7786,64r-324,56l7151,168r-298,41l6595,241r-85,9l6475,254r-271,26l5944,300r-250,15l5453,325r-233,5l4996,332r2742,l7802,322r137,-22l8124,269,8124,xe" fillcolor="#55b4c8" stroked="f">
                  <v:path arrowok="t" o:connecttype="custom" o:connectlocs="8124,0;7786,64;7462,120;7151,168;6853,209;6595,241;6510,250;6475,254;6204,280;5944,300;5694,315;5453,325;5220,330;4996,332;7738,332;7802,322;7939,300;8124,269;8124,0" o:connectangles="0,0,0,0,0,0,0,0,0,0,0,0,0,0,0,0,0,0,0"/>
                </v:shape>
              </v:group>
              <v:group id="Group 10" o:spid="_x0000_s1035" style="position:absolute;top:74;width:8125;height:454" coordorigin=",74" coordsize="8125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v:shape id="Freeform 11" o:spid="_x0000_s1036" style="position:absolute;top:74;width:8125;height:454;visibility:visible;mso-wrap-style:square;v-text-anchor:top" coordsize="8125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" path="m8124,206r-2294,l5919,207r173,2l6259,214r163,7l6578,230r152,11l6877,254r141,14l7155,284r131,17l7413,319r122,19l7675,362r145,26l7977,420r147,33l8124,206xe" fillcolor="#008da8" stroked="f">
                  <v:path arrowok="t" o:connecttype="custom" o:connectlocs="8124,206;5830,206;5919,207;6092,209;6259,214;6422,221;6578,230;6730,241;6877,254;7018,268;7155,284;7286,301;7413,319;7535,338;7675,362;7820,388;7977,420;8124,453;8124,206" o:connectangles="0,0,0,0,0,0,0,0,0,0,0,0,0,0,0,0,0,0,0"/>
                </v:shape>
                <v:shape id="Freeform 12" o:spid="_x0000_s1037" style="position:absolute;top:74;width:8125;height:454;visibility:visible;mso-wrap-style:square;v-text-anchor:top" coordsize="8125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" path="m,l46,20,93,40r49,20l191,79r51,19l294,117r52,18l400,153r55,18l511,188r57,16l626,220r60,16l747,251r62,15l872,280r64,13l1002,306r67,13l1137,331r70,11l1277,352r73,10l1423,372r75,8l1575,388r78,7l1732,402r80,6l1895,413r169,8l2238,426r182,1l2607,425r194,-5l3002,411r207,-12l3424,382r178,-16l2234,366r-176,-2l1889,359r-83,-4l1725,350r-79,-5l1567,339r-76,-7l1415,325r-73,-8l1269,309r-71,-10l1128,290r-68,-11l993,268,927,257,863,245,800,232,738,219,678,206,618,192,560,178,503,163,448,148,393,133,340,117,288,101,237,85,187,68,139,51,91,34,45,17,,xe" fillcolor="#008da8" stroked="f">
                  <v:path arrowok="t" o:connecttype="custom" o:connectlocs="46,20;142,60;242,98;346,135;455,171;568,204;686,236;809,266;936,293;1069,319;1207,342;1350,362;1498,380;1653,395;1812,408;2064,421;2420,427;2801,420;3209,399;3602,366;2058,364;1806,355;1646,345;1491,332;1342,317;1198,299;1060,279;927,257;800,232;678,206;560,178;448,148;340,117;237,85;139,51;45,17" o:connectangles="0,0,0,0,0,0,0,0,0,0,0,0,0,0,0,0,0,0,0,0,0,0,0,0,0,0,0,0,0,0,0,0,0,0,0,0"/>
                </v:shape>
                <v:shape id="Freeform 13" o:spid="_x0000_s1038" style="position:absolute;top:74;width:8125;height:454;visibility:visible;mso-wrap-style:square;v-text-anchor:top" coordsize="8125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" path="m6341,39r-82,1l6006,45,5740,55,5462,70,5171,92r-270,25l4657,143r-326,39l3874,246r-172,22l3645,275r-222,26l3237,319r-29,2l3000,338r-201,13l2604,359r-188,5l2234,366r1368,l3874,337r154,-18l4331,285r174,-17l4763,247r207,-14l5171,222r196,-8l5556,209r184,-3l8124,206r,-10l8027,177,7926,159,7820,141,7709,125r-57,-8l7535,102,7413,89,7286,77,7155,66,7018,57,6877,50,6730,44,6578,41,6341,39xe" fillcolor="#008da8" stroked="f">
                  <v:path arrowok="t" o:connecttype="custom" o:connectlocs="6341,39;6259,40;6006,45;5740,55;5462,70;5171,92;4901,117;4657,143;4331,182;3874,246;3702,268;3645,275;3423,301;3237,319;3208,321;3000,338;2799,351;2604,359;2416,364;2234,366;3602,366;3874,337;4028,319;4331,285;4505,268;4763,247;4970,233;5171,222;5367,214;5556,209;5740,206;8124,206;8124,196;8027,177;7926,159;7820,141;7709,125;7652,117;7535,102;7413,89;7286,77;7155,66;7018,57;6877,50;6730,44;6578,41;6341,39" o:connectangles="0,0,0,0,0,0,0,0,0,0,0,0,0,0,0,0,0,0,0,0,0,0,0,0,0,0,0,0,0,0,0,0,0,0,0,0,0,0,0,0,0,0,0,0,0,0,0"/>
                </v:shape>
              </v:group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F5528"/>
    <w:multiLevelType w:val="hybridMultilevel"/>
    <w:tmpl w:val="4E268992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E6F07"/>
    <w:multiLevelType w:val="multilevel"/>
    <w:tmpl w:val="526EC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77A72B8"/>
    <w:multiLevelType w:val="hybridMultilevel"/>
    <w:tmpl w:val="AEEC0AAC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FF6942"/>
    <w:multiLevelType w:val="hybridMultilevel"/>
    <w:tmpl w:val="8DBE347A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9DB6D212">
      <w:numFmt w:val="bullet"/>
      <w:lvlText w:val=""/>
      <w:lvlJc w:val="left"/>
      <w:pPr>
        <w:ind w:left="1440" w:hanging="360"/>
      </w:pPr>
      <w:rPr>
        <w:rFonts w:ascii="Palatino Linotype" w:eastAsiaTheme="minorEastAsia" w:hAnsi="Palatino Linotype" w:cs="Times New Roman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5D734E"/>
    <w:multiLevelType w:val="hybridMultilevel"/>
    <w:tmpl w:val="B55AE2E0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E22941"/>
    <w:multiLevelType w:val="hybridMultilevel"/>
    <w:tmpl w:val="B2F4D20A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91E0B"/>
    <w:multiLevelType w:val="hybridMultilevel"/>
    <w:tmpl w:val="8CA89F10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52581D"/>
    <w:multiLevelType w:val="hybridMultilevel"/>
    <w:tmpl w:val="1A522D58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968051BE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000000" w:themeColor="text1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AB3AB8"/>
    <w:multiLevelType w:val="hybridMultilevel"/>
    <w:tmpl w:val="BD482B16"/>
    <w:lvl w:ilvl="0" w:tplc="968051BE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000000" w:themeColor="text1"/>
      </w:rPr>
    </w:lvl>
    <w:lvl w:ilvl="1" w:tplc="968051BE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  <w:color w:val="000000" w:themeColor="text1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271AAD"/>
    <w:multiLevelType w:val="hybridMultilevel"/>
    <w:tmpl w:val="457E4B2E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065466"/>
    <w:multiLevelType w:val="hybridMultilevel"/>
    <w:tmpl w:val="1A7C668E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733355"/>
    <w:multiLevelType w:val="hybridMultilevel"/>
    <w:tmpl w:val="F83E0F3E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968051BE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000000" w:themeColor="text1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524A9F"/>
    <w:multiLevelType w:val="hybridMultilevel"/>
    <w:tmpl w:val="D4BCB04C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7A0342"/>
    <w:multiLevelType w:val="hybridMultilevel"/>
    <w:tmpl w:val="C45CAD46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B3AF72A">
      <w:numFmt w:val="bullet"/>
      <w:lvlText w:val="•"/>
      <w:lvlJc w:val="left"/>
      <w:pPr>
        <w:ind w:left="1440" w:hanging="360"/>
      </w:pPr>
      <w:rPr>
        <w:rFonts w:ascii="Palatino Linotype" w:eastAsiaTheme="minorEastAsia" w:hAnsi="Palatino Linotype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025510"/>
    <w:multiLevelType w:val="hybridMultilevel"/>
    <w:tmpl w:val="FAF2B91C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3A2F4D"/>
    <w:multiLevelType w:val="hybridMultilevel"/>
    <w:tmpl w:val="8C74DF3C"/>
    <w:lvl w:ilvl="0" w:tplc="968051BE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49937DA"/>
    <w:multiLevelType w:val="hybridMultilevel"/>
    <w:tmpl w:val="E52A3726"/>
    <w:lvl w:ilvl="0" w:tplc="968051BE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385209C"/>
    <w:multiLevelType w:val="hybridMultilevel"/>
    <w:tmpl w:val="8816580E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086352"/>
    <w:multiLevelType w:val="hybridMultilevel"/>
    <w:tmpl w:val="3A88C646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112855"/>
    <w:multiLevelType w:val="hybridMultilevel"/>
    <w:tmpl w:val="E2347E24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556273"/>
    <w:multiLevelType w:val="hybridMultilevel"/>
    <w:tmpl w:val="3BF81CAE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98569D"/>
    <w:multiLevelType w:val="multilevel"/>
    <w:tmpl w:val="FEFE17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42752FB"/>
    <w:multiLevelType w:val="hybridMultilevel"/>
    <w:tmpl w:val="5CB864EE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702FB2"/>
    <w:multiLevelType w:val="hybridMultilevel"/>
    <w:tmpl w:val="F41C924A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3119E8"/>
    <w:multiLevelType w:val="hybridMultilevel"/>
    <w:tmpl w:val="0636B5EC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5F4AC2"/>
    <w:multiLevelType w:val="multilevel"/>
    <w:tmpl w:val="851E4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17"/>
  </w:num>
  <w:num w:numId="3">
    <w:abstractNumId w:val="15"/>
  </w:num>
  <w:num w:numId="4">
    <w:abstractNumId w:val="13"/>
  </w:num>
  <w:num w:numId="5">
    <w:abstractNumId w:val="16"/>
  </w:num>
  <w:num w:numId="6">
    <w:abstractNumId w:val="8"/>
  </w:num>
  <w:num w:numId="7">
    <w:abstractNumId w:val="7"/>
  </w:num>
  <w:num w:numId="8">
    <w:abstractNumId w:val="9"/>
  </w:num>
  <w:num w:numId="9">
    <w:abstractNumId w:val="22"/>
  </w:num>
  <w:num w:numId="10">
    <w:abstractNumId w:val="11"/>
  </w:num>
  <w:num w:numId="11">
    <w:abstractNumId w:val="12"/>
  </w:num>
  <w:num w:numId="12">
    <w:abstractNumId w:val="0"/>
  </w:num>
  <w:num w:numId="13">
    <w:abstractNumId w:val="10"/>
  </w:num>
  <w:num w:numId="14">
    <w:abstractNumId w:val="2"/>
  </w:num>
  <w:num w:numId="15">
    <w:abstractNumId w:val="6"/>
  </w:num>
  <w:num w:numId="16">
    <w:abstractNumId w:val="14"/>
  </w:num>
  <w:num w:numId="17">
    <w:abstractNumId w:val="23"/>
  </w:num>
  <w:num w:numId="18">
    <w:abstractNumId w:val="24"/>
  </w:num>
  <w:num w:numId="19">
    <w:abstractNumId w:val="4"/>
  </w:num>
  <w:num w:numId="20">
    <w:abstractNumId w:val="5"/>
  </w:num>
  <w:num w:numId="21">
    <w:abstractNumId w:val="20"/>
  </w:num>
  <w:num w:numId="22">
    <w:abstractNumId w:val="18"/>
  </w:num>
  <w:num w:numId="23">
    <w:abstractNumId w:val="19"/>
  </w:num>
  <w:num w:numId="24">
    <w:abstractNumId w:val="21"/>
  </w:num>
  <w:num w:numId="25">
    <w:abstractNumId w:val="25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E76"/>
    <w:rsid w:val="00037EF3"/>
    <w:rsid w:val="00044D92"/>
    <w:rsid w:val="00086054"/>
    <w:rsid w:val="00153FD6"/>
    <w:rsid w:val="00226B18"/>
    <w:rsid w:val="002667E9"/>
    <w:rsid w:val="00317EEE"/>
    <w:rsid w:val="005D6E76"/>
    <w:rsid w:val="006D514A"/>
    <w:rsid w:val="007E66BB"/>
    <w:rsid w:val="00817A47"/>
    <w:rsid w:val="008330D4"/>
    <w:rsid w:val="00841B48"/>
    <w:rsid w:val="00861C12"/>
    <w:rsid w:val="0087727E"/>
    <w:rsid w:val="00983521"/>
    <w:rsid w:val="009E5C52"/>
    <w:rsid w:val="00A144CA"/>
    <w:rsid w:val="00A7724C"/>
    <w:rsid w:val="00CB7706"/>
    <w:rsid w:val="00CC10D0"/>
    <w:rsid w:val="00CE44C3"/>
    <w:rsid w:val="00CF1A9B"/>
    <w:rsid w:val="00D15AB3"/>
    <w:rsid w:val="00D3034D"/>
    <w:rsid w:val="00E0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efaultImageDpi w14:val="0"/>
  <w15:docId w15:val="{BDA77D4D-77B6-4134-A8CA-533606F98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10"/>
      <w:ind w:left="3781"/>
    </w:pPr>
    <w:rPr>
      <w:rFonts w:ascii="Arial" w:hAnsi="Arial" w:cs="Arial"/>
      <w:sz w:val="20"/>
      <w:szCs w:val="20"/>
    </w:rPr>
  </w:style>
  <w:style w:type="character" w:customStyle="1" w:styleId="BodyTextChar">
    <w:name w:val="Body Text Char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61C1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61C12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61C1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61C12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841B48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C10D0"/>
    <w:pPr>
      <w:widowControl/>
      <w:autoSpaceDE/>
      <w:autoSpaceDN/>
      <w:adjustRightInd/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772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72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94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31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31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97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68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852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500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8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783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1548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6027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96655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93320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80142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98443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4315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15899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0732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41608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31087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584201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46284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7845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" Type="http://schemas.openxmlformats.org/officeDocument/2006/relationships/image" Target="media/image2.png"/><Relationship Id="rId16" Type="http://schemas.openxmlformats.org/officeDocument/2006/relationships/image" Target="media/image16.png"/><Relationship Id="rId20" Type="http://schemas.openxmlformats.org/officeDocument/2006/relationships/hyperlink" Target="http://www.springfarm-p.schools.nsw.edu.au/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5" Type="http://schemas.openxmlformats.org/officeDocument/2006/relationships/image" Target="media/image15.png"/><Relationship Id="rId10" Type="http://schemas.openxmlformats.org/officeDocument/2006/relationships/image" Target="media/image10.png"/><Relationship Id="rId19" Type="http://schemas.openxmlformats.org/officeDocument/2006/relationships/hyperlink" Target="mailto:springfarm-p.school@det.nsw.edu.au" TargetMode="External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4" Type="http://schemas.openxmlformats.org/officeDocument/2006/relationships/image" Target="media/image1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calUser\AppData\Local\Microsoft\Windows\Temporary%20Internet%20Files\Content.IE5\RBXEFZXZ\Spring%20Farm%20letterhead%20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Spring Farm letterhead 2</Template>
  <TotalTime>0</TotalTime>
  <Pages>1</Pages>
  <Words>159</Words>
  <Characters>782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Inspiring creative and innovative learners</vt:lpstr>
    </vt:vector>
  </TitlesOfParts>
  <Company>NSW, Department of Education and Training</Company>
  <LinksUpToDate>false</LinksUpToDate>
  <CharactersWithSpaces>940</CharactersWithSpaces>
  <SharedDoc>false</SharedDoc>
  <HLinks>
    <vt:vector size="12" baseType="variant">
      <vt:variant>
        <vt:i4>8323133</vt:i4>
      </vt:variant>
      <vt:variant>
        <vt:i4>3</vt:i4>
      </vt:variant>
      <vt:variant>
        <vt:i4>0</vt:i4>
      </vt:variant>
      <vt:variant>
        <vt:i4>5</vt:i4>
      </vt:variant>
      <vt:variant>
        <vt:lpwstr>http://www.springfarm-p.schools.nsw.edu.au/</vt:lpwstr>
      </vt:variant>
      <vt:variant>
        <vt:lpwstr/>
      </vt:variant>
      <vt:variant>
        <vt:i4>131104</vt:i4>
      </vt:variant>
      <vt:variant>
        <vt:i4>0</vt:i4>
      </vt:variant>
      <vt:variant>
        <vt:i4>0</vt:i4>
      </vt:variant>
      <vt:variant>
        <vt:i4>5</vt:i4>
      </vt:variant>
      <vt:variant>
        <vt:lpwstr>mailto:springfarm-p.school@det.nsw.edu.au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Inspiring creative and innovative learners</dc:title>
  <dc:creator>LocalUser</dc:creator>
  <cp:lastModifiedBy>Mills, Eileen</cp:lastModifiedBy>
  <cp:revision>2</cp:revision>
  <cp:lastPrinted>2017-05-11T01:21:00Z</cp:lastPrinted>
  <dcterms:created xsi:type="dcterms:W3CDTF">2017-05-11T05:30:00Z</dcterms:created>
  <dcterms:modified xsi:type="dcterms:W3CDTF">2017-05-11T05:30:00Z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Illustrator CS3</vt:lpwstr>
  </property>
</Properties>
</file>